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F413C" w14:textId="77777777" w:rsidR="00D077E9" w:rsidRDefault="005B75D3" w:rsidP="0075607D">
      <w:pPr>
        <w:ind w:left="-426"/>
      </w:pPr>
      <w:r>
        <w:rPr>
          <w:noProof/>
          <w:lang w:eastAsia="fr-FR"/>
        </w:rPr>
        <w:drawing>
          <wp:anchor distT="0" distB="0" distL="114300" distR="114300" simplePos="0" relativeHeight="251658240" behindDoc="1" locked="0" layoutInCell="1" allowOverlap="1" wp14:anchorId="1ABDA84D" wp14:editId="78EE5FE5">
            <wp:simplePos x="0" y="0"/>
            <wp:positionH relativeFrom="page">
              <wp:posOffset>-2438400</wp:posOffset>
            </wp:positionH>
            <wp:positionV relativeFrom="page">
              <wp:posOffset>0</wp:posOffset>
            </wp:positionV>
            <wp:extent cx="12427501" cy="7504921"/>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27501" cy="7504921"/>
                    </a:xfrm>
                    <a:prstGeom prst="rect">
                      <a:avLst/>
                    </a:prstGeom>
                  </pic:spPr>
                </pic:pic>
              </a:graphicData>
            </a:graphic>
            <wp14:sizeRelH relativeFrom="margin">
              <wp14:pctWidth>0</wp14:pctWidth>
            </wp14:sizeRelH>
            <wp14:sizeRelV relativeFrom="margin">
              <wp14:pctHeight>0</wp14:pctHeight>
            </wp14:sizeRelV>
          </wp:anchor>
        </w:drawing>
      </w:r>
      <w:r w:rsidR="00D534D9">
        <w:rPr>
          <w:noProof/>
          <w:lang w:eastAsia="fr-FR"/>
        </w:rPr>
        <w:drawing>
          <wp:anchor distT="0" distB="0" distL="114300" distR="114300" simplePos="0" relativeHeight="251662336" behindDoc="0" locked="0" layoutInCell="1" allowOverlap="1" wp14:anchorId="6BE1D0CB" wp14:editId="5113FEA5">
            <wp:simplePos x="0" y="0"/>
            <wp:positionH relativeFrom="margin">
              <wp:posOffset>-309880</wp:posOffset>
            </wp:positionH>
            <wp:positionV relativeFrom="paragraph">
              <wp:posOffset>-687705</wp:posOffset>
            </wp:positionV>
            <wp:extent cx="2649600" cy="8064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xpertise-Franc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9600" cy="806400"/>
                    </a:xfrm>
                    <a:prstGeom prst="rect">
                      <a:avLst/>
                    </a:prstGeom>
                  </pic:spPr>
                </pic:pic>
              </a:graphicData>
            </a:graphic>
            <wp14:sizeRelH relativeFrom="page">
              <wp14:pctWidth>0</wp14:pctWidth>
            </wp14:sizeRelH>
            <wp14:sizeRelV relativeFrom="page">
              <wp14:pctHeight>0</wp14:pctHeight>
            </wp14:sizeRelV>
          </wp:anchor>
        </w:drawing>
      </w:r>
      <w:r w:rsidR="00266B7B">
        <w:rPr>
          <w:noProof/>
          <w:lang w:eastAsia="fr-FR"/>
        </w:rPr>
        <mc:AlternateContent>
          <mc:Choice Requires="wps">
            <w:drawing>
              <wp:anchor distT="0" distB="0" distL="114300" distR="114300" simplePos="0" relativeHeight="251660288" behindDoc="1" locked="0" layoutInCell="1" allowOverlap="1" wp14:anchorId="071CE65F" wp14:editId="7ABE8999">
                <wp:simplePos x="0" y="0"/>
                <wp:positionH relativeFrom="column">
                  <wp:posOffset>-203835</wp:posOffset>
                </wp:positionH>
                <wp:positionV relativeFrom="page">
                  <wp:align>top</wp:align>
                </wp:positionV>
                <wp:extent cx="3938905" cy="9590405"/>
                <wp:effectExtent l="0" t="0" r="4445" b="0"/>
                <wp:wrapNone/>
                <wp:docPr id="3" name="Rectangle 3" descr="rectangle blanc pour le texte sur la couverture"/>
                <wp:cNvGraphicFramePr/>
                <a:graphic xmlns:a="http://schemas.openxmlformats.org/drawingml/2006/main">
                  <a:graphicData uri="http://schemas.microsoft.com/office/word/2010/wordprocessingShape">
                    <wps:wsp>
                      <wps:cNvSpPr/>
                      <wps:spPr>
                        <a:xfrm>
                          <a:off x="0" y="0"/>
                          <a:ext cx="3938905" cy="95904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1D8877" w14:textId="51BEDABB" w:rsidR="00417478" w:rsidRDefault="00417478" w:rsidP="004A20E1">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CE65F" id="Rectangle 3" o:spid="_x0000_s1026" alt="rectangle blanc pour le texte sur la couverture" style="position:absolute;left:0;text-align:left;margin-left:-16.05pt;margin-top:0;width:310.15pt;height:755.15pt;z-index:-251656192;visibility:visible;mso-wrap-style:square;mso-width-percent:0;mso-height-percent:0;mso-wrap-distance-left:9pt;mso-wrap-distance-top:0;mso-wrap-distance-right:9pt;mso-wrap-distance-bottom:0;mso-position-horizontal:absolute;mso-position-horizontal-relative:text;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" fillcolor="white [3212]" stroked="f" strokeweight="2pt">
                <v:textbox>
                  <w:txbxContent>
                    <w:p w14:paraId="691D8877" w14:textId="51BEDABB" w:rsidR="00417478" w:rsidRDefault="00417478" w:rsidP="004A20E1">
                      <w:pPr>
                        <w:jc w:val="center"/>
                      </w:pPr>
                      <w:r>
                        <w:t xml:space="preserve">                </w:t>
                      </w:r>
                    </w:p>
                  </w:txbxContent>
                </v:textbox>
                <w10:wrap anchory="page"/>
              </v:rect>
            </w:pict>
          </mc:Fallback>
        </mc:AlternateContent>
      </w:r>
      <w:r w:rsidR="00D534D9">
        <w:t xml:space="preserve">   </w:t>
      </w:r>
    </w:p>
    <w:p w14:paraId="44C6868B" w14:textId="186FC453" w:rsidR="00D077E9" w:rsidRDefault="0002139B" w:rsidP="0075607D">
      <w:pPr>
        <w:spacing w:after="200"/>
        <w:ind w:left="-426"/>
      </w:pPr>
      <w:r>
        <w:rPr>
          <w:noProof/>
          <w:lang w:eastAsia="fr-FR"/>
        </w:rPr>
        <mc:AlternateContent>
          <mc:Choice Requires="wps">
            <w:drawing>
              <wp:anchor distT="45720" distB="45720" distL="114300" distR="114300" simplePos="0" relativeHeight="251664384" behindDoc="0" locked="0" layoutInCell="1" allowOverlap="1" wp14:anchorId="56C6AE84" wp14:editId="2689D136">
                <wp:simplePos x="0" y="0"/>
                <wp:positionH relativeFrom="column">
                  <wp:posOffset>99695</wp:posOffset>
                </wp:positionH>
                <wp:positionV relativeFrom="paragraph">
                  <wp:posOffset>48260</wp:posOffset>
                </wp:positionV>
                <wp:extent cx="3438525" cy="28289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2828925"/>
                        </a:xfrm>
                        <a:prstGeom prst="rect">
                          <a:avLst/>
                        </a:prstGeom>
                        <a:noFill/>
                        <a:ln w="9525">
                          <a:noFill/>
                          <a:miter lim="800000"/>
                          <a:headEnd/>
                          <a:tailEnd/>
                        </a:ln>
                      </wps:spPr>
                      <wps:txbx>
                        <w:txbxContent>
                          <w:p w14:paraId="14E94E83" w14:textId="77777777" w:rsidR="00417478" w:rsidRDefault="00417478" w:rsidP="00574D7F">
                            <w:pPr>
                              <w:pStyle w:val="Titolo"/>
                            </w:pPr>
                            <w:r>
                              <w:t>FORMULAIRE DE DEMANDE DE SUBVENTION</w:t>
                            </w:r>
                          </w:p>
                          <w:p w14:paraId="20ABC045" w14:textId="0423CC06" w:rsidR="00417478" w:rsidRDefault="00417478" w:rsidP="00574D7F">
                            <w:pPr>
                              <w:pStyle w:val="Titolo"/>
                            </w:pPr>
                            <w:r w:rsidRPr="00674D9E">
                              <w:t>ANNEXE A.1</w:t>
                            </w:r>
                            <w:r>
                              <w:t xml:space="preserve"> </w:t>
                            </w:r>
                          </w:p>
                          <w:p w14:paraId="769ED08E" w14:textId="32E93768" w:rsidR="007A414E" w:rsidRDefault="007A414E" w:rsidP="007A414E">
                            <w:pPr>
                              <w:pStyle w:val="Titolo"/>
                              <w:rPr>
                                <w:sz w:val="28"/>
                                <w:szCs w:val="28"/>
                              </w:rPr>
                            </w:pPr>
                            <w:r>
                              <w:rPr>
                                <w:sz w:val="28"/>
                                <w:szCs w:val="28"/>
                              </w:rPr>
                              <w:t>Projets de catégorie 1</w:t>
                            </w:r>
                          </w:p>
                          <w:p w14:paraId="6C56A445" w14:textId="77777777" w:rsidR="007A414E" w:rsidRDefault="007A414E" w:rsidP="00574D7F">
                            <w:pPr>
                              <w:pStyle w:val="Titolo"/>
                            </w:pPr>
                          </w:p>
                          <w:p w14:paraId="77FBD40E" w14:textId="0BCDE282" w:rsidR="00417478" w:rsidRDefault="00417478" w:rsidP="00574D7F">
                            <w:pPr>
                              <w:pStyle w:val="Titol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C6AE84" id="_x0000_t202" coordsize="21600,21600" o:spt="202" path="m,l,21600r21600,l21600,xe">
                <v:stroke joinstyle="miter"/>
                <v:path gradientshapeok="t" o:connecttype="rect"/>
              </v:shapetype>
              <v:shape id="Zone de texte 2" o:spid="_x0000_s1027" type="#_x0000_t202" style="position:absolute;left:0;text-align:left;margin-left:7.85pt;margin-top:3.8pt;width:270.75pt;height:222.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" filled="f" stroked="f">
                <v:textbox>
                  <w:txbxContent>
                    <w:p w14:paraId="14E94E83" w14:textId="77777777" w:rsidR="00417478" w:rsidRDefault="00417478" w:rsidP="00574D7F">
                      <w:pPr>
                        <w:pStyle w:val="Titolo"/>
                      </w:pPr>
                      <w:r>
                        <w:t>FORMULAIRE DE DEMANDE DE SUBVENTION</w:t>
                      </w:r>
                    </w:p>
                    <w:p w14:paraId="20ABC045" w14:textId="0423CC06" w:rsidR="00417478" w:rsidRDefault="00417478" w:rsidP="00574D7F">
                      <w:pPr>
                        <w:pStyle w:val="Titolo"/>
                      </w:pPr>
                      <w:r w:rsidRPr="00674D9E">
                        <w:t>ANNEXE A.1</w:t>
                      </w:r>
                      <w:r>
                        <w:t xml:space="preserve"> </w:t>
                      </w:r>
                    </w:p>
                    <w:p w14:paraId="769ED08E" w14:textId="32E93768" w:rsidR="007A414E" w:rsidRDefault="007A414E" w:rsidP="007A414E">
                      <w:pPr>
                        <w:pStyle w:val="Titolo"/>
                        <w:rPr>
                          <w:sz w:val="28"/>
                          <w:szCs w:val="28"/>
                        </w:rPr>
                      </w:pPr>
                      <w:r>
                        <w:rPr>
                          <w:sz w:val="28"/>
                          <w:szCs w:val="28"/>
                        </w:rPr>
                        <w:t xml:space="preserve">Projets de catégorie </w:t>
                      </w:r>
                      <w:r>
                        <w:rPr>
                          <w:sz w:val="28"/>
                          <w:szCs w:val="28"/>
                        </w:rPr>
                        <w:t>1</w:t>
                      </w:r>
                    </w:p>
                    <w:p w14:paraId="6C56A445" w14:textId="77777777" w:rsidR="007A414E" w:rsidRDefault="007A414E" w:rsidP="00574D7F">
                      <w:pPr>
                        <w:pStyle w:val="Titolo"/>
                      </w:pPr>
                    </w:p>
                    <w:p w14:paraId="77FBD40E" w14:textId="0BCDE282" w:rsidR="00417478" w:rsidRDefault="00417478" w:rsidP="00574D7F">
                      <w:pPr>
                        <w:pStyle w:val="Titolo"/>
                      </w:pPr>
                    </w:p>
                  </w:txbxContent>
                </v:textbox>
                <w10:wrap type="square"/>
              </v:shape>
            </w:pict>
          </mc:Fallback>
        </mc:AlternateContent>
      </w:r>
      <w:r w:rsidR="007C49A2">
        <w:rPr>
          <w:noProof/>
          <w:lang w:eastAsia="fr-FR"/>
        </w:rPr>
        <mc:AlternateContent>
          <mc:Choice Requires="wps">
            <w:drawing>
              <wp:anchor distT="0" distB="0" distL="114300" distR="114300" simplePos="0" relativeHeight="251659264" behindDoc="1" locked="0" layoutInCell="1" allowOverlap="1" wp14:anchorId="7AB1B089" wp14:editId="12CB54EF">
                <wp:simplePos x="0" y="0"/>
                <wp:positionH relativeFrom="column">
                  <wp:posOffset>-1085895</wp:posOffset>
                </wp:positionH>
                <wp:positionV relativeFrom="page">
                  <wp:posOffset>6666614</wp:posOffset>
                </wp:positionV>
                <wp:extent cx="8187069" cy="4019550"/>
                <wp:effectExtent l="0" t="0" r="4445" b="0"/>
                <wp:wrapNone/>
                <wp:docPr id="2" name="Rectangle 2" descr="rectangle coloré"/>
                <wp:cNvGraphicFramePr/>
                <a:graphic xmlns:a="http://schemas.openxmlformats.org/drawingml/2006/main">
                  <a:graphicData uri="http://schemas.microsoft.com/office/word/2010/wordprocessingShape">
                    <wps:wsp>
                      <wps:cNvSpPr/>
                      <wps:spPr>
                        <a:xfrm>
                          <a:off x="0" y="0"/>
                          <a:ext cx="8187069" cy="401955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B3500" id="Rectangle 2" o:spid="_x0000_s1026" alt="rectangle coloré" style="position:absolute;margin-left:-85.5pt;margin-top:524.95pt;width:644.65pt;height:3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" fillcolor="#1d3655 [3206]" stroked="f" strokeweight="2pt">
                <w10:wrap anchory="page"/>
              </v:rect>
            </w:pict>
          </mc:Fallback>
        </mc:AlternateContent>
      </w:r>
      <w:r w:rsidR="0011017D" w:rsidRPr="00D967AC">
        <w:rPr>
          <w:noProof/>
          <w:lang w:eastAsia="fr-FR"/>
        </w:rPr>
        <w:drawing>
          <wp:anchor distT="0" distB="0" distL="114300" distR="114300" simplePos="0" relativeHeight="251661312" behindDoc="0" locked="0" layoutInCell="1" allowOverlap="1" wp14:anchorId="0AAFA0D3" wp14:editId="0EB96578">
            <wp:simplePos x="0" y="0"/>
            <wp:positionH relativeFrom="column">
              <wp:posOffset>3996852</wp:posOffset>
            </wp:positionH>
            <wp:positionV relativeFrom="paragraph">
              <wp:posOffset>7090410</wp:posOffset>
            </wp:positionV>
            <wp:extent cx="2501900" cy="762635"/>
            <wp:effectExtent l="0" t="0" r="0" b="0"/>
            <wp:wrapNone/>
            <wp:docPr id="12" name="Graphisme 201">
              <a:extLst xmlns:a="http://schemas.openxmlformats.org/drawingml/2006/main">
                <a:ext uri="{FF2B5EF4-FFF2-40B4-BE49-F238E27FC236}">
                  <a16:creationId xmlns:a16="http://schemas.microsoft.com/office/drawing/2014/main" id="{F3D65186-AB5A-4584-87C3-0FAA299226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sme 201" descr="espace réservé du logo">
                      <a:extLst>
                        <a:ext uri="{FF2B5EF4-FFF2-40B4-BE49-F238E27FC236}">
                          <a16:creationId xmlns:a16="http://schemas.microsoft.com/office/drawing/2014/main" id="{F3D65186-AB5A-4584-87C3-0FAA2992263B}"/>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2501900" cy="762635"/>
                    </a:xfrm>
                    <a:prstGeom prst="rect">
                      <a:avLst/>
                    </a:prstGeom>
                  </pic:spPr>
                </pic:pic>
              </a:graphicData>
            </a:graphic>
            <wp14:sizeRelH relativeFrom="margin">
              <wp14:pctWidth>0</wp14:pctWidth>
            </wp14:sizeRelH>
            <wp14:sizeRelV relativeFrom="margin">
              <wp14:pctHeight>0</wp14:pctHeight>
            </wp14:sizeRelV>
          </wp:anchor>
        </w:drawing>
      </w:r>
      <w:r w:rsidR="00D077E9">
        <w:rPr>
          <w:lang w:bidi="fr-FR"/>
        </w:rPr>
        <w:br w:type="page"/>
      </w:r>
    </w:p>
    <w:p w14:paraId="550A85F1" w14:textId="77777777" w:rsidR="000E54DB" w:rsidRDefault="00AA6416" w:rsidP="0075607D">
      <w:pPr>
        <w:pStyle w:val="Titolo1"/>
        <w:ind w:left="-426"/>
        <w:rPr>
          <w:lang w:bidi="fr-FR"/>
        </w:rPr>
      </w:pPr>
      <w:r>
        <w:rPr>
          <w:lang w:bidi="fr-FR"/>
        </w:rPr>
        <w:lastRenderedPageBreak/>
        <w:t>1</w:t>
      </w:r>
      <w:r w:rsidR="00574D7F" w:rsidRPr="00B97B39">
        <w:rPr>
          <w:vertAlign w:val="superscript"/>
          <w:lang w:bidi="fr-FR"/>
        </w:rPr>
        <w:t>ère</w:t>
      </w:r>
      <w:r w:rsidR="00574D7F">
        <w:rPr>
          <w:lang w:bidi="fr-FR"/>
        </w:rPr>
        <w:t xml:space="preserve"> PARTIE</w:t>
      </w:r>
      <w:r w:rsidR="000E54DB">
        <w:rPr>
          <w:lang w:bidi="fr-FR"/>
        </w:rPr>
        <w:t xml:space="preserve"> – Présentation du porteur de projet et des partenaires</w:t>
      </w:r>
    </w:p>
    <w:p w14:paraId="13C4BB3F" w14:textId="77777777" w:rsidR="00DB344E" w:rsidRDefault="00DB344E" w:rsidP="0075607D">
      <w:pPr>
        <w:pStyle w:val="soustitre"/>
        <w:ind w:left="-426"/>
      </w:pPr>
      <w:r w:rsidRPr="00DB344E">
        <w:t>L’ORGANISME PORTEUR DE PROJET (SOUMISSIONNAIRE PRINCIPAL)</w:t>
      </w:r>
    </w:p>
    <w:p w14:paraId="0800318E" w14:textId="5E70C3CF" w:rsidR="00574D7F" w:rsidRPr="0046009B" w:rsidRDefault="00DB344E" w:rsidP="0075607D">
      <w:pPr>
        <w:pStyle w:val="Textedemiseenvidence"/>
        <w:ind w:left="-426"/>
        <w:rPr>
          <w:sz w:val="20"/>
          <w:szCs w:val="20"/>
        </w:rPr>
      </w:pPr>
      <w:r w:rsidRPr="0046009B">
        <w:rPr>
          <w:sz w:val="20"/>
          <w:szCs w:val="20"/>
        </w:rPr>
        <w:t>Merci de remplir les tableaux suivants :</w:t>
      </w:r>
    </w:p>
    <w:tbl>
      <w:tblPr>
        <w:tblStyle w:val="Grigliatabella"/>
        <w:tblpPr w:leftFromText="141" w:rightFromText="141" w:vertAnchor="text" w:tblpY="1"/>
        <w:tblW w:w="10065" w:type="dxa"/>
        <w:tblBorders>
          <w:top w:val="single" w:sz="4" w:space="0" w:color="E30334" w:themeColor="accent6"/>
          <w:left w:val="single" w:sz="4" w:space="0" w:color="E30334" w:themeColor="accent6"/>
          <w:bottom w:val="single" w:sz="4" w:space="0" w:color="E30334" w:themeColor="accent6"/>
          <w:right w:val="single" w:sz="4" w:space="0" w:color="E30334" w:themeColor="accent6"/>
          <w:insideH w:val="single" w:sz="4" w:space="0" w:color="E30334" w:themeColor="accent6"/>
          <w:insideV w:val="single" w:sz="4" w:space="0" w:color="E30334" w:themeColor="accent6"/>
        </w:tblBorders>
        <w:shd w:val="clear" w:color="auto" w:fill="E7EEF6" w:themeFill="accent4" w:themeFillTint="33"/>
        <w:tblLayout w:type="fixed"/>
        <w:tblCellMar>
          <w:top w:w="57" w:type="dxa"/>
          <w:bottom w:w="57" w:type="dxa"/>
        </w:tblCellMar>
        <w:tblLook w:val="04A0" w:firstRow="1" w:lastRow="0" w:firstColumn="1" w:lastColumn="0" w:noHBand="0" w:noVBand="1"/>
      </w:tblPr>
      <w:tblGrid>
        <w:gridCol w:w="3677"/>
        <w:gridCol w:w="6388"/>
      </w:tblGrid>
      <w:tr w:rsidR="00546226" w14:paraId="06064A98" w14:textId="77777777" w:rsidTr="00546226">
        <w:trPr>
          <w:trHeight w:val="230"/>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126E17EC" w14:textId="77777777" w:rsidR="00546226" w:rsidRDefault="00546226">
            <w:pPr>
              <w:rPr>
                <w:b/>
              </w:rPr>
            </w:pPr>
            <w:r>
              <w:t>Intitulé de l'action</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24986924" w14:textId="77777777" w:rsidR="00546226" w:rsidRDefault="00546226">
            <w:pPr>
              <w:pStyle w:val="Titolo"/>
              <w:rPr>
                <w:rFonts w:eastAsia="Arial" w:cstheme="majorHAnsi"/>
                <w:b/>
                <w:sz w:val="22"/>
                <w:szCs w:val="20"/>
              </w:rPr>
            </w:pPr>
          </w:p>
        </w:tc>
      </w:tr>
      <w:tr w:rsidR="00546226" w14:paraId="764BE2A7" w14:textId="77777777" w:rsidTr="00546226">
        <w:trPr>
          <w:trHeight w:val="465"/>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3A686BC1" w14:textId="77777777" w:rsidR="00546226" w:rsidRDefault="00546226">
            <w:pPr>
              <w:rPr>
                <w:b/>
              </w:rPr>
            </w:pPr>
            <w:r>
              <w:t>Nom du demandeur</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52FAB057" w14:textId="77777777" w:rsidR="00546226" w:rsidRDefault="00546226">
            <w:pPr>
              <w:pStyle w:val="Titolo"/>
              <w:rPr>
                <w:rFonts w:eastAsia="Arial" w:cstheme="majorHAnsi"/>
                <w:b/>
                <w:i/>
                <w:sz w:val="22"/>
                <w:szCs w:val="20"/>
              </w:rPr>
            </w:pPr>
          </w:p>
        </w:tc>
      </w:tr>
      <w:tr w:rsidR="00546226" w14:paraId="1F55E5DC" w14:textId="77777777" w:rsidTr="00546226">
        <w:trPr>
          <w:trHeight w:val="370"/>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584313D5" w14:textId="77777777" w:rsidR="00546226" w:rsidRDefault="00546226">
            <w:pPr>
              <w:rPr>
                <w:b/>
              </w:rPr>
            </w:pPr>
            <w:r>
              <w:t xml:space="preserve">Nationalité du demandeur </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205CB343" w14:textId="77777777" w:rsidR="00546226" w:rsidRDefault="00546226">
            <w:pPr>
              <w:pStyle w:val="Titolo"/>
              <w:rPr>
                <w:rFonts w:eastAsia="Arial" w:cstheme="majorHAnsi"/>
                <w:b/>
                <w:i/>
                <w:sz w:val="22"/>
                <w:szCs w:val="20"/>
              </w:rPr>
            </w:pPr>
          </w:p>
        </w:tc>
      </w:tr>
      <w:tr w:rsidR="00546226" w14:paraId="2756851B" w14:textId="77777777" w:rsidTr="00546226">
        <w:trPr>
          <w:trHeight w:val="562"/>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3D5FFE91" w14:textId="77777777" w:rsidR="00546226" w:rsidRDefault="00546226">
            <w:pPr>
              <w:rPr>
                <w:b/>
              </w:rPr>
            </w:pPr>
            <w:r>
              <w:t>Statut juridique</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26B5CBC1" w14:textId="77777777" w:rsidR="00546226" w:rsidRDefault="00546226">
            <w:pPr>
              <w:pStyle w:val="Titolo"/>
              <w:rPr>
                <w:rFonts w:eastAsia="Arial" w:cstheme="majorHAnsi"/>
                <w:b/>
                <w:sz w:val="22"/>
                <w:szCs w:val="20"/>
              </w:rPr>
            </w:pPr>
          </w:p>
        </w:tc>
      </w:tr>
      <w:tr w:rsidR="00546226" w14:paraId="1336B4CB" w14:textId="77777777" w:rsidTr="00546226">
        <w:trPr>
          <w:trHeight w:val="276"/>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3D3D160E" w14:textId="77777777" w:rsidR="00546226" w:rsidRDefault="00546226">
            <w:pPr>
              <w:rPr>
                <w:vertAlign w:val="superscript"/>
              </w:rPr>
            </w:pPr>
            <w:r>
              <w:t>Partenaire(s)</w:t>
            </w:r>
            <w:r>
              <w:rPr>
                <w:vertAlign w:val="superscript"/>
              </w:rPr>
              <w:t xml:space="preserve"> </w:t>
            </w:r>
            <w:r>
              <w:rPr>
                <w:rStyle w:val="Rimandonotaapidipagina"/>
              </w:rPr>
              <w:footnoteReference w:id="1"/>
            </w:r>
          </w:p>
          <w:p w14:paraId="6B83E83B" w14:textId="77777777" w:rsidR="00546226" w:rsidRDefault="00546226">
            <w:pPr>
              <w:rPr>
                <w:vertAlign w:val="superscript"/>
              </w:rPr>
            </w:pPr>
            <w:r>
              <w:rPr>
                <w:vertAlign w:val="superscript"/>
              </w:rPr>
              <w:t>(Ajouter autant de ligne que de partenaires)</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3E7114C6" w14:textId="77777777" w:rsidR="00546226" w:rsidRDefault="00546226">
            <w:pPr>
              <w:pStyle w:val="Titolo"/>
              <w:rPr>
                <w:rFonts w:eastAsia="Arial" w:cstheme="majorHAnsi"/>
                <w:b/>
                <w:i/>
                <w:sz w:val="22"/>
                <w:szCs w:val="20"/>
              </w:rPr>
            </w:pPr>
            <w:r>
              <w:rPr>
                <w:rFonts w:eastAsia="Arial" w:cstheme="majorHAnsi"/>
                <w:i/>
                <w:sz w:val="22"/>
                <w:szCs w:val="20"/>
              </w:rPr>
              <w:t>&lt;Nom, nationalité&gt;</w:t>
            </w:r>
          </w:p>
        </w:tc>
      </w:tr>
      <w:tr w:rsidR="00546226" w:rsidRPr="00546226" w14:paraId="24C6982A" w14:textId="77777777" w:rsidTr="00546226">
        <w:trPr>
          <w:trHeight w:val="360"/>
        </w:trPr>
        <w:tc>
          <w:tcPr>
            <w:tcW w:w="10060" w:type="dxa"/>
            <w:gridSpan w:val="2"/>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34C28073" w14:textId="77777777" w:rsidR="00546226" w:rsidRDefault="00546226">
            <w:pPr>
              <w:rPr>
                <w:b/>
              </w:rPr>
            </w:pPr>
            <w:r>
              <w:rPr>
                <w:b/>
              </w:rPr>
              <w:t>Coordonnées pertinentes dans le cadre de cette action</w:t>
            </w:r>
            <w:r>
              <w:rPr>
                <w:b/>
                <w:vertAlign w:val="superscript"/>
              </w:rPr>
              <w:footnoteReference w:id="2"/>
            </w:r>
            <w:r>
              <w:rPr>
                <w:b/>
              </w:rPr>
              <w:t>:</w:t>
            </w:r>
          </w:p>
        </w:tc>
      </w:tr>
      <w:tr w:rsidR="00546226" w14:paraId="5C4E3EA7" w14:textId="77777777" w:rsidTr="00546226">
        <w:trPr>
          <w:trHeight w:val="300"/>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71C85BAC" w14:textId="77777777" w:rsidR="00546226" w:rsidRDefault="00546226">
            <w:r>
              <w:t xml:space="preserve">Adresse postale </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2E71BC36" w14:textId="77777777" w:rsidR="00546226" w:rsidRDefault="00546226">
            <w:pPr>
              <w:tabs>
                <w:tab w:val="right" w:pos="8789"/>
              </w:tabs>
              <w:rPr>
                <w:rFonts w:asciiTheme="majorHAnsi" w:eastAsia="Arial" w:hAnsiTheme="majorHAnsi" w:cstheme="majorHAnsi"/>
                <w:sz w:val="22"/>
              </w:rPr>
            </w:pPr>
          </w:p>
        </w:tc>
      </w:tr>
      <w:tr w:rsidR="00546226" w14:paraId="1BEBDA22" w14:textId="77777777" w:rsidTr="00546226">
        <w:trPr>
          <w:trHeight w:val="230"/>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40C6811B" w14:textId="77777777" w:rsidR="00546226" w:rsidRDefault="00546226">
            <w:r>
              <w:t xml:space="preserve">Numéro de téléphone </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1A53CCFE" w14:textId="77777777" w:rsidR="00546226" w:rsidRDefault="00546226">
            <w:pPr>
              <w:tabs>
                <w:tab w:val="right" w:pos="8789"/>
              </w:tabs>
              <w:rPr>
                <w:rFonts w:asciiTheme="majorHAnsi" w:eastAsia="Arial" w:hAnsiTheme="majorHAnsi" w:cstheme="majorHAnsi"/>
                <w:sz w:val="22"/>
              </w:rPr>
            </w:pPr>
          </w:p>
        </w:tc>
      </w:tr>
      <w:tr w:rsidR="00546226" w:rsidRPr="00546226" w14:paraId="1C7B1B25" w14:textId="77777777" w:rsidTr="00546226">
        <w:trPr>
          <w:trHeight w:val="230"/>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421C041F" w14:textId="77777777" w:rsidR="00546226" w:rsidRDefault="00546226">
            <w:r>
              <w:t>Prénom et Nom de la personne de contact pour cette action</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47D6F4D3" w14:textId="77777777" w:rsidR="00546226" w:rsidRDefault="00546226">
            <w:pPr>
              <w:tabs>
                <w:tab w:val="right" w:pos="8789"/>
              </w:tabs>
              <w:rPr>
                <w:rFonts w:asciiTheme="majorHAnsi" w:eastAsia="Arial" w:hAnsiTheme="majorHAnsi" w:cstheme="majorHAnsi"/>
                <w:sz w:val="22"/>
              </w:rPr>
            </w:pPr>
          </w:p>
        </w:tc>
      </w:tr>
      <w:tr w:rsidR="00546226" w:rsidRPr="00546226" w14:paraId="3B539669" w14:textId="77777777" w:rsidTr="00546226">
        <w:trPr>
          <w:trHeight w:val="230"/>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39CD21C6" w14:textId="77777777" w:rsidR="00546226" w:rsidRDefault="00546226">
            <w:r>
              <w:t xml:space="preserve">Adresse e-mail de la personne de contact </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0D957FC6" w14:textId="77777777" w:rsidR="00546226" w:rsidRDefault="00546226">
            <w:pPr>
              <w:tabs>
                <w:tab w:val="right" w:pos="8789"/>
              </w:tabs>
              <w:rPr>
                <w:rFonts w:asciiTheme="majorHAnsi" w:eastAsia="Arial" w:hAnsiTheme="majorHAnsi" w:cstheme="majorHAnsi"/>
                <w:sz w:val="22"/>
              </w:rPr>
            </w:pPr>
          </w:p>
        </w:tc>
      </w:tr>
      <w:tr w:rsidR="00546226" w:rsidRPr="00546226" w14:paraId="08FFADC6" w14:textId="77777777" w:rsidTr="00546226">
        <w:trPr>
          <w:trHeight w:val="230"/>
        </w:trPr>
        <w:tc>
          <w:tcPr>
            <w:tcW w:w="367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hideMark/>
          </w:tcPr>
          <w:p w14:paraId="10BE1EED" w14:textId="77777777" w:rsidR="00546226" w:rsidRDefault="00546226">
            <w:r>
              <w:t xml:space="preserve">Téléphone de la personne de contact </w:t>
            </w:r>
          </w:p>
        </w:tc>
        <w:tc>
          <w:tcPr>
            <w:tcW w:w="6385" w:type="dxa"/>
            <w:tcBorders>
              <w:top w:val="single" w:sz="4" w:space="0" w:color="E30334" w:themeColor="accent6"/>
              <w:left w:val="single" w:sz="4" w:space="0" w:color="E30334" w:themeColor="accent6"/>
              <w:bottom w:val="single" w:sz="4" w:space="0" w:color="E30334" w:themeColor="accent6"/>
              <w:right w:val="single" w:sz="4" w:space="0" w:color="E30334" w:themeColor="accent6"/>
            </w:tcBorders>
            <w:shd w:val="clear" w:color="auto" w:fill="E7EEF6" w:themeFill="accent4" w:themeFillTint="33"/>
          </w:tcPr>
          <w:p w14:paraId="68B52956" w14:textId="77777777" w:rsidR="00546226" w:rsidRDefault="00546226">
            <w:pPr>
              <w:tabs>
                <w:tab w:val="right" w:pos="8789"/>
              </w:tabs>
              <w:rPr>
                <w:rFonts w:asciiTheme="majorHAnsi" w:eastAsia="Arial" w:hAnsiTheme="majorHAnsi" w:cstheme="majorHAnsi"/>
                <w:sz w:val="22"/>
              </w:rPr>
            </w:pPr>
          </w:p>
        </w:tc>
      </w:tr>
    </w:tbl>
    <w:p w14:paraId="2F81B6BD" w14:textId="35B9D801" w:rsidR="00AB02A7" w:rsidRDefault="00AB02A7" w:rsidP="0075607D">
      <w:pPr>
        <w:ind w:left="-426"/>
      </w:pPr>
    </w:p>
    <w:p w14:paraId="07147C53" w14:textId="77777777" w:rsidR="00ED73CF" w:rsidRDefault="00CD19B7" w:rsidP="0075607D">
      <w:pPr>
        <w:ind w:left="-426"/>
        <w:jc w:val="both"/>
      </w:pPr>
      <w:r>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77EF95AF" w14:textId="3D4E583B" w:rsidR="00ED73CF" w:rsidRDefault="00CD19B7" w:rsidP="0075607D">
      <w:pPr>
        <w:ind w:left="-426"/>
        <w:jc w:val="both"/>
      </w:pPr>
      <w: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w:t>
      </w:r>
      <w:r w:rsidR="007C49A2">
        <w:t>matique et des libertés (CNIL).</w:t>
      </w:r>
    </w:p>
    <w:p w14:paraId="421E0501" w14:textId="63EC3DED" w:rsidR="005311B7" w:rsidRPr="007D2BA0" w:rsidRDefault="00CD19B7" w:rsidP="0075607D">
      <w:pPr>
        <w:ind w:left="-426"/>
        <w:jc w:val="both"/>
      </w:pPr>
      <w:r>
        <w:t>Expertise France s’engage à garantir la confidentialité des propositions qui lui sont adressées et veille à ce soit assurée la sécurité et le stockage de ces propositions.</w:t>
      </w:r>
    </w:p>
    <w:p w14:paraId="37F09008" w14:textId="417A425F" w:rsidR="008747E4" w:rsidRDefault="008747E4" w:rsidP="0075607D">
      <w:pPr>
        <w:pStyle w:val="Titolo1"/>
        <w:ind w:left="-426"/>
      </w:pPr>
      <w:r w:rsidRPr="008747E4">
        <w:lastRenderedPageBreak/>
        <w:t>2</w:t>
      </w:r>
      <w:r w:rsidR="00574D7F" w:rsidRPr="00B97B39">
        <w:rPr>
          <w:vertAlign w:val="superscript"/>
        </w:rPr>
        <w:t>ème</w:t>
      </w:r>
      <w:r w:rsidR="00574D7F">
        <w:t xml:space="preserve"> </w:t>
      </w:r>
      <w:r w:rsidR="00574D7F" w:rsidRPr="008747E4">
        <w:t>PARTIE</w:t>
      </w:r>
      <w:r w:rsidRPr="008747E4">
        <w:t xml:space="preserve">- </w:t>
      </w:r>
      <w:r w:rsidR="00541F16">
        <w:t>P</w:t>
      </w:r>
      <w:r w:rsidR="00541F16" w:rsidRPr="008747E4">
        <w:t xml:space="preserve">résentation </w:t>
      </w:r>
      <w:r w:rsidR="00541F16">
        <w:t>du projet</w:t>
      </w:r>
    </w:p>
    <w:p w14:paraId="7A45A82D" w14:textId="77777777" w:rsidR="008747E4" w:rsidRDefault="008747E4" w:rsidP="0075607D">
      <w:pPr>
        <w:pStyle w:val="soustitre"/>
        <w:ind w:left="-426"/>
      </w:pPr>
      <w:r>
        <w:t>2.1 RESUME DE L’ACTION</w:t>
      </w:r>
    </w:p>
    <w:p w14:paraId="5D51CF3D" w14:textId="77777777" w:rsidR="008747E4" w:rsidRPr="008747E4" w:rsidRDefault="008747E4" w:rsidP="0075607D">
      <w:pPr>
        <w:ind w:left="-426"/>
      </w:pPr>
    </w:p>
    <w:tbl>
      <w:tblPr>
        <w:tblStyle w:val="Grigliatab4"/>
        <w:tblW w:w="10770" w:type="dxa"/>
        <w:tblInd w:w="-714" w:type="dxa"/>
        <w:tblLayout w:type="fixed"/>
        <w:tblLook w:val="01E0" w:firstRow="1" w:lastRow="1" w:firstColumn="1" w:lastColumn="1" w:noHBand="0" w:noVBand="0"/>
      </w:tblPr>
      <w:tblGrid>
        <w:gridCol w:w="1842"/>
        <w:gridCol w:w="1695"/>
        <w:gridCol w:w="5248"/>
        <w:gridCol w:w="1985"/>
      </w:tblGrid>
      <w:tr w:rsidR="00546226" w14:paraId="5B7D75D1" w14:textId="77777777" w:rsidTr="005462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EF15F0A" w14:textId="77777777" w:rsidR="00546226" w:rsidRDefault="00546226">
            <w:pPr>
              <w:pStyle w:val="TITREDETABLEAU"/>
            </w:pPr>
            <w:bookmarkStart w:id="0" w:name="_Hlk128996684"/>
          </w:p>
        </w:tc>
        <w:tc>
          <w:tcPr>
            <w:cnfStyle w:val="000100000000" w:firstRow="0" w:lastRow="0" w:firstColumn="0" w:lastColumn="1" w:oddVBand="0" w:evenVBand="0" w:oddHBand="0" w:evenHBand="0" w:firstRowFirstColumn="0" w:firstRowLastColumn="0" w:lastRowFirstColumn="0" w:lastRowLastColumn="0"/>
            <w:tcW w:w="8928" w:type="dxa"/>
            <w:gridSpan w:val="3"/>
            <w:hideMark/>
          </w:tcPr>
          <w:p w14:paraId="5CD7BD13" w14:textId="77777777" w:rsidR="00546226" w:rsidRDefault="00546226">
            <w:pPr>
              <w:pStyle w:val="TITREDETABLEAU"/>
            </w:pPr>
            <w:r>
              <w:br w:type="page"/>
              <w:t>TABLEAU A COMPLETER</w:t>
            </w:r>
          </w:p>
        </w:tc>
      </w:tr>
      <w:tr w:rsidR="00546226" w14:paraId="10A37CF4" w14:textId="77777777" w:rsidTr="005462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71DACB0" w14:textId="77777777" w:rsidR="00546226" w:rsidRDefault="00546226">
            <w:pPr>
              <w:spacing w:after="200"/>
            </w:pPr>
            <w:r>
              <w:t>Intitulé de l’action</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4876CD01" w14:textId="77777777" w:rsidR="00546226" w:rsidRDefault="00546226">
            <w:pPr>
              <w:spacing w:after="200"/>
            </w:pPr>
          </w:p>
        </w:tc>
      </w:tr>
      <w:tr w:rsidR="00546226" w:rsidRPr="00546226" w14:paraId="5AD2E3D4" w14:textId="77777777" w:rsidTr="00546226">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AFD4B18" w14:textId="77777777" w:rsidR="00546226" w:rsidRDefault="00546226">
            <w:pPr>
              <w:spacing w:after="200"/>
            </w:pPr>
            <w:r>
              <w:t>Région (Souss Massa ou Oriental)</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1236C93D" w14:textId="77777777" w:rsidR="00546226" w:rsidRDefault="00546226">
            <w:pPr>
              <w:spacing w:after="200"/>
            </w:pPr>
          </w:p>
        </w:tc>
      </w:tr>
      <w:tr w:rsidR="00546226" w:rsidRPr="00546226" w14:paraId="13A1F641" w14:textId="77777777" w:rsidTr="005462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77B1E78" w14:textId="77777777" w:rsidR="00546226" w:rsidRDefault="00546226">
            <w:pPr>
              <w:spacing w:after="200"/>
            </w:pPr>
            <w:r>
              <w:t>Lieu(x) de l’action (indiquez la province, les communes et, le cas échéant, les villages)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794CD55B" w14:textId="77777777" w:rsidR="00546226" w:rsidRDefault="00546226">
            <w:pPr>
              <w:spacing w:after="200"/>
            </w:pPr>
          </w:p>
        </w:tc>
      </w:tr>
      <w:tr w:rsidR="00546226" w14:paraId="71B36C64" w14:textId="77777777" w:rsidTr="00546226">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770C832" w14:textId="77777777" w:rsidR="00546226" w:rsidRDefault="00546226">
            <w:r>
              <w:t>Durée totale de l’action (en mois)</w:t>
            </w:r>
          </w:p>
          <w:p w14:paraId="4CBD02ED" w14:textId="77777777" w:rsidR="00546226" w:rsidRDefault="00546226">
            <w:r>
              <w:t>(3 à 12 mois)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0A2612FF" w14:textId="77777777" w:rsidR="00546226" w:rsidRDefault="00546226">
            <w:pPr>
              <w:spacing w:after="200"/>
            </w:pPr>
          </w:p>
        </w:tc>
      </w:tr>
      <w:tr w:rsidR="00546226" w14:paraId="7D9AC326" w14:textId="77777777" w:rsidTr="005462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0B523B88" w14:textId="77777777" w:rsidR="00546226" w:rsidRDefault="00546226">
            <w:pPr>
              <w:spacing w:after="200"/>
            </w:pPr>
            <w:r>
              <w:t>Contribution demandée à Expertise France (montant)</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CC285FA" w14:textId="77777777" w:rsidR="00546226" w:rsidRDefault="00546226">
            <w:pPr>
              <w:spacing w:after="200"/>
            </w:pPr>
            <w:r>
              <w:t xml:space="preserve">[EUR] </w:t>
            </w:r>
          </w:p>
        </w:tc>
      </w:tr>
      <w:tr w:rsidR="00546226" w14:paraId="61992A30" w14:textId="77777777" w:rsidTr="00546226">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353D8869" w14:textId="77777777" w:rsidR="00546226" w:rsidRDefault="00546226">
            <w:pPr>
              <w:spacing w:after="200"/>
            </w:pPr>
            <w:r>
              <w:t>Contribution demandée à Expertise France en pourcentage du montant total des coûts éligibles de l’action (indicatif)</w:t>
            </w:r>
            <w:r>
              <w:rPr>
                <w:vertAlign w:val="superscript"/>
              </w:rPr>
              <w:footnoteReference w:id="3"/>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14A6E483" w14:textId="77777777" w:rsidR="00546226" w:rsidRDefault="00546226">
            <w:pPr>
              <w:spacing w:after="200"/>
            </w:pPr>
            <w:r>
              <w:t xml:space="preserve">% </w:t>
            </w:r>
          </w:p>
        </w:tc>
      </w:tr>
      <w:tr w:rsidR="00546226" w14:paraId="3CBC03F9" w14:textId="77777777" w:rsidTr="005462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BF460E8" w14:textId="77777777" w:rsidR="00546226" w:rsidRDefault="00546226">
            <w:pPr>
              <w:spacing w:after="200"/>
            </w:pPr>
            <w:r>
              <w:t xml:space="preserve">Budget total </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9368C94" w14:textId="77777777" w:rsidR="00546226" w:rsidRDefault="00546226">
            <w:pPr>
              <w:spacing w:after="200"/>
            </w:pPr>
            <w:r>
              <w:t>&lt;EUR&gt;</w:t>
            </w:r>
          </w:p>
        </w:tc>
      </w:tr>
      <w:tr w:rsidR="00546226" w:rsidRPr="00546226" w14:paraId="53FF3E74" w14:textId="77777777" w:rsidTr="00546226">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13F14B31" w14:textId="77777777" w:rsidR="00546226" w:rsidRDefault="00546226">
            <w:pPr>
              <w:spacing w:after="200"/>
              <w:rPr>
                <w:b w:val="0"/>
                <w:bCs w:val="0"/>
              </w:rPr>
            </w:pPr>
            <w:r>
              <w:t>Objectifs de l’action</w:t>
            </w:r>
          </w:p>
          <w:p w14:paraId="2ADE4136" w14:textId="77777777" w:rsidR="00546226" w:rsidRDefault="00546226">
            <w:pPr>
              <w:spacing w:after="200"/>
            </w:pPr>
            <w:r>
              <w:t>Il est à noter qu’au moins un objectif spécifique, ainsi que les indicateurs qui en découlent, doit viser spécifiquement la réduction des inégalités entre les sexes.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B78871D" w14:textId="77777777" w:rsidR="00546226" w:rsidRDefault="00546226">
            <w:pPr>
              <w:spacing w:after="200"/>
              <w:rPr>
                <w:b w:val="0"/>
                <w:i/>
              </w:rPr>
            </w:pPr>
            <w:r>
              <w:rPr>
                <w:b w:val="0"/>
                <w:i/>
              </w:rPr>
              <w:t>&lt;Objectif global (impact)&gt;</w:t>
            </w:r>
          </w:p>
          <w:p w14:paraId="49E43CD9" w14:textId="77777777" w:rsidR="00546226" w:rsidRDefault="00546226">
            <w:pPr>
              <w:spacing w:after="200"/>
            </w:pPr>
            <w:r>
              <w:rPr>
                <w:b w:val="0"/>
                <w:i/>
              </w:rPr>
              <w:t>&lt;Objectif(s) spécifique(s) (effets directs)&gt;</w:t>
            </w:r>
          </w:p>
        </w:tc>
      </w:tr>
      <w:tr w:rsidR="00546226" w14:paraId="5DBC3DFC" w14:textId="77777777" w:rsidTr="005462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7" w:type="dxa"/>
            <w:gridSpan w:val="2"/>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020BB805" w14:textId="77777777" w:rsidR="00546226" w:rsidRDefault="00546226">
            <w:pPr>
              <w:spacing w:after="200"/>
            </w:pPr>
            <w:r>
              <w:t>Bénéficiaires directs (ventilés par catégorie socio-économique, nombre, genre)</w:t>
            </w:r>
          </w:p>
          <w:p w14:paraId="169F3D0F" w14:textId="77777777" w:rsidR="00546226" w:rsidRDefault="00546226">
            <w:pPr>
              <w:spacing w:after="200"/>
              <w:rPr>
                <w:b w:val="0"/>
              </w:rPr>
            </w:pPr>
            <w:r>
              <w:rPr>
                <w:b w:val="0"/>
              </w:rPr>
              <w:t>(Ajoutez des lignes si nécessaire)</w:t>
            </w:r>
          </w:p>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5F6267D" w14:textId="77777777" w:rsidR="00546226" w:rsidRDefault="00546226">
            <w:pPr>
              <w:spacing w:after="200"/>
              <w:jc w:val="center"/>
              <w:rPr>
                <w:b/>
              </w:rPr>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7F2F8989" w14:textId="77777777" w:rsidR="00546226" w:rsidRDefault="00546226">
            <w:pPr>
              <w:spacing w:after="200"/>
              <w:jc w:val="center"/>
            </w:pPr>
            <w:r>
              <w:t>Nombres femmes</w:t>
            </w:r>
          </w:p>
        </w:tc>
      </w:tr>
      <w:tr w:rsidR="00546226" w14:paraId="334B6363" w14:textId="77777777" w:rsidTr="001C5D6F">
        <w:trPr>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19A2D812"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1747F71E" w14:textId="77777777" w:rsidR="00546226" w:rsidRDefault="00546226">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3EE005CD" w14:textId="77777777" w:rsidR="00546226" w:rsidRDefault="00546226">
            <w:pPr>
              <w:spacing w:after="200"/>
            </w:pPr>
          </w:p>
        </w:tc>
      </w:tr>
      <w:tr w:rsidR="00546226" w14:paraId="6E7C2A1E" w14:textId="77777777" w:rsidTr="001C5D6F">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6E30A59A"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B4E0093" w14:textId="77777777" w:rsidR="00546226" w:rsidRDefault="00546226">
            <w:pPr>
              <w:spacing w:after="200"/>
              <w:jc w:val="center"/>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A78FC84" w14:textId="77777777" w:rsidR="00546226" w:rsidRDefault="00546226">
            <w:pPr>
              <w:spacing w:after="200"/>
            </w:pPr>
          </w:p>
        </w:tc>
      </w:tr>
      <w:tr w:rsidR="00546226" w14:paraId="1A7F8F3E" w14:textId="77777777" w:rsidTr="001C5D6F">
        <w:trPr>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2C68BCC2"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491E1BB1" w14:textId="77777777" w:rsidR="00546226" w:rsidRDefault="00546226">
            <w:pPr>
              <w:spacing w:after="200"/>
            </w:pPr>
            <w:r>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23193E81" w14:textId="77777777" w:rsidR="00546226" w:rsidRDefault="00546226">
            <w:pPr>
              <w:spacing w:after="200"/>
            </w:pPr>
          </w:p>
        </w:tc>
      </w:tr>
      <w:tr w:rsidR="00546226" w14:paraId="02A69D28" w14:textId="77777777" w:rsidTr="00546226">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2AA6EFBA"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614780DE" w14:textId="77777777" w:rsidR="00546226" w:rsidRDefault="00546226">
            <w:pPr>
              <w:spacing w:after="200"/>
              <w:jc w:val="center"/>
              <w:rPr>
                <w:b/>
              </w:rPr>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0F27BDBC" w14:textId="77777777" w:rsidR="00546226" w:rsidRDefault="00546226">
            <w:pPr>
              <w:spacing w:after="200"/>
              <w:jc w:val="center"/>
              <w:rPr>
                <w:bCs w:val="0"/>
              </w:rPr>
            </w:pPr>
            <w:r>
              <w:t>Nombres hommes</w:t>
            </w:r>
          </w:p>
        </w:tc>
      </w:tr>
      <w:tr w:rsidR="00546226" w14:paraId="6568EF15" w14:textId="77777777" w:rsidTr="001C5D6F">
        <w:trPr>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4CE7C26D"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21AA098" w14:textId="77777777" w:rsidR="00546226" w:rsidRDefault="00546226">
            <w:pPr>
              <w:spacing w:after="200"/>
              <w:jc w:val="center"/>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028FE5A0" w14:textId="77777777" w:rsidR="00546226" w:rsidRDefault="00546226">
            <w:pPr>
              <w:spacing w:after="200"/>
            </w:pPr>
          </w:p>
        </w:tc>
      </w:tr>
      <w:tr w:rsidR="00546226" w14:paraId="1D6C120A" w14:textId="77777777" w:rsidTr="001C5D6F">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5A8EF2C"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3CEC1CBD" w14:textId="77777777" w:rsidR="00546226" w:rsidRDefault="00546226">
            <w:pPr>
              <w:spacing w:after="200"/>
              <w:jc w:val="center"/>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49174983" w14:textId="77777777" w:rsidR="00546226" w:rsidRDefault="00546226">
            <w:pPr>
              <w:spacing w:after="200"/>
            </w:pPr>
          </w:p>
        </w:tc>
      </w:tr>
      <w:tr w:rsidR="00546226" w14:paraId="44129E37" w14:textId="77777777" w:rsidTr="001C5D6F">
        <w:trPr>
          <w:trHeight w:val="165"/>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5FCCF3D"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5EA74D8C" w14:textId="77777777" w:rsidR="00546226" w:rsidRDefault="00546226">
            <w:pPr>
              <w:spacing w:after="200"/>
            </w:pPr>
            <w:r>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5356CD66" w14:textId="77777777" w:rsidR="00546226" w:rsidRDefault="00546226">
            <w:pPr>
              <w:spacing w:after="200"/>
            </w:pPr>
          </w:p>
        </w:tc>
      </w:tr>
      <w:tr w:rsidR="00546226" w14:paraId="6C1A8E1B" w14:textId="77777777" w:rsidTr="0054622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37" w:type="dxa"/>
            <w:gridSpan w:val="2"/>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194C8DDB" w14:textId="77777777" w:rsidR="00546226" w:rsidRDefault="00546226">
            <w:pPr>
              <w:spacing w:after="200"/>
            </w:pPr>
            <w:r>
              <w:t xml:space="preserve">Bénéficiaires indirects (ventilés par catégorie socio-économique, nombre, genre) </w:t>
            </w:r>
          </w:p>
          <w:p w14:paraId="28EAD749" w14:textId="77777777" w:rsidR="00546226" w:rsidRDefault="00546226">
            <w:pPr>
              <w:spacing w:after="200"/>
              <w:rPr>
                <w:b w:val="0"/>
              </w:rPr>
            </w:pPr>
            <w:r>
              <w:rPr>
                <w:b w:val="0"/>
              </w:rPr>
              <w:lastRenderedPageBreak/>
              <w:t>(Ajoutez des lignes si nécessaire)</w:t>
            </w:r>
          </w:p>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5451E55C" w14:textId="77777777" w:rsidR="00546226" w:rsidRDefault="00546226">
            <w:pPr>
              <w:spacing w:after="200"/>
              <w:jc w:val="center"/>
              <w:rPr>
                <w:b/>
              </w:rPr>
            </w:pPr>
            <w:r>
              <w:rPr>
                <w:b/>
              </w:rPr>
              <w:lastRenderedPageBreak/>
              <w:t>Catégorie socio-économique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4D8CC17" w14:textId="77777777" w:rsidR="00546226" w:rsidRDefault="00546226">
            <w:pPr>
              <w:spacing w:after="200"/>
              <w:jc w:val="center"/>
              <w:rPr>
                <w:b w:val="0"/>
              </w:rPr>
            </w:pPr>
            <w:r>
              <w:t>Nombre femmes</w:t>
            </w:r>
          </w:p>
        </w:tc>
      </w:tr>
      <w:tr w:rsidR="00546226" w14:paraId="6AF92E3A" w14:textId="77777777" w:rsidTr="001C5D6F">
        <w:trPr>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51CA9665"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3F892CE" w14:textId="77777777" w:rsidR="00546226" w:rsidRDefault="00546226">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224DB2D" w14:textId="77777777" w:rsidR="00546226" w:rsidRDefault="00546226">
            <w:pPr>
              <w:spacing w:after="200"/>
            </w:pPr>
          </w:p>
        </w:tc>
      </w:tr>
      <w:tr w:rsidR="00546226" w14:paraId="21939185" w14:textId="77777777" w:rsidTr="001C5D6F">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746F61F3"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700DA348" w14:textId="77777777" w:rsidR="00546226" w:rsidRDefault="00546226">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63DF2AC" w14:textId="77777777" w:rsidR="00546226" w:rsidRDefault="00546226">
            <w:pPr>
              <w:spacing w:after="200"/>
            </w:pPr>
          </w:p>
        </w:tc>
      </w:tr>
      <w:tr w:rsidR="00546226" w14:paraId="1EA064E3" w14:textId="77777777" w:rsidTr="001C5D6F">
        <w:trPr>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35425769"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4D20248C" w14:textId="77777777" w:rsidR="00546226" w:rsidRDefault="00546226">
            <w:pPr>
              <w:spacing w:after="200"/>
            </w:pPr>
            <w:r>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6526DAAF" w14:textId="77777777" w:rsidR="00546226" w:rsidRDefault="00546226">
            <w:pPr>
              <w:spacing w:after="200"/>
            </w:pPr>
          </w:p>
        </w:tc>
      </w:tr>
      <w:tr w:rsidR="00546226" w14:paraId="4F3BF737" w14:textId="77777777" w:rsidTr="00546226">
        <w:trPr>
          <w:cnfStyle w:val="000000100000" w:firstRow="0" w:lastRow="0" w:firstColumn="0" w:lastColumn="0" w:oddVBand="0" w:evenVBand="0" w:oddHBand="1"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0A4B0EDE"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7C86092D" w14:textId="77777777" w:rsidR="00546226" w:rsidRDefault="00546226">
            <w:pPr>
              <w:spacing w:after="200"/>
            </w:pPr>
            <w:r>
              <w:rPr>
                <w:b/>
              </w:rPr>
              <w:t>Catégorie socio- économique</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accent3" w:themeFillTint="33"/>
            <w:hideMark/>
          </w:tcPr>
          <w:p w14:paraId="3D1AFBD5" w14:textId="77777777" w:rsidR="00546226" w:rsidRDefault="00546226">
            <w:pPr>
              <w:spacing w:after="200"/>
            </w:pPr>
            <w:r>
              <w:t>Nombres hommes</w:t>
            </w:r>
          </w:p>
        </w:tc>
      </w:tr>
      <w:tr w:rsidR="00546226" w14:paraId="5BAADF2D" w14:textId="77777777" w:rsidTr="001C5D6F">
        <w:trPr>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4A87D4D8"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7FD3078" w14:textId="77777777" w:rsidR="00546226" w:rsidRDefault="00546226">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273948CE" w14:textId="77777777" w:rsidR="00546226" w:rsidRDefault="00546226">
            <w:pPr>
              <w:spacing w:after="200"/>
            </w:pPr>
          </w:p>
        </w:tc>
      </w:tr>
      <w:tr w:rsidR="00546226" w14:paraId="56CA838E" w14:textId="77777777" w:rsidTr="001C5D6F">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4540A11B"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5B7167E4" w14:textId="77777777" w:rsidR="00546226" w:rsidRDefault="00546226">
            <w:pPr>
              <w:spacing w:after="200"/>
            </w:pP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28AB82ED" w14:textId="77777777" w:rsidR="00546226" w:rsidRDefault="00546226">
            <w:pPr>
              <w:spacing w:after="200"/>
            </w:pPr>
          </w:p>
        </w:tc>
      </w:tr>
      <w:tr w:rsidR="00546226" w14:paraId="69F71544" w14:textId="77777777" w:rsidTr="001C5D6F">
        <w:trPr>
          <w:trHeight w:val="210"/>
        </w:trPr>
        <w:tc>
          <w:tcPr>
            <w:cnfStyle w:val="001000000000" w:firstRow="0" w:lastRow="0" w:firstColumn="1" w:lastColumn="0" w:oddVBand="0" w:evenVBand="0" w:oddHBand="0" w:evenHBand="0" w:firstRowFirstColumn="0" w:firstRowLastColumn="0" w:lastRowFirstColumn="0" w:lastRowLastColumn="0"/>
            <w:tcW w:w="12465" w:type="dxa"/>
            <w:gridSpan w:val="2"/>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3225C70A" w14:textId="77777777" w:rsidR="00546226" w:rsidRDefault="00546226"/>
        </w:tc>
        <w:tc>
          <w:tcPr>
            <w:cnfStyle w:val="000010000000" w:firstRow="0" w:lastRow="0" w:firstColumn="0" w:lastColumn="0" w:oddVBand="1" w:evenVBand="0" w:oddHBand="0" w:evenHBand="0" w:firstRowFirstColumn="0" w:firstRowLastColumn="0" w:lastRowFirstColumn="0" w:lastRowLastColumn="0"/>
            <w:tcW w:w="5248"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hideMark/>
          </w:tcPr>
          <w:p w14:paraId="6E51860C" w14:textId="77777777" w:rsidR="00546226" w:rsidRDefault="00546226">
            <w:pPr>
              <w:spacing w:after="200"/>
              <w:rPr>
                <w:b/>
                <w:bCs/>
              </w:rPr>
            </w:pPr>
            <w:r>
              <w:rPr>
                <w:b/>
                <w:bCs/>
              </w:rPr>
              <w:t>Total</w:t>
            </w:r>
          </w:p>
        </w:tc>
        <w:tc>
          <w:tcPr>
            <w:cnfStyle w:val="000100000000" w:firstRow="0" w:lastRow="0" w:firstColumn="0" w:lastColumn="1" w:oddVBand="0" w:evenVBand="0" w:oddHBand="0" w:evenHBand="0" w:firstRowFirstColumn="0" w:firstRowLastColumn="0" w:lastRowFirstColumn="0" w:lastRowLastColumn="0"/>
            <w:tcW w:w="198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shd w:val="clear" w:color="auto" w:fill="auto"/>
          </w:tcPr>
          <w:p w14:paraId="48907C23" w14:textId="77777777" w:rsidR="00546226" w:rsidRDefault="00546226">
            <w:pPr>
              <w:spacing w:after="200"/>
            </w:pPr>
          </w:p>
        </w:tc>
      </w:tr>
      <w:tr w:rsidR="00546226" w:rsidRPr="00546226" w14:paraId="2B07C38E" w14:textId="77777777" w:rsidTr="005462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6F7C7A4" w14:textId="77777777" w:rsidR="00546226" w:rsidRDefault="00546226">
            <w:pPr>
              <w:spacing w:after="200"/>
            </w:pPr>
            <w:r>
              <w:t>Résultats escomptés (il s’agit de la production finale à laquelle ce projet doit aboutir à l’issue de la période de réalisation)</w:t>
            </w:r>
          </w:p>
          <w:p w14:paraId="2AB2B4AC" w14:textId="77777777" w:rsidR="00546226" w:rsidRDefault="00546226">
            <w:pPr>
              <w:spacing w:after="200"/>
              <w:rPr>
                <w:bCs w:val="0"/>
              </w:rPr>
            </w:pPr>
            <w:r>
              <w:rPr>
                <w:b w:val="0"/>
              </w:rPr>
              <w:t>[Présentation des résultats quantitatifs et qualitatifs attendus pour contribuer aux objectif(s) spécifique(s), (1 à 3 résultats maximum par objectif spécifique)]</w:t>
            </w:r>
          </w:p>
          <w:p w14:paraId="24C9F903" w14:textId="77777777" w:rsidR="00546226" w:rsidRDefault="00546226">
            <w:pPr>
              <w:spacing w:after="200"/>
            </w:pPr>
            <w:r>
              <w:t>Il est à noter qu’au moins un résultat attendu, ainsi que les indicateurs qui en découlent, doit viser spécifiquement la réduction des inégalités entre les sexes.</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7362A959" w14:textId="77777777" w:rsidR="00546226" w:rsidRDefault="00546226">
            <w:pPr>
              <w:spacing w:after="200"/>
            </w:pPr>
          </w:p>
        </w:tc>
      </w:tr>
      <w:tr w:rsidR="00546226" w:rsidRPr="00546226" w14:paraId="733446C0" w14:textId="77777777" w:rsidTr="00546226">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4D81C2" w:themeColor="text1" w:themeTint="99"/>
              <w:left w:val="single" w:sz="4" w:space="0" w:color="4D81C2" w:themeColor="text1" w:themeTint="99"/>
              <w:bottom w:val="single" w:sz="4" w:space="0" w:color="88ABD6" w:themeColor="text1" w:themeTint="66"/>
              <w:right w:val="single" w:sz="4" w:space="0" w:color="4D81C2" w:themeColor="text1" w:themeTint="99"/>
            </w:tcBorders>
            <w:hideMark/>
          </w:tcPr>
          <w:p w14:paraId="63E5DAC0" w14:textId="77777777" w:rsidR="00546226" w:rsidRDefault="00546226">
            <w:pPr>
              <w:spacing w:after="200"/>
            </w:pPr>
            <w:r>
              <w:t>Principales activités (Indiquez seulement les titres des activités liées à chaque résultat attendu)</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4D81C2" w:themeColor="text1" w:themeTint="99"/>
              <w:left w:val="single" w:sz="4" w:space="0" w:color="4D81C2" w:themeColor="text1" w:themeTint="99"/>
              <w:bottom w:val="single" w:sz="4" w:space="0" w:color="88ABD6" w:themeColor="text1" w:themeTint="66"/>
              <w:right w:val="single" w:sz="4" w:space="0" w:color="4D81C2" w:themeColor="text1" w:themeTint="99"/>
            </w:tcBorders>
          </w:tcPr>
          <w:p w14:paraId="0405F27D" w14:textId="77777777" w:rsidR="00546226" w:rsidRDefault="00546226">
            <w:pPr>
              <w:spacing w:after="200"/>
            </w:pPr>
          </w:p>
        </w:tc>
      </w:tr>
      <w:tr w:rsidR="00546226" w:rsidRPr="00546226" w14:paraId="4FA89DE0" w14:textId="77777777" w:rsidTr="00546226">
        <w:trPr>
          <w:cnfStyle w:val="010000000000" w:firstRow="0" w:lastRow="1" w:firstColumn="0" w:lastColumn="0" w:oddVBand="0" w:evenVBand="0" w:oddHBand="0" w:evenHBand="0" w:firstRowFirstColumn="0" w:firstRowLastColumn="0" w:lastRowFirstColumn="0" w:lastRowLastColumn="0"/>
          <w:trHeight w:val="1057"/>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88ABD6" w:themeColor="text1" w:themeTint="66"/>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text1" w:themeFillTint="33"/>
            <w:hideMark/>
          </w:tcPr>
          <w:p w14:paraId="378B2D6F" w14:textId="77777777" w:rsidR="00546226" w:rsidRDefault="00546226">
            <w:pPr>
              <w:spacing w:after="200"/>
            </w:pPr>
            <w:r>
              <w:t>Partenaires prévus pour ce projet (Indiquez leur rôle dans le projet)</w:t>
            </w:r>
          </w:p>
          <w:p w14:paraId="715AD490" w14:textId="77777777" w:rsidR="00546226" w:rsidRDefault="00546226">
            <w:pPr>
              <w:spacing w:after="200"/>
            </w:pPr>
            <w:r>
              <w:rPr>
                <w:b w:val="0"/>
                <w:i/>
              </w:rPr>
              <w:t>Nota bene : il s’agit des organismes impliqués dans l’action qui ont signé le mandat pour le demandeur principal et la déclaration de partenariat.</w:t>
            </w:r>
          </w:p>
        </w:tc>
        <w:tc>
          <w:tcPr>
            <w:cnfStyle w:val="000100000000" w:firstRow="0" w:lastRow="0" w:firstColumn="0" w:lastColumn="1" w:oddVBand="0" w:evenVBand="0" w:oddHBand="0" w:evenHBand="0" w:firstRowFirstColumn="0" w:firstRowLastColumn="0" w:lastRowFirstColumn="0" w:lastRowLastColumn="0"/>
            <w:tcW w:w="7233" w:type="dxa"/>
            <w:gridSpan w:val="2"/>
            <w:tcBorders>
              <w:top w:val="single" w:sz="4" w:space="0" w:color="88ABD6" w:themeColor="text1" w:themeTint="66"/>
              <w:left w:val="single" w:sz="4" w:space="0" w:color="4D81C2" w:themeColor="text1" w:themeTint="99"/>
              <w:bottom w:val="single" w:sz="4" w:space="0" w:color="4D81C2" w:themeColor="text1" w:themeTint="99"/>
              <w:right w:val="single" w:sz="4" w:space="0" w:color="4D81C2" w:themeColor="text1" w:themeTint="99"/>
            </w:tcBorders>
            <w:shd w:val="clear" w:color="auto" w:fill="C3D5EA" w:themeFill="text1" w:themeFillTint="33"/>
          </w:tcPr>
          <w:p w14:paraId="44997EF7" w14:textId="77777777" w:rsidR="00546226" w:rsidRDefault="00546226">
            <w:pPr>
              <w:spacing w:after="200"/>
            </w:pPr>
          </w:p>
        </w:tc>
        <w:bookmarkEnd w:id="0"/>
      </w:tr>
    </w:tbl>
    <w:p w14:paraId="48BB285C" w14:textId="77777777" w:rsidR="008747E4" w:rsidRPr="008747E4" w:rsidRDefault="008747E4" w:rsidP="0075607D">
      <w:pPr>
        <w:spacing w:after="200" w:line="240" w:lineRule="auto"/>
        <w:ind w:left="-426"/>
      </w:pPr>
    </w:p>
    <w:p w14:paraId="4F0833BA" w14:textId="77777777" w:rsidR="0049604D" w:rsidRPr="0049604D" w:rsidRDefault="0049604D" w:rsidP="0075607D">
      <w:pPr>
        <w:pStyle w:val="soustitre"/>
        <w:ind w:left="-426"/>
      </w:pPr>
      <w:r w:rsidRPr="0049604D">
        <w:t xml:space="preserve">2.2 PERTINENCE DE L’ACTION </w:t>
      </w:r>
    </w:p>
    <w:p w14:paraId="08B54C67" w14:textId="197CEDF5" w:rsidR="0049604D" w:rsidRPr="00C90431" w:rsidRDefault="0049604D" w:rsidP="0075607D">
      <w:pPr>
        <w:spacing w:after="200" w:line="240" w:lineRule="auto"/>
        <w:ind w:left="-426"/>
        <w:jc w:val="both"/>
        <w:rPr>
          <w:b/>
          <w:bCs/>
          <w:sz w:val="22"/>
        </w:rPr>
      </w:pPr>
      <w:r w:rsidRPr="00C90431">
        <w:rPr>
          <w:b/>
          <w:bCs/>
          <w:sz w:val="22"/>
        </w:rPr>
        <w:t>2.2.1 Pertinence par rapport aux obje</w:t>
      </w:r>
      <w:r w:rsidR="003877CA">
        <w:rPr>
          <w:b/>
          <w:bCs/>
          <w:sz w:val="22"/>
        </w:rPr>
        <w:t xml:space="preserve">ctifs/secteurs/thèmes/priorités </w:t>
      </w:r>
      <w:r w:rsidRPr="00C90431">
        <w:rPr>
          <w:b/>
          <w:bCs/>
          <w:sz w:val="22"/>
        </w:rPr>
        <w:t>spécifiques d</w:t>
      </w:r>
      <w:r w:rsidR="00161144">
        <w:rPr>
          <w:b/>
          <w:bCs/>
          <w:sz w:val="22"/>
        </w:rPr>
        <w:t>u dispositif de financement</w:t>
      </w:r>
    </w:p>
    <w:p w14:paraId="040AD2D3" w14:textId="68C194F0" w:rsidR="0049604D" w:rsidRPr="004760C4" w:rsidRDefault="007D2BA0" w:rsidP="0075607D">
      <w:pPr>
        <w:tabs>
          <w:tab w:val="left" w:pos="567"/>
        </w:tabs>
        <w:spacing w:before="120" w:line="240" w:lineRule="auto"/>
        <w:ind w:left="-426"/>
        <w:jc w:val="both"/>
        <w:rPr>
          <w:rFonts w:asciiTheme="majorHAnsi" w:hAnsiTheme="majorHAnsi" w:cstheme="majorHAnsi"/>
          <w:i/>
          <w:szCs w:val="20"/>
        </w:rPr>
      </w:pPr>
      <w:r w:rsidRPr="004760C4">
        <w:rPr>
          <w:rFonts w:asciiTheme="majorHAnsi" w:hAnsiTheme="majorHAnsi" w:cstheme="majorHAnsi"/>
          <w:i/>
          <w:szCs w:val="20"/>
        </w:rPr>
        <w:t xml:space="preserve">2.2.1.1 </w:t>
      </w:r>
      <w:r w:rsidR="0049604D" w:rsidRPr="004760C4">
        <w:rPr>
          <w:rFonts w:asciiTheme="majorHAnsi" w:hAnsiTheme="majorHAnsi" w:cstheme="majorHAnsi"/>
          <w:i/>
          <w:szCs w:val="20"/>
        </w:rPr>
        <w:t>Pertinence de l’action par rapport aux objectifs et</w:t>
      </w:r>
      <w:r w:rsidR="00241DD7">
        <w:rPr>
          <w:rFonts w:asciiTheme="majorHAnsi" w:hAnsiTheme="majorHAnsi" w:cstheme="majorHAnsi"/>
          <w:i/>
          <w:szCs w:val="20"/>
        </w:rPr>
        <w:t xml:space="preserve"> priorités </w:t>
      </w:r>
      <w:r w:rsidR="00161144">
        <w:rPr>
          <w:rFonts w:asciiTheme="majorHAnsi" w:hAnsiTheme="majorHAnsi" w:cstheme="majorHAnsi"/>
          <w:i/>
          <w:szCs w:val="20"/>
        </w:rPr>
        <w:t xml:space="preserve">du </w:t>
      </w:r>
      <w:r w:rsidR="00161144" w:rsidRPr="00161144">
        <w:rPr>
          <w:rFonts w:asciiTheme="majorHAnsi" w:hAnsiTheme="majorHAnsi" w:cstheme="majorHAnsi"/>
          <w:i/>
          <w:szCs w:val="20"/>
        </w:rPr>
        <w:t>dispositif de financement</w:t>
      </w:r>
    </w:p>
    <w:p w14:paraId="2E46A618" w14:textId="77777777" w:rsidR="00011D27" w:rsidRPr="004760C4" w:rsidRDefault="00011D27" w:rsidP="0075607D">
      <w:pPr>
        <w:tabs>
          <w:tab w:val="left" w:pos="567"/>
        </w:tabs>
        <w:spacing w:before="120" w:line="240" w:lineRule="auto"/>
        <w:ind w:left="-426"/>
        <w:jc w:val="both"/>
        <w:rPr>
          <w:rFonts w:asciiTheme="majorHAnsi" w:hAnsiTheme="majorHAnsi" w:cstheme="majorHAnsi"/>
          <w:i/>
          <w:szCs w:val="20"/>
        </w:rPr>
      </w:pPr>
    </w:p>
    <w:p w14:paraId="675EBE75" w14:textId="4FBCB3D3" w:rsidR="008747E4" w:rsidRPr="004760C4" w:rsidRDefault="0049604D" w:rsidP="0075607D">
      <w:pPr>
        <w:pStyle w:val="Textedemiseenvidence"/>
        <w:ind w:left="-426"/>
        <w:rPr>
          <w:sz w:val="20"/>
          <w:szCs w:val="20"/>
        </w:rPr>
      </w:pPr>
      <w:r w:rsidRPr="004760C4">
        <w:rPr>
          <w:sz w:val="20"/>
          <w:szCs w:val="20"/>
        </w:rPr>
        <w:t>Veuillez cocher la case correspondante et ajouter des précisions</w:t>
      </w:r>
      <w:r w:rsidR="003877CA" w:rsidRPr="004760C4">
        <w:rPr>
          <w:sz w:val="20"/>
          <w:szCs w:val="20"/>
        </w:rPr>
        <w:t> :</w:t>
      </w:r>
    </w:p>
    <w:tbl>
      <w:tblPr>
        <w:tblStyle w:val="Tabellagriglia6acolori"/>
        <w:tblW w:w="10201" w:type="dxa"/>
        <w:jc w:val="center"/>
        <w:tblLook w:val="04A0" w:firstRow="1" w:lastRow="0" w:firstColumn="1" w:lastColumn="0" w:noHBand="0" w:noVBand="1"/>
      </w:tblPr>
      <w:tblGrid>
        <w:gridCol w:w="1784"/>
        <w:gridCol w:w="2104"/>
        <w:gridCol w:w="2104"/>
        <w:gridCol w:w="2104"/>
        <w:gridCol w:w="2105"/>
      </w:tblGrid>
      <w:tr w:rsidR="00546226" w:rsidRPr="00546226" w14:paraId="56101F14" w14:textId="77777777" w:rsidTr="005462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84" w:type="dxa"/>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3AB1A28" w14:textId="77777777" w:rsidR="00546226" w:rsidRDefault="00546226">
            <w:pPr>
              <w:tabs>
                <w:tab w:val="left" w:pos="567"/>
              </w:tabs>
              <w:spacing w:before="120"/>
              <w:rPr>
                <w:rFonts w:asciiTheme="majorHAnsi" w:hAnsiTheme="majorHAnsi" w:cstheme="majorHAnsi"/>
                <w:b w:val="0"/>
                <w:bCs w:val="0"/>
                <w:iCs/>
                <w:szCs w:val="20"/>
                <w:highlight w:val="yellow"/>
              </w:rPr>
            </w:pPr>
            <w:r>
              <w:rPr>
                <w:rFonts w:asciiTheme="majorHAnsi" w:hAnsiTheme="majorHAnsi" w:cstheme="majorHAnsi"/>
                <w:iCs/>
                <w:szCs w:val="20"/>
              </w:rPr>
              <w:t>Le projet est porté par :</w:t>
            </w:r>
          </w:p>
        </w:tc>
        <w:tc>
          <w:tcPr>
            <w:tcW w:w="2104" w:type="dxa"/>
            <w:tcBorders>
              <w:top w:val="single" w:sz="4" w:space="0" w:color="4D81C2" w:themeColor="text1" w:themeTint="99"/>
              <w:left w:val="single" w:sz="4" w:space="0" w:color="4D81C2" w:themeColor="text1" w:themeTint="99"/>
              <w:right w:val="single" w:sz="4" w:space="0" w:color="4D81C2" w:themeColor="text1" w:themeTint="99"/>
            </w:tcBorders>
            <w:hideMark/>
          </w:tcPr>
          <w:p w14:paraId="761744E6" w14:textId="77777777" w:rsidR="00546226" w:rsidRDefault="00546226">
            <w:pPr>
              <w:pStyle w:val="Contenu"/>
              <w:jc w:val="center"/>
              <w:cnfStyle w:val="100000000000" w:firstRow="1" w:lastRow="0" w:firstColumn="0" w:lastColumn="0" w:oddVBand="0" w:evenVBand="0" w:oddHBand="0" w:evenHBand="0" w:firstRowFirstColumn="0" w:firstRowLastColumn="0" w:lastRowFirstColumn="0" w:lastRowLastColumn="0"/>
            </w:pPr>
            <w:r>
              <w:t>Association marocaine installée dans la région de l’Oriental ou dans le Souss Massa</w:t>
            </w:r>
          </w:p>
        </w:tc>
        <w:tc>
          <w:tcPr>
            <w:tcW w:w="2104" w:type="dxa"/>
            <w:tcBorders>
              <w:top w:val="single" w:sz="4" w:space="0" w:color="4D81C2" w:themeColor="text1" w:themeTint="99"/>
              <w:left w:val="single" w:sz="4" w:space="0" w:color="4D81C2" w:themeColor="text1" w:themeTint="99"/>
              <w:right w:val="single" w:sz="4" w:space="0" w:color="4D81C2" w:themeColor="text1" w:themeTint="99"/>
            </w:tcBorders>
            <w:hideMark/>
          </w:tcPr>
          <w:p w14:paraId="75BB199F" w14:textId="77777777" w:rsidR="00546226" w:rsidRDefault="00546226">
            <w:pPr>
              <w:pStyle w:val="Contenu"/>
              <w:jc w:val="center"/>
              <w:cnfStyle w:val="100000000000" w:firstRow="1" w:lastRow="0" w:firstColumn="0" w:lastColumn="0" w:oddVBand="0" w:evenVBand="0" w:oddHBand="0" w:evenHBand="0" w:firstRowFirstColumn="0" w:firstRowLastColumn="0" w:lastRowFirstColumn="0" w:lastRowLastColumn="0"/>
            </w:pPr>
            <w:r>
              <w:t>Association ou coopérative de la diaspora installée dans un pays tiers</w:t>
            </w:r>
          </w:p>
        </w:tc>
        <w:tc>
          <w:tcPr>
            <w:tcW w:w="2104" w:type="dxa"/>
            <w:tcBorders>
              <w:top w:val="single" w:sz="4" w:space="0" w:color="4D81C2" w:themeColor="text1" w:themeTint="99"/>
              <w:left w:val="single" w:sz="4" w:space="0" w:color="4D81C2" w:themeColor="text1" w:themeTint="99"/>
              <w:right w:val="single" w:sz="4" w:space="0" w:color="4D81C2" w:themeColor="text1" w:themeTint="99"/>
            </w:tcBorders>
            <w:hideMark/>
          </w:tcPr>
          <w:p w14:paraId="25D2E286" w14:textId="77777777" w:rsidR="00546226" w:rsidRDefault="00546226">
            <w:pPr>
              <w:pStyle w:val="Contenu"/>
              <w:jc w:val="center"/>
              <w:cnfStyle w:val="100000000000" w:firstRow="1" w:lastRow="0" w:firstColumn="0" w:lastColumn="0" w:oddVBand="0" w:evenVBand="0" w:oddHBand="0" w:evenHBand="0" w:firstRowFirstColumn="0" w:firstRowLastColumn="0" w:lastRowFirstColumn="0" w:lastRowLastColumn="0"/>
            </w:pPr>
            <w:r>
              <w:t>Association de RPT</w:t>
            </w:r>
            <w:r>
              <w:rPr>
                <w:rStyle w:val="Rimandonotaapidipagina"/>
              </w:rPr>
              <w:footnoteReference w:id="4"/>
            </w:r>
            <w:r>
              <w:t xml:space="preserve"> installée dans la région de l’Oriental ou dans le Souss Massa</w:t>
            </w:r>
          </w:p>
        </w:tc>
        <w:tc>
          <w:tcPr>
            <w:tcW w:w="2105" w:type="dxa"/>
            <w:tcBorders>
              <w:top w:val="single" w:sz="4" w:space="0" w:color="4D81C2" w:themeColor="text1" w:themeTint="99"/>
              <w:left w:val="single" w:sz="4" w:space="0" w:color="4D81C2" w:themeColor="text1" w:themeTint="99"/>
              <w:right w:val="single" w:sz="4" w:space="0" w:color="4D81C2" w:themeColor="text1" w:themeTint="99"/>
            </w:tcBorders>
            <w:hideMark/>
          </w:tcPr>
          <w:p w14:paraId="2648E89A" w14:textId="77777777" w:rsidR="00546226" w:rsidRDefault="00546226">
            <w:pPr>
              <w:pStyle w:val="Contenu"/>
              <w:jc w:val="center"/>
              <w:cnfStyle w:val="100000000000" w:firstRow="1" w:lastRow="0" w:firstColumn="0" w:lastColumn="0" w:oddVBand="0" w:evenVBand="0" w:oddHBand="0" w:evenHBand="0" w:firstRowFirstColumn="0" w:firstRowLastColumn="0" w:lastRowFirstColumn="0" w:lastRowLastColumn="0"/>
            </w:pPr>
            <w:r>
              <w:t>Coopérative installée dans la région de l’Oriental ou dans le Souss Massa</w:t>
            </w:r>
          </w:p>
        </w:tc>
      </w:tr>
      <w:tr w:rsidR="00546226" w:rsidRPr="00546226" w14:paraId="2EF92A13" w14:textId="77777777" w:rsidTr="00546226">
        <w:trPr>
          <w:cnfStyle w:val="000000100000" w:firstRow="0" w:lastRow="0" w:firstColumn="0" w:lastColumn="0" w:oddVBand="0" w:evenVBand="0" w:oddHBand="1" w:evenHBand="0" w:firstRowFirstColumn="0" w:firstRowLastColumn="0" w:lastRowFirstColumn="0" w:lastRowLastColumn="0"/>
          <w:trHeight w:val="811"/>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438538E1" w14:textId="77777777" w:rsidR="00546226" w:rsidRDefault="00546226">
            <w:pPr>
              <w:rPr>
                <w:rFonts w:asciiTheme="majorHAnsi" w:hAnsiTheme="majorHAnsi" w:cstheme="majorHAnsi"/>
                <w:iCs/>
                <w:szCs w:val="20"/>
                <w:highlight w:val="yellow"/>
              </w:rPr>
            </w:pP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68E3D7D1"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07DB6317"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06752DFE"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c>
          <w:tcPr>
            <w:tcW w:w="210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58722B6F"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r>
      <w:tr w:rsidR="00546226" w14:paraId="587297F9" w14:textId="77777777" w:rsidTr="00546226">
        <w:trPr>
          <w:jc w:val="center"/>
        </w:trPr>
        <w:tc>
          <w:tcPr>
            <w:cnfStyle w:val="001000000000" w:firstRow="0" w:lastRow="0" w:firstColumn="1" w:lastColumn="0" w:oddVBand="0" w:evenVBand="0" w:oddHBand="0" w:evenHBand="0" w:firstRowFirstColumn="0" w:firstRowLastColumn="0" w:lastRowFirstColumn="0" w:lastRowLastColumn="0"/>
            <w:tcW w:w="1784" w:type="dxa"/>
            <w:vMerge w:val="restart"/>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27CFF232" w14:textId="77777777" w:rsidR="00546226" w:rsidRDefault="00546226">
            <w:pPr>
              <w:tabs>
                <w:tab w:val="left" w:pos="567"/>
              </w:tabs>
              <w:spacing w:before="120"/>
              <w:rPr>
                <w:rFonts w:asciiTheme="majorHAnsi" w:hAnsiTheme="majorHAnsi" w:cstheme="majorHAnsi"/>
                <w:b w:val="0"/>
                <w:bCs w:val="0"/>
                <w:iCs/>
                <w:szCs w:val="20"/>
              </w:rPr>
            </w:pPr>
            <w:r>
              <w:rPr>
                <w:rFonts w:asciiTheme="majorHAnsi" w:hAnsiTheme="majorHAnsi" w:cstheme="majorHAnsi"/>
                <w:iCs/>
                <w:szCs w:val="20"/>
              </w:rPr>
              <w:t>Le projet prévoit des actions à destination de :</w:t>
            </w: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6F8B3317" w14:textId="77777777" w:rsidR="00546226" w:rsidRDefault="00546226">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 xml:space="preserve">MRE femmes et hommes </w:t>
            </w:r>
            <w:r>
              <w:t>installé-e-s</w:t>
            </w:r>
            <w:r>
              <w:rPr>
                <w:rFonts w:asciiTheme="majorHAnsi" w:hAnsiTheme="majorHAnsi" w:cstheme="majorHAnsi"/>
                <w:iCs/>
                <w:szCs w:val="20"/>
              </w:rPr>
              <w:t xml:space="preserve"> à l’étranger</w:t>
            </w: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A33EBC5" w14:textId="77777777" w:rsidR="00546226" w:rsidRDefault="00546226">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MRE de retour femmes et hommes installé-e-s dans la région de l’Oriental</w:t>
            </w:r>
            <w:r>
              <w:t xml:space="preserve"> ou dans le Souss Massa</w:t>
            </w:r>
            <w:r>
              <w:rPr>
                <w:rFonts w:asciiTheme="majorHAnsi" w:hAnsiTheme="majorHAnsi" w:cstheme="majorHAnsi"/>
                <w:iCs/>
                <w:szCs w:val="20"/>
              </w:rPr>
              <w:t xml:space="preserve"> </w:t>
            </w: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44E8CC7E" w14:textId="77777777" w:rsidR="00546226" w:rsidRDefault="00546226">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RPT femmes et hommes installé-e-s dans la région de l’Oriental</w:t>
            </w:r>
            <w:r>
              <w:t xml:space="preserve"> ou dans le Souss Massa</w:t>
            </w:r>
          </w:p>
        </w:tc>
        <w:tc>
          <w:tcPr>
            <w:tcW w:w="210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hideMark/>
          </w:tcPr>
          <w:p w14:paraId="31F9D524" w14:textId="77777777" w:rsidR="00546226" w:rsidRDefault="00546226">
            <w:pPr>
              <w:tabs>
                <w:tab w:val="left" w:pos="567"/>
              </w:tabs>
              <w:spacing w:before="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Population locale</w:t>
            </w:r>
            <w:r>
              <w:rPr>
                <w:rStyle w:val="Rimandonotaapidipagina"/>
                <w:rFonts w:asciiTheme="majorHAnsi" w:hAnsiTheme="majorHAnsi" w:cstheme="majorHAnsi"/>
                <w:iCs/>
                <w:szCs w:val="20"/>
              </w:rPr>
              <w:footnoteReference w:id="5"/>
            </w:r>
          </w:p>
        </w:tc>
      </w:tr>
      <w:tr w:rsidR="00546226" w14:paraId="537305D2" w14:textId="77777777" w:rsidTr="005462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vAlign w:val="center"/>
            <w:hideMark/>
          </w:tcPr>
          <w:p w14:paraId="3F3D19C0" w14:textId="77777777" w:rsidR="00546226" w:rsidRDefault="00546226">
            <w:pPr>
              <w:rPr>
                <w:rFonts w:asciiTheme="majorHAnsi" w:hAnsiTheme="majorHAnsi" w:cstheme="majorHAnsi"/>
                <w:iCs/>
                <w:szCs w:val="20"/>
              </w:rPr>
            </w:pP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2611C2FA"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1271BDB3"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c>
          <w:tcPr>
            <w:tcW w:w="2104"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30873D71"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c>
          <w:tcPr>
            <w:tcW w:w="2105" w:type="dxa"/>
            <w:tc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tcBorders>
          </w:tcPr>
          <w:p w14:paraId="4F4CE17B" w14:textId="77777777" w:rsidR="00546226" w:rsidRDefault="00546226">
            <w:pPr>
              <w:pStyle w:val="COCHEDETABLEAU"/>
              <w:cnfStyle w:val="000000100000" w:firstRow="0" w:lastRow="0" w:firstColumn="0" w:lastColumn="0" w:oddVBand="0" w:evenVBand="0" w:oddHBand="1" w:evenHBand="0" w:firstRowFirstColumn="0" w:firstRowLastColumn="0" w:lastRowFirstColumn="0" w:lastRowLastColumn="0"/>
            </w:pPr>
          </w:p>
        </w:tc>
      </w:tr>
    </w:tbl>
    <w:p w14:paraId="5ADA3553" w14:textId="77777777" w:rsidR="0049604D" w:rsidRDefault="0049604D" w:rsidP="0075607D">
      <w:pPr>
        <w:pStyle w:val="reference"/>
        <w:ind w:left="-426" w:firstLine="0"/>
      </w:pPr>
    </w:p>
    <w:p w14:paraId="0AE7AAB2" w14:textId="77777777" w:rsidR="00591822" w:rsidRPr="001A0FD7" w:rsidRDefault="00591822" w:rsidP="0075607D">
      <w:pPr>
        <w:tabs>
          <w:tab w:val="left" w:pos="567"/>
        </w:tabs>
        <w:spacing w:before="120"/>
        <w:ind w:left="-426"/>
        <w:jc w:val="both"/>
        <w:rPr>
          <w:rFonts w:asciiTheme="majorHAnsi" w:hAnsiTheme="majorHAnsi" w:cstheme="majorHAnsi"/>
          <w:sz w:val="22"/>
        </w:rPr>
      </w:pPr>
    </w:p>
    <w:p w14:paraId="612F3D1D" w14:textId="0BA70285" w:rsidR="00011D27" w:rsidRPr="00C90431" w:rsidRDefault="00011D27" w:rsidP="0075607D">
      <w:pPr>
        <w:spacing w:after="200" w:line="240" w:lineRule="auto"/>
        <w:ind w:left="-426"/>
        <w:jc w:val="both"/>
        <w:rPr>
          <w:b/>
          <w:bCs/>
          <w:sz w:val="22"/>
        </w:rPr>
      </w:pPr>
      <w:r w:rsidRPr="00C90431">
        <w:rPr>
          <w:b/>
          <w:bCs/>
          <w:sz w:val="22"/>
        </w:rPr>
        <w:t xml:space="preserve">2.2.2 Pertinence par rapport aux besoins et contraintes spécifiques de la zone d’intervention et des bénéficiaires </w:t>
      </w:r>
    </w:p>
    <w:p w14:paraId="61DE1012" w14:textId="4DF41231" w:rsidR="00D85BCD" w:rsidRDefault="004760C4" w:rsidP="0075607D">
      <w:pPr>
        <w:spacing w:before="120"/>
        <w:ind w:left="-426"/>
        <w:jc w:val="both"/>
        <w:rPr>
          <w:rFonts w:asciiTheme="majorHAnsi" w:hAnsiTheme="majorHAnsi" w:cstheme="majorHAnsi"/>
          <w:i/>
          <w:szCs w:val="20"/>
        </w:rPr>
      </w:pPr>
      <w:bookmarkStart w:id="1" w:name="_Hlk83889062"/>
      <w:bookmarkStart w:id="2" w:name="_Hlk83888798"/>
      <w:r>
        <w:rPr>
          <w:rFonts w:asciiTheme="majorHAnsi" w:hAnsiTheme="majorHAnsi" w:cstheme="majorHAnsi"/>
          <w:i/>
          <w:szCs w:val="20"/>
        </w:rPr>
        <w:t>2.2.2.</w:t>
      </w:r>
      <w:r w:rsidR="00674D9E">
        <w:rPr>
          <w:rFonts w:asciiTheme="majorHAnsi" w:hAnsiTheme="majorHAnsi" w:cstheme="majorHAnsi"/>
          <w:i/>
          <w:szCs w:val="20"/>
        </w:rPr>
        <w:t>1</w:t>
      </w:r>
      <w:r>
        <w:rPr>
          <w:rFonts w:asciiTheme="majorHAnsi" w:hAnsiTheme="majorHAnsi" w:cstheme="majorHAnsi"/>
          <w:i/>
          <w:szCs w:val="20"/>
        </w:rPr>
        <w:t xml:space="preserve"> </w:t>
      </w:r>
      <w:r w:rsidR="00011D27" w:rsidRPr="00995248">
        <w:rPr>
          <w:rFonts w:asciiTheme="majorHAnsi" w:hAnsiTheme="majorHAnsi" w:cstheme="majorHAnsi"/>
          <w:i/>
          <w:szCs w:val="20"/>
        </w:rPr>
        <w:t xml:space="preserve">Donnez une description (quantifiée, si possible) de chacun des groupes cibles et </w:t>
      </w:r>
      <w:r w:rsidR="006D3C91">
        <w:rPr>
          <w:rFonts w:asciiTheme="majorHAnsi" w:hAnsiTheme="majorHAnsi" w:cstheme="majorHAnsi"/>
          <w:i/>
          <w:szCs w:val="20"/>
        </w:rPr>
        <w:t xml:space="preserve">des </w:t>
      </w:r>
      <w:r w:rsidR="00011D27" w:rsidRPr="00995248">
        <w:rPr>
          <w:rFonts w:asciiTheme="majorHAnsi" w:hAnsiTheme="majorHAnsi" w:cstheme="majorHAnsi"/>
          <w:i/>
          <w:szCs w:val="20"/>
        </w:rPr>
        <w:t>bénéficiaires finaux</w:t>
      </w:r>
      <w:r w:rsidRPr="004760C4">
        <w:rPr>
          <w:rFonts w:asciiTheme="majorHAnsi" w:hAnsiTheme="majorHAnsi" w:cstheme="majorHAnsi"/>
          <w:i/>
          <w:szCs w:val="20"/>
        </w:rPr>
        <w:t xml:space="preserve"> </w:t>
      </w:r>
      <w:r>
        <w:rPr>
          <w:rFonts w:asciiTheme="majorHAnsi" w:hAnsiTheme="majorHAnsi" w:cstheme="majorHAnsi"/>
          <w:i/>
          <w:szCs w:val="20"/>
        </w:rPr>
        <w:t>en complétant le tableau ci-dessous</w:t>
      </w:r>
      <w:r w:rsidR="00011D27" w:rsidRPr="00995248">
        <w:rPr>
          <w:rFonts w:asciiTheme="majorHAnsi" w:hAnsiTheme="majorHAnsi" w:cstheme="majorHAnsi"/>
          <w:i/>
          <w:szCs w:val="20"/>
        </w:rPr>
        <w:t xml:space="preserve">. </w:t>
      </w:r>
      <w:r w:rsidR="00D85BCD">
        <w:rPr>
          <w:rFonts w:asciiTheme="majorHAnsi" w:hAnsiTheme="majorHAnsi" w:cstheme="majorHAnsi"/>
          <w:i/>
          <w:szCs w:val="20"/>
        </w:rPr>
        <w:t xml:space="preserve">Notamment décrivez </w:t>
      </w:r>
      <w:r w:rsidR="00D85BCD" w:rsidRPr="00BE0832">
        <w:rPr>
          <w:rFonts w:asciiTheme="majorHAnsi" w:hAnsiTheme="majorHAnsi" w:cstheme="majorHAnsi"/>
          <w:i/>
          <w:szCs w:val="20"/>
        </w:rPr>
        <w:t>les besoins et contraintes</w:t>
      </w:r>
      <w:r w:rsidR="00D85BCD">
        <w:rPr>
          <w:rFonts w:asciiTheme="majorHAnsi" w:hAnsiTheme="majorHAnsi" w:cstheme="majorHAnsi"/>
          <w:i/>
          <w:szCs w:val="20"/>
        </w:rPr>
        <w:t xml:space="preserve"> :</w:t>
      </w:r>
    </w:p>
    <w:p w14:paraId="276ABE6A" w14:textId="77777777" w:rsidR="00D85BCD" w:rsidRDefault="00D85BCD" w:rsidP="0075607D">
      <w:pPr>
        <w:spacing w:before="120"/>
        <w:ind w:left="-426"/>
        <w:jc w:val="both"/>
        <w:rPr>
          <w:rFonts w:asciiTheme="majorHAnsi" w:hAnsiTheme="majorHAnsi" w:cstheme="majorHAnsi"/>
          <w:i/>
          <w:szCs w:val="20"/>
        </w:rPr>
      </w:pPr>
    </w:p>
    <w:p w14:paraId="52BA2B66" w14:textId="359AE524" w:rsidR="00011D27" w:rsidRDefault="00D85BCD" w:rsidP="0029106B">
      <w:pPr>
        <w:pStyle w:val="Paragrafoelenco"/>
        <w:numPr>
          <w:ilvl w:val="0"/>
          <w:numId w:val="19"/>
        </w:numPr>
        <w:spacing w:before="120" w:line="240" w:lineRule="auto"/>
        <w:jc w:val="both"/>
        <w:rPr>
          <w:rFonts w:asciiTheme="majorHAnsi" w:hAnsiTheme="majorHAnsi" w:cstheme="majorHAnsi"/>
          <w:i/>
          <w:szCs w:val="20"/>
        </w:rPr>
      </w:pPr>
      <w:r>
        <w:rPr>
          <w:rFonts w:asciiTheme="majorHAnsi" w:hAnsiTheme="majorHAnsi" w:cstheme="majorHAnsi"/>
          <w:i/>
          <w:szCs w:val="20"/>
        </w:rPr>
        <w:t xml:space="preserve">Pour les </w:t>
      </w:r>
      <w:r w:rsidR="00541AB0" w:rsidRPr="00BE0832">
        <w:rPr>
          <w:rFonts w:asciiTheme="majorHAnsi" w:hAnsiTheme="majorHAnsi" w:cstheme="majorHAnsi"/>
          <w:b/>
          <w:bCs/>
          <w:i/>
          <w:szCs w:val="20"/>
          <w:u w:val="single"/>
        </w:rPr>
        <w:t>femmes</w:t>
      </w:r>
      <w:r w:rsidR="00541AB0" w:rsidRPr="00BE0832">
        <w:rPr>
          <w:rFonts w:asciiTheme="majorHAnsi" w:hAnsiTheme="majorHAnsi" w:cstheme="majorHAnsi"/>
          <w:i/>
          <w:szCs w:val="20"/>
        </w:rPr>
        <w:t xml:space="preserve"> de </w:t>
      </w:r>
      <w:r w:rsidR="00011D27" w:rsidRPr="00BE0832">
        <w:rPr>
          <w:rFonts w:asciiTheme="majorHAnsi" w:hAnsiTheme="majorHAnsi" w:cstheme="majorHAnsi"/>
          <w:i/>
          <w:szCs w:val="20"/>
        </w:rPr>
        <w:t>chacun de ces groupes cibles et bénéficiaires finaux.</w:t>
      </w:r>
    </w:p>
    <w:p w14:paraId="1D5CB911" w14:textId="77777777" w:rsidR="00541AB0" w:rsidRPr="00BE0832" w:rsidRDefault="00541AB0" w:rsidP="0075607D">
      <w:pPr>
        <w:pStyle w:val="Paragrafoelenco"/>
        <w:spacing w:before="120" w:line="240" w:lineRule="auto"/>
        <w:ind w:left="-426"/>
        <w:jc w:val="both"/>
        <w:rPr>
          <w:rFonts w:asciiTheme="majorHAnsi" w:hAnsiTheme="majorHAnsi" w:cstheme="majorHAnsi"/>
          <w:i/>
          <w:szCs w:val="20"/>
        </w:rPr>
      </w:pPr>
    </w:p>
    <w:bookmarkEnd w:id="1"/>
    <w:p w14:paraId="65B7DCCD" w14:textId="77777777" w:rsidR="00643A00" w:rsidRPr="00643A00" w:rsidRDefault="00643A00" w:rsidP="0075607D">
      <w:pPr>
        <w:pStyle w:val="Paragrafoelenco"/>
        <w:spacing w:before="120" w:line="240" w:lineRule="auto"/>
        <w:ind w:left="-426"/>
        <w:jc w:val="both"/>
        <w:rPr>
          <w:rFonts w:asciiTheme="majorHAnsi" w:hAnsiTheme="majorHAnsi" w:cstheme="majorHAnsi"/>
          <w:i/>
          <w:szCs w:val="20"/>
        </w:rPr>
      </w:pPr>
    </w:p>
    <w:tbl>
      <w:tblPr>
        <w:tblStyle w:val="Tabellagriglia4-colore4"/>
        <w:tblW w:w="10200" w:type="dxa"/>
        <w:jc w:val="center"/>
        <w:tblLayout w:type="fixed"/>
        <w:tblLook w:val="04A0" w:firstRow="1" w:lastRow="0" w:firstColumn="1" w:lastColumn="0" w:noHBand="0" w:noVBand="1"/>
      </w:tblPr>
      <w:tblGrid>
        <w:gridCol w:w="2405"/>
        <w:gridCol w:w="1134"/>
        <w:gridCol w:w="6661"/>
      </w:tblGrid>
      <w:tr w:rsidR="00546226" w14:paraId="328DAC70" w14:textId="77777777" w:rsidTr="005462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hideMark/>
          </w:tcPr>
          <w:p w14:paraId="7566BC01" w14:textId="77777777" w:rsidR="00546226" w:rsidRDefault="00546226">
            <w:pPr>
              <w:tabs>
                <w:tab w:val="left" w:pos="567"/>
              </w:tabs>
              <w:spacing w:before="120"/>
              <w:rPr>
                <w:rFonts w:asciiTheme="majorHAnsi" w:hAnsiTheme="majorHAnsi" w:cstheme="majorHAnsi"/>
                <w:iCs/>
                <w:szCs w:val="20"/>
              </w:rPr>
            </w:pPr>
            <w:r>
              <w:rPr>
                <w:rFonts w:asciiTheme="majorHAnsi" w:hAnsiTheme="majorHAnsi" w:cstheme="majorHAnsi"/>
                <w:iCs/>
                <w:szCs w:val="20"/>
              </w:rPr>
              <w:t>Catégorie socio-économique</w:t>
            </w:r>
          </w:p>
        </w:tc>
        <w:tc>
          <w:tcPr>
            <w:tcW w:w="1134" w:type="dxa"/>
            <w:hideMark/>
          </w:tcPr>
          <w:p w14:paraId="0147709F" w14:textId="77777777" w:rsidR="00546226" w:rsidRDefault="00546226">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Nombre Femmes</w:t>
            </w:r>
          </w:p>
        </w:tc>
        <w:tc>
          <w:tcPr>
            <w:tcW w:w="6662" w:type="dxa"/>
            <w:hideMark/>
          </w:tcPr>
          <w:p w14:paraId="2CB839C9" w14:textId="77777777" w:rsidR="00546226" w:rsidRDefault="00546226">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Besoins/problèmes spécifiques</w:t>
            </w:r>
          </w:p>
        </w:tc>
      </w:tr>
      <w:tr w:rsidR="00546226" w14:paraId="6CC4ECEB" w14:textId="77777777" w:rsidTr="005462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01D108E" w14:textId="77777777" w:rsidR="00546226" w:rsidRDefault="00546226">
            <w:pPr>
              <w:spacing w:before="120"/>
              <w:rPr>
                <w:rFonts w:asciiTheme="majorHAnsi" w:hAnsiTheme="majorHAnsi" w:cstheme="majorHAnsi"/>
                <w:i/>
                <w:sz w:val="22"/>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610DAD5" w14:textId="77777777" w:rsidR="00546226" w:rsidRDefault="00546226">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FA80B42" w14:textId="77777777" w:rsidR="00546226" w:rsidRDefault="00546226">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546226" w14:paraId="40796151" w14:textId="77777777" w:rsidTr="00546226">
        <w:trPr>
          <w:jc w:val="center"/>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9C1DCA5" w14:textId="77777777" w:rsidR="00546226" w:rsidRDefault="00546226">
            <w:pPr>
              <w:spacing w:before="120"/>
              <w:jc w:val="both"/>
              <w:rPr>
                <w:rFonts w:asciiTheme="majorHAnsi" w:hAnsiTheme="majorHAnsi" w:cstheme="majorHAnsi"/>
                <w:i/>
                <w:sz w:val="22"/>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D3A87B8" w14:textId="77777777" w:rsidR="00546226" w:rsidRDefault="00546226">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9759F9F" w14:textId="77777777" w:rsidR="00546226" w:rsidRDefault="00546226">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546226" w14:paraId="27DB9327" w14:textId="77777777" w:rsidTr="005462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B973001" w14:textId="77777777" w:rsidR="00546226" w:rsidRDefault="00546226">
            <w:pPr>
              <w:spacing w:before="120"/>
              <w:jc w:val="both"/>
              <w:rPr>
                <w:rFonts w:asciiTheme="majorHAnsi" w:hAnsiTheme="majorHAnsi" w:cstheme="majorHAnsi"/>
                <w:i/>
                <w:sz w:val="22"/>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2194618" w14:textId="77777777" w:rsidR="00546226" w:rsidRDefault="00546226">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EA2D53E" w14:textId="77777777" w:rsidR="00546226" w:rsidRDefault="00546226">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15D8734F" w14:textId="21B0C7F7" w:rsidR="001C354A" w:rsidRDefault="001C354A" w:rsidP="0075607D">
      <w:pPr>
        <w:pStyle w:val="Paragrafoelenco"/>
        <w:spacing w:before="120" w:line="240" w:lineRule="auto"/>
        <w:ind w:left="-426"/>
        <w:jc w:val="both"/>
        <w:rPr>
          <w:rFonts w:asciiTheme="majorHAnsi" w:hAnsiTheme="majorHAnsi" w:cstheme="majorHAnsi"/>
          <w:i/>
          <w:szCs w:val="20"/>
        </w:rPr>
      </w:pPr>
    </w:p>
    <w:p w14:paraId="15F4086E" w14:textId="77777777" w:rsidR="00D85BCD" w:rsidRDefault="00D85BCD" w:rsidP="0075607D">
      <w:pPr>
        <w:pStyle w:val="Paragrafoelenco"/>
        <w:spacing w:before="120" w:line="240" w:lineRule="auto"/>
        <w:ind w:left="-426"/>
        <w:jc w:val="both"/>
        <w:rPr>
          <w:rFonts w:asciiTheme="majorHAnsi" w:hAnsiTheme="majorHAnsi" w:cstheme="majorHAnsi"/>
          <w:i/>
          <w:szCs w:val="20"/>
        </w:rPr>
      </w:pPr>
    </w:p>
    <w:p w14:paraId="3DE2E566" w14:textId="4BE56164" w:rsidR="001C354A" w:rsidRPr="00EA7F80" w:rsidRDefault="00D85BCD" w:rsidP="0029106B">
      <w:pPr>
        <w:pStyle w:val="Paragrafoelenco"/>
        <w:numPr>
          <w:ilvl w:val="0"/>
          <w:numId w:val="19"/>
        </w:numPr>
        <w:spacing w:before="120" w:line="240" w:lineRule="auto"/>
        <w:jc w:val="both"/>
        <w:rPr>
          <w:rFonts w:asciiTheme="majorHAnsi" w:hAnsiTheme="majorHAnsi" w:cstheme="majorHAnsi"/>
          <w:i/>
          <w:szCs w:val="20"/>
        </w:rPr>
      </w:pPr>
      <w:r>
        <w:rPr>
          <w:rFonts w:asciiTheme="majorHAnsi" w:hAnsiTheme="majorHAnsi" w:cstheme="majorHAnsi"/>
          <w:i/>
          <w:szCs w:val="20"/>
        </w:rPr>
        <w:t xml:space="preserve">Pour les </w:t>
      </w:r>
      <w:r w:rsidRPr="00D85BCD">
        <w:rPr>
          <w:rFonts w:asciiTheme="majorHAnsi" w:hAnsiTheme="majorHAnsi" w:cstheme="majorHAnsi"/>
          <w:b/>
          <w:bCs/>
          <w:i/>
          <w:szCs w:val="20"/>
          <w:u w:val="single"/>
        </w:rPr>
        <w:t>h</w:t>
      </w:r>
      <w:r w:rsidR="001C354A" w:rsidRPr="00BE0832">
        <w:rPr>
          <w:rFonts w:asciiTheme="majorHAnsi" w:hAnsiTheme="majorHAnsi" w:cstheme="majorHAnsi"/>
          <w:b/>
          <w:bCs/>
          <w:i/>
          <w:szCs w:val="20"/>
          <w:u w:val="single"/>
        </w:rPr>
        <w:t>ommes</w:t>
      </w:r>
      <w:r w:rsidR="001C354A" w:rsidRPr="00EA7F80">
        <w:rPr>
          <w:rFonts w:asciiTheme="majorHAnsi" w:hAnsiTheme="majorHAnsi" w:cstheme="majorHAnsi"/>
          <w:i/>
          <w:szCs w:val="20"/>
        </w:rPr>
        <w:t xml:space="preserve"> de chacun de ces groupes cibles et bénéficiaires finaux.</w:t>
      </w:r>
    </w:p>
    <w:p w14:paraId="24657125" w14:textId="130AE914" w:rsidR="00526FA9" w:rsidRDefault="00526FA9" w:rsidP="0075607D">
      <w:pPr>
        <w:ind w:left="-426"/>
        <w:jc w:val="both"/>
        <w:rPr>
          <w:rFonts w:eastAsia="Symbol" w:cs="Arial"/>
          <w:b/>
          <w:bCs/>
          <w:sz w:val="22"/>
        </w:rPr>
      </w:pPr>
    </w:p>
    <w:tbl>
      <w:tblPr>
        <w:tblStyle w:val="Tabellagriglia4-colore4"/>
        <w:tblW w:w="10201" w:type="dxa"/>
        <w:jc w:val="center"/>
        <w:tblLayout w:type="fixed"/>
        <w:tblLook w:val="04A0" w:firstRow="1" w:lastRow="0" w:firstColumn="1" w:lastColumn="0" w:noHBand="0" w:noVBand="1"/>
      </w:tblPr>
      <w:tblGrid>
        <w:gridCol w:w="2405"/>
        <w:gridCol w:w="1134"/>
        <w:gridCol w:w="6662"/>
      </w:tblGrid>
      <w:tr w:rsidR="00546226" w14:paraId="542430C1" w14:textId="77777777" w:rsidTr="005462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hideMark/>
          </w:tcPr>
          <w:p w14:paraId="6EC70943" w14:textId="77777777" w:rsidR="00546226" w:rsidRDefault="00546226">
            <w:pPr>
              <w:tabs>
                <w:tab w:val="left" w:pos="567"/>
              </w:tabs>
              <w:spacing w:before="120"/>
              <w:rPr>
                <w:rFonts w:asciiTheme="majorHAnsi" w:hAnsiTheme="majorHAnsi" w:cstheme="majorHAnsi"/>
                <w:iCs/>
                <w:szCs w:val="20"/>
              </w:rPr>
            </w:pPr>
            <w:r>
              <w:rPr>
                <w:rFonts w:asciiTheme="majorHAnsi" w:hAnsiTheme="majorHAnsi" w:cstheme="majorHAnsi"/>
                <w:iCs/>
                <w:szCs w:val="20"/>
              </w:rPr>
              <w:t>Catégorie socio-économique</w:t>
            </w:r>
          </w:p>
        </w:tc>
        <w:tc>
          <w:tcPr>
            <w:tcW w:w="1134" w:type="dxa"/>
            <w:hideMark/>
          </w:tcPr>
          <w:p w14:paraId="64BB4EF1" w14:textId="77777777" w:rsidR="00546226" w:rsidRDefault="00546226">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Nombre Hommes</w:t>
            </w:r>
          </w:p>
        </w:tc>
        <w:tc>
          <w:tcPr>
            <w:tcW w:w="6662" w:type="dxa"/>
            <w:hideMark/>
          </w:tcPr>
          <w:p w14:paraId="00D05A48" w14:textId="77777777" w:rsidR="00546226" w:rsidRDefault="00546226">
            <w:pPr>
              <w:tabs>
                <w:tab w:val="left" w:pos="567"/>
              </w:tabs>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Besoins/problèmes spécifiques</w:t>
            </w:r>
          </w:p>
        </w:tc>
      </w:tr>
      <w:tr w:rsidR="00546226" w14:paraId="21CB47C4" w14:textId="77777777" w:rsidTr="005462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B6F4997" w14:textId="77777777" w:rsidR="00546226" w:rsidRDefault="00546226">
            <w:pPr>
              <w:spacing w:before="120"/>
              <w:rPr>
                <w:rFonts w:asciiTheme="majorHAnsi" w:hAnsiTheme="majorHAnsi" w:cstheme="majorHAnsi"/>
                <w:i/>
                <w:sz w:val="22"/>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766CCE5" w14:textId="77777777" w:rsidR="00546226" w:rsidRDefault="00546226">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DCF3905" w14:textId="77777777" w:rsidR="00546226" w:rsidRDefault="00546226">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546226" w14:paraId="0B27B7E9" w14:textId="77777777" w:rsidTr="00546226">
        <w:trPr>
          <w:jc w:val="center"/>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E8CE09B" w14:textId="77777777" w:rsidR="00546226" w:rsidRDefault="00546226">
            <w:pPr>
              <w:spacing w:before="120"/>
              <w:jc w:val="both"/>
              <w:rPr>
                <w:rFonts w:asciiTheme="majorHAnsi" w:hAnsiTheme="majorHAnsi" w:cstheme="majorHAnsi"/>
                <w:i/>
                <w:sz w:val="22"/>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D9148D7" w14:textId="77777777" w:rsidR="00546226" w:rsidRDefault="00546226">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9A4323A" w14:textId="77777777" w:rsidR="00546226" w:rsidRDefault="00546226">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546226" w14:paraId="284A66AF" w14:textId="77777777" w:rsidTr="0054622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DC71B26" w14:textId="77777777" w:rsidR="00546226" w:rsidRDefault="00546226">
            <w:pPr>
              <w:spacing w:before="120"/>
              <w:jc w:val="both"/>
              <w:rPr>
                <w:rFonts w:asciiTheme="majorHAnsi" w:hAnsiTheme="majorHAnsi" w:cstheme="majorHAnsi"/>
                <w:i/>
                <w:sz w:val="22"/>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A692872" w14:textId="77777777" w:rsidR="00546226" w:rsidRDefault="00546226">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F415444" w14:textId="77777777" w:rsidR="00546226" w:rsidRDefault="00546226">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bookmarkEnd w:id="2"/>
    </w:tbl>
    <w:p w14:paraId="0C4B149C" w14:textId="77777777" w:rsidR="00AD170A" w:rsidRPr="00102B30" w:rsidRDefault="00AD170A" w:rsidP="0075607D">
      <w:pPr>
        <w:spacing w:before="120"/>
        <w:ind w:left="-426"/>
        <w:jc w:val="both"/>
        <w:rPr>
          <w:rFonts w:asciiTheme="majorHAnsi" w:hAnsiTheme="majorHAnsi" w:cstheme="majorHAnsi"/>
          <w:i/>
          <w:color w:val="FF0000"/>
          <w:sz w:val="22"/>
        </w:rPr>
      </w:pPr>
    </w:p>
    <w:p w14:paraId="230C5BF3" w14:textId="193E7820" w:rsidR="00011D27" w:rsidRPr="001A0FD7" w:rsidRDefault="00011D27" w:rsidP="0075607D">
      <w:pPr>
        <w:pStyle w:val="soustitre"/>
        <w:ind w:left="-426"/>
      </w:pPr>
      <w:r>
        <w:t>2</w:t>
      </w:r>
      <w:r w:rsidRPr="001A0FD7">
        <w:t>.</w:t>
      </w:r>
      <w:r>
        <w:t>3</w:t>
      </w:r>
      <w:r w:rsidRPr="001A0FD7">
        <w:t xml:space="preserve"> D</w:t>
      </w:r>
      <w:r w:rsidR="00533E91">
        <w:t>ESCRIPTION DE L’ACTION</w:t>
      </w:r>
      <w:r w:rsidRPr="001A0FD7">
        <w:t xml:space="preserve"> </w:t>
      </w:r>
    </w:p>
    <w:p w14:paraId="31791D6A" w14:textId="1149C52F" w:rsidR="00011D27" w:rsidRDefault="00011D27" w:rsidP="0075607D">
      <w:pPr>
        <w:tabs>
          <w:tab w:val="left" w:pos="2050"/>
        </w:tabs>
        <w:ind w:left="-426"/>
        <w:rPr>
          <w:rFonts w:asciiTheme="majorHAnsi" w:hAnsiTheme="majorHAnsi" w:cstheme="majorHAnsi"/>
        </w:rPr>
      </w:pPr>
    </w:p>
    <w:p w14:paraId="1A21E4FA" w14:textId="73BFCB70" w:rsidR="00011D27" w:rsidRPr="00995248" w:rsidRDefault="00DB3C73" w:rsidP="0075607D">
      <w:pPr>
        <w:spacing w:after="200" w:line="240" w:lineRule="auto"/>
        <w:ind w:left="-426"/>
        <w:jc w:val="both"/>
        <w:rPr>
          <w:b/>
          <w:bCs/>
          <w:sz w:val="22"/>
        </w:rPr>
      </w:pPr>
      <w:r>
        <w:rPr>
          <w:b/>
          <w:bCs/>
          <w:sz w:val="22"/>
        </w:rPr>
        <w:t>2</w:t>
      </w:r>
      <w:r w:rsidR="00011D27" w:rsidRPr="00C90431">
        <w:rPr>
          <w:b/>
          <w:bCs/>
          <w:sz w:val="22"/>
        </w:rPr>
        <w:t>.</w:t>
      </w:r>
      <w:r w:rsidR="00905A7F">
        <w:rPr>
          <w:b/>
          <w:bCs/>
          <w:sz w:val="22"/>
        </w:rPr>
        <w:t>3</w:t>
      </w:r>
      <w:r w:rsidR="00011D27" w:rsidRPr="00C90431">
        <w:rPr>
          <w:b/>
          <w:bCs/>
          <w:sz w:val="22"/>
        </w:rPr>
        <w:t>.</w:t>
      </w:r>
      <w:r w:rsidR="00905A7F">
        <w:rPr>
          <w:b/>
          <w:bCs/>
          <w:sz w:val="22"/>
        </w:rPr>
        <w:t>1</w:t>
      </w:r>
      <w:r w:rsidR="00011D27" w:rsidRPr="00C90431">
        <w:rPr>
          <w:b/>
          <w:bCs/>
          <w:sz w:val="22"/>
        </w:rPr>
        <w:t xml:space="preserve"> Objectif général</w:t>
      </w:r>
      <w:r>
        <w:rPr>
          <w:b/>
          <w:bCs/>
          <w:sz w:val="22"/>
        </w:rPr>
        <w:t xml:space="preserve">, </w:t>
      </w:r>
      <w:r w:rsidR="00011D27" w:rsidRPr="00C90431">
        <w:rPr>
          <w:b/>
          <w:bCs/>
          <w:sz w:val="22"/>
        </w:rPr>
        <w:t>objectifs spécifiques</w:t>
      </w:r>
      <w:r>
        <w:rPr>
          <w:b/>
          <w:bCs/>
          <w:sz w:val="22"/>
        </w:rPr>
        <w:t xml:space="preserve"> et résultats</w:t>
      </w:r>
    </w:p>
    <w:p w14:paraId="6749FA32" w14:textId="45350395" w:rsidR="00DB3C73" w:rsidRPr="00A93A8B" w:rsidRDefault="00CD4F1A" w:rsidP="0075607D">
      <w:pPr>
        <w:tabs>
          <w:tab w:val="left" w:pos="567"/>
        </w:tabs>
        <w:spacing w:before="120" w:line="240" w:lineRule="auto"/>
        <w:ind w:left="-426"/>
        <w:jc w:val="both"/>
        <w:rPr>
          <w:rFonts w:asciiTheme="majorHAnsi" w:hAnsiTheme="majorHAnsi" w:cstheme="majorHAnsi"/>
          <w:i/>
          <w:szCs w:val="20"/>
        </w:rPr>
      </w:pPr>
      <w:bookmarkStart w:id="3" w:name="_Hlk83890873"/>
      <w:bookmarkStart w:id="4" w:name="_Hlk83891929"/>
      <w:r w:rsidRPr="000E7339">
        <w:rPr>
          <w:rFonts w:asciiTheme="majorHAnsi" w:hAnsiTheme="majorHAnsi" w:cstheme="majorHAnsi"/>
          <w:i/>
          <w:szCs w:val="20"/>
        </w:rPr>
        <w:t>Indiquez</w:t>
      </w:r>
      <w:r w:rsidR="00DB3C73" w:rsidRPr="000E7339">
        <w:rPr>
          <w:rFonts w:asciiTheme="majorHAnsi" w:hAnsiTheme="majorHAnsi" w:cstheme="majorHAnsi"/>
          <w:i/>
          <w:szCs w:val="20"/>
        </w:rPr>
        <w:t xml:space="preserve"> le</w:t>
      </w:r>
      <w:r w:rsidR="00DB3C73" w:rsidRPr="00A93A8B">
        <w:rPr>
          <w:rFonts w:asciiTheme="majorHAnsi" w:hAnsiTheme="majorHAnsi" w:cstheme="majorHAnsi"/>
          <w:i/>
          <w:szCs w:val="20"/>
        </w:rPr>
        <w:t xml:space="preserve">s objectifs et les résultats de l’action </w:t>
      </w:r>
      <w:r w:rsidR="0075607D">
        <w:rPr>
          <w:rFonts w:asciiTheme="majorHAnsi" w:hAnsiTheme="majorHAnsi" w:cstheme="majorHAnsi"/>
          <w:i/>
          <w:szCs w:val="20"/>
        </w:rPr>
        <w:t>tels que déjà énoncé</w:t>
      </w:r>
      <w:r w:rsidR="00DB3C73" w:rsidRPr="00A93A8B">
        <w:rPr>
          <w:rFonts w:asciiTheme="majorHAnsi" w:hAnsiTheme="majorHAnsi" w:cstheme="majorHAnsi"/>
          <w:i/>
          <w:szCs w:val="20"/>
        </w:rPr>
        <w:t>s dans le tableau figurant à la section 2.1.</w:t>
      </w:r>
    </w:p>
    <w:p w14:paraId="303A78AA" w14:textId="77777777" w:rsidR="00DB3C73" w:rsidRPr="00A93A8B" w:rsidRDefault="00DB3C73" w:rsidP="0075607D">
      <w:pPr>
        <w:tabs>
          <w:tab w:val="left" w:pos="567"/>
        </w:tabs>
        <w:spacing w:before="120" w:line="240" w:lineRule="auto"/>
        <w:ind w:left="-426"/>
        <w:jc w:val="both"/>
        <w:rPr>
          <w:rFonts w:asciiTheme="majorHAnsi" w:hAnsiTheme="majorHAnsi" w:cstheme="majorHAnsi"/>
          <w:i/>
          <w:szCs w:val="20"/>
        </w:rPr>
      </w:pPr>
      <w:r w:rsidRPr="00A93A8B">
        <w:rPr>
          <w:rFonts w:asciiTheme="majorHAnsi" w:hAnsiTheme="majorHAnsi" w:cstheme="majorHAnsi"/>
          <w:i/>
          <w:szCs w:val="20"/>
        </w:rPr>
        <w:lastRenderedPageBreak/>
        <w:t>Il est à rappeler qu’</w:t>
      </w:r>
      <w:r w:rsidRPr="008673D4">
        <w:rPr>
          <w:rFonts w:asciiTheme="majorHAnsi" w:hAnsiTheme="majorHAnsi" w:cstheme="majorHAnsi"/>
          <w:b/>
          <w:bCs/>
          <w:i/>
          <w:color w:val="FF0000"/>
          <w:szCs w:val="20"/>
          <w:u w:val="single"/>
        </w:rPr>
        <w:t>au moins un objectif spécifique et un résultat attendu doivent adresser spécifiquement la réduction des inégalités entre les sexes</w:t>
      </w:r>
      <w:r w:rsidRPr="00A93A8B">
        <w:rPr>
          <w:rFonts w:asciiTheme="majorHAnsi" w:hAnsiTheme="majorHAnsi" w:cstheme="majorHAnsi"/>
          <w:i/>
          <w:szCs w:val="20"/>
        </w:rPr>
        <w:t>.</w:t>
      </w:r>
    </w:p>
    <w:bookmarkEnd w:id="3"/>
    <w:p w14:paraId="176E9967" w14:textId="77777777" w:rsidR="00011D27" w:rsidRPr="00A93A8B" w:rsidRDefault="00011D27" w:rsidP="0075607D">
      <w:pPr>
        <w:ind w:left="-426"/>
        <w:jc w:val="both"/>
        <w:rPr>
          <w:rFonts w:asciiTheme="majorHAnsi" w:eastAsia="Arial" w:hAnsiTheme="majorHAnsi" w:cstheme="majorHAnsi"/>
          <w:sz w:val="22"/>
          <w:szCs w:val="20"/>
        </w:rPr>
      </w:pPr>
    </w:p>
    <w:p w14:paraId="7011EB08" w14:textId="3208A0D2" w:rsidR="00364AC2" w:rsidRPr="00A93A8B" w:rsidRDefault="00364AC2" w:rsidP="0075607D">
      <w:pPr>
        <w:tabs>
          <w:tab w:val="left" w:pos="567"/>
        </w:tabs>
        <w:spacing w:before="120" w:line="240" w:lineRule="auto"/>
        <w:ind w:left="-426"/>
        <w:jc w:val="both"/>
        <w:rPr>
          <w:rFonts w:asciiTheme="majorHAnsi" w:hAnsiTheme="majorHAnsi" w:cstheme="majorHAnsi"/>
          <w:i/>
          <w:szCs w:val="20"/>
        </w:rPr>
      </w:pPr>
      <w:r w:rsidRPr="00A93A8B">
        <w:rPr>
          <w:rFonts w:asciiTheme="majorHAnsi" w:hAnsiTheme="majorHAnsi" w:cstheme="majorHAnsi"/>
          <w:i/>
          <w:szCs w:val="20"/>
        </w:rPr>
        <w:t>Veuillez notamment préciser :</w:t>
      </w:r>
    </w:p>
    <w:p w14:paraId="188CEBA6" w14:textId="74ACAC4B" w:rsidR="00364AC2" w:rsidRPr="00A93A8B" w:rsidRDefault="00364AC2" w:rsidP="0075607D">
      <w:pPr>
        <w:pStyle w:val="Paragrafoelenco"/>
        <w:numPr>
          <w:ilvl w:val="0"/>
          <w:numId w:val="14"/>
        </w:numPr>
        <w:tabs>
          <w:tab w:val="left" w:pos="567"/>
        </w:tabs>
        <w:spacing w:before="120" w:line="240" w:lineRule="auto"/>
        <w:ind w:left="-426"/>
        <w:jc w:val="both"/>
        <w:rPr>
          <w:rFonts w:asciiTheme="majorHAnsi" w:eastAsia="Arial" w:hAnsiTheme="majorHAnsi" w:cstheme="majorHAnsi"/>
          <w:sz w:val="22"/>
          <w:szCs w:val="20"/>
        </w:rPr>
      </w:pPr>
      <w:r w:rsidRPr="00A93A8B">
        <w:rPr>
          <w:rFonts w:asciiTheme="majorHAnsi" w:hAnsiTheme="majorHAnsi" w:cstheme="majorHAnsi"/>
          <w:b/>
          <w:bCs/>
          <w:i/>
          <w:szCs w:val="20"/>
          <w:u w:val="single"/>
        </w:rPr>
        <w:t>L’objectif général</w:t>
      </w:r>
      <w:r w:rsidRPr="00A93A8B">
        <w:rPr>
          <w:rFonts w:asciiTheme="majorHAnsi" w:hAnsiTheme="majorHAnsi" w:cstheme="majorHAnsi"/>
          <w:i/>
          <w:szCs w:val="20"/>
        </w:rPr>
        <w:t xml:space="preserve"> </w:t>
      </w:r>
    </w:p>
    <w:p w14:paraId="7138F912" w14:textId="77777777" w:rsidR="00364AC2" w:rsidRPr="00FD7DDA" w:rsidRDefault="00364AC2" w:rsidP="0075607D">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ind w:left="-426"/>
        <w:jc w:val="both"/>
        <w:rPr>
          <w:rFonts w:asciiTheme="majorHAnsi" w:hAnsiTheme="majorHAnsi" w:cstheme="majorHAnsi"/>
          <w:i/>
          <w:szCs w:val="20"/>
        </w:rPr>
      </w:pPr>
      <w:r w:rsidRPr="00A93A8B">
        <w:rPr>
          <w:rFonts w:asciiTheme="majorHAnsi" w:hAnsiTheme="majorHAnsi" w:cstheme="majorHAnsi"/>
          <w:i/>
          <w:szCs w:val="20"/>
        </w:rPr>
        <w:t>[Insérer ici votre réponse à la question 2.3.1.a]</w:t>
      </w:r>
    </w:p>
    <w:p w14:paraId="31B82977" w14:textId="77777777" w:rsidR="00364AC2" w:rsidRDefault="00364AC2" w:rsidP="0075607D">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ind w:left="-426"/>
        <w:jc w:val="both"/>
        <w:rPr>
          <w:rFonts w:asciiTheme="majorHAnsi" w:hAnsiTheme="majorHAnsi" w:cstheme="majorHAnsi"/>
          <w:sz w:val="22"/>
        </w:rPr>
      </w:pPr>
    </w:p>
    <w:p w14:paraId="011B92E0" w14:textId="77777777" w:rsidR="00364AC2" w:rsidRDefault="00364AC2" w:rsidP="0075607D">
      <w:pPr>
        <w:ind w:left="-426"/>
        <w:jc w:val="both"/>
        <w:rPr>
          <w:rFonts w:asciiTheme="majorHAnsi" w:eastAsia="Arial" w:hAnsiTheme="majorHAnsi" w:cstheme="majorHAnsi"/>
          <w:sz w:val="22"/>
          <w:szCs w:val="20"/>
          <w:highlight w:val="yellow"/>
        </w:rPr>
      </w:pPr>
    </w:p>
    <w:p w14:paraId="7FD47AC1" w14:textId="6260CA32" w:rsidR="00364AC2" w:rsidRPr="00364AC2" w:rsidRDefault="00364AC2" w:rsidP="0075607D">
      <w:pPr>
        <w:pStyle w:val="Paragrafoelenco"/>
        <w:numPr>
          <w:ilvl w:val="0"/>
          <w:numId w:val="14"/>
        </w:numPr>
        <w:tabs>
          <w:tab w:val="left" w:pos="567"/>
        </w:tabs>
        <w:spacing w:before="120" w:line="240" w:lineRule="auto"/>
        <w:ind w:left="-426"/>
        <w:jc w:val="both"/>
        <w:rPr>
          <w:rFonts w:asciiTheme="majorHAnsi" w:hAnsiTheme="majorHAnsi" w:cstheme="majorHAnsi"/>
          <w:b/>
          <w:bCs/>
          <w:i/>
          <w:szCs w:val="20"/>
          <w:u w:val="single"/>
        </w:rPr>
      </w:pPr>
      <w:r w:rsidRPr="00364AC2">
        <w:rPr>
          <w:rFonts w:asciiTheme="majorHAnsi" w:hAnsiTheme="majorHAnsi" w:cstheme="majorHAnsi"/>
          <w:b/>
          <w:bCs/>
          <w:i/>
          <w:szCs w:val="20"/>
          <w:u w:val="single"/>
        </w:rPr>
        <w:t>Les objectifs spécifiques</w:t>
      </w:r>
      <w:r w:rsidRPr="00364AC2">
        <w:rPr>
          <w:rFonts w:asciiTheme="majorHAnsi" w:hAnsiTheme="majorHAnsi" w:cstheme="majorHAnsi"/>
          <w:i/>
          <w:szCs w:val="20"/>
        </w:rPr>
        <w:t xml:space="preserve"> (3 objectifs maximum)</w:t>
      </w:r>
    </w:p>
    <w:p w14:paraId="15763836" w14:textId="77777777" w:rsidR="00364AC2" w:rsidRPr="00FD7DDA" w:rsidRDefault="00364AC2" w:rsidP="0075607D">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ind w:left="-426"/>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3.1.b</w:t>
      </w:r>
      <w:r w:rsidRPr="00FD7DDA">
        <w:rPr>
          <w:rFonts w:asciiTheme="majorHAnsi" w:hAnsiTheme="majorHAnsi" w:cstheme="majorHAnsi"/>
          <w:i/>
          <w:szCs w:val="20"/>
        </w:rPr>
        <w:t>]</w:t>
      </w:r>
    </w:p>
    <w:p w14:paraId="735735AC" w14:textId="77777777" w:rsidR="00364AC2" w:rsidRDefault="00364AC2" w:rsidP="0075607D">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ind w:left="-426"/>
        <w:jc w:val="both"/>
        <w:rPr>
          <w:rFonts w:asciiTheme="majorHAnsi" w:hAnsiTheme="majorHAnsi" w:cstheme="majorHAnsi"/>
          <w:sz w:val="22"/>
        </w:rPr>
      </w:pPr>
    </w:p>
    <w:p w14:paraId="73B30151" w14:textId="77777777" w:rsidR="00364AC2" w:rsidRPr="00EC09E9" w:rsidRDefault="00364AC2" w:rsidP="0075607D">
      <w:pPr>
        <w:pStyle w:val="Paragrafoelenco"/>
        <w:tabs>
          <w:tab w:val="left" w:pos="567"/>
        </w:tabs>
        <w:spacing w:before="120" w:line="240" w:lineRule="auto"/>
        <w:ind w:left="-426"/>
        <w:jc w:val="both"/>
        <w:rPr>
          <w:rFonts w:asciiTheme="majorHAnsi" w:hAnsiTheme="majorHAnsi" w:cstheme="majorHAnsi"/>
          <w:i/>
          <w:szCs w:val="20"/>
        </w:rPr>
      </w:pPr>
    </w:p>
    <w:p w14:paraId="69071D2B" w14:textId="3CB05EEA" w:rsidR="00364AC2" w:rsidRPr="00364AC2" w:rsidRDefault="00364AC2" w:rsidP="0075607D">
      <w:pPr>
        <w:pStyle w:val="Paragrafoelenco"/>
        <w:numPr>
          <w:ilvl w:val="0"/>
          <w:numId w:val="14"/>
        </w:numPr>
        <w:tabs>
          <w:tab w:val="left" w:pos="567"/>
        </w:tabs>
        <w:spacing w:before="120" w:line="240" w:lineRule="auto"/>
        <w:ind w:left="-426"/>
        <w:jc w:val="both"/>
        <w:rPr>
          <w:rFonts w:asciiTheme="majorHAnsi" w:hAnsiTheme="majorHAnsi" w:cstheme="majorHAnsi"/>
          <w:i/>
          <w:szCs w:val="20"/>
        </w:rPr>
      </w:pPr>
      <w:r w:rsidRPr="00364AC2">
        <w:rPr>
          <w:rFonts w:asciiTheme="majorHAnsi" w:hAnsiTheme="majorHAnsi" w:cstheme="majorHAnsi"/>
          <w:b/>
          <w:bCs/>
          <w:i/>
          <w:szCs w:val="20"/>
          <w:u w:val="single"/>
        </w:rPr>
        <w:t>Les résultats attendus</w:t>
      </w:r>
      <w:r w:rsidRPr="00364AC2">
        <w:rPr>
          <w:rFonts w:asciiTheme="majorHAnsi" w:hAnsiTheme="majorHAnsi" w:cstheme="majorHAnsi"/>
          <w:i/>
          <w:szCs w:val="20"/>
        </w:rPr>
        <w:t xml:space="preserve"> </w:t>
      </w:r>
    </w:p>
    <w:p w14:paraId="50F6F474" w14:textId="77777777" w:rsidR="00364AC2" w:rsidRPr="00FD7DDA" w:rsidRDefault="00364AC2" w:rsidP="0075607D">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ind w:left="-426"/>
        <w:jc w:val="both"/>
        <w:rPr>
          <w:rFonts w:asciiTheme="majorHAnsi" w:hAnsiTheme="majorHAnsi" w:cstheme="majorHAnsi"/>
          <w:i/>
          <w:szCs w:val="20"/>
        </w:rPr>
      </w:pPr>
      <w:r w:rsidRPr="00FD7DDA">
        <w:rPr>
          <w:rFonts w:asciiTheme="majorHAnsi" w:hAnsiTheme="majorHAnsi" w:cstheme="majorHAnsi"/>
          <w:i/>
          <w:szCs w:val="20"/>
        </w:rPr>
        <w:t>[Insérer ici votre réponse à la question 2.</w:t>
      </w:r>
      <w:r>
        <w:rPr>
          <w:rFonts w:asciiTheme="majorHAnsi" w:hAnsiTheme="majorHAnsi" w:cstheme="majorHAnsi"/>
          <w:i/>
          <w:szCs w:val="20"/>
        </w:rPr>
        <w:t>3.1.c</w:t>
      </w:r>
      <w:r w:rsidRPr="00FD7DDA">
        <w:rPr>
          <w:rFonts w:asciiTheme="majorHAnsi" w:hAnsiTheme="majorHAnsi" w:cstheme="majorHAnsi"/>
          <w:i/>
          <w:szCs w:val="20"/>
        </w:rPr>
        <w:t>]</w:t>
      </w:r>
    </w:p>
    <w:p w14:paraId="2D0CED52" w14:textId="77777777" w:rsidR="00364AC2" w:rsidRDefault="00364AC2" w:rsidP="0075607D">
      <w:pPr>
        <w:pBdr>
          <w:top w:val="single" w:sz="4" w:space="1" w:color="88ABD6" w:themeColor="text1" w:themeTint="66"/>
          <w:left w:val="single" w:sz="4" w:space="4" w:color="88ABD6" w:themeColor="text1" w:themeTint="66"/>
          <w:bottom w:val="single" w:sz="4" w:space="31" w:color="88ABD6" w:themeColor="text1" w:themeTint="66"/>
          <w:right w:val="single" w:sz="4" w:space="4" w:color="88ABD6" w:themeColor="text1" w:themeTint="66"/>
        </w:pBdr>
        <w:tabs>
          <w:tab w:val="left" w:pos="567"/>
        </w:tabs>
        <w:spacing w:before="120"/>
        <w:ind w:left="-426"/>
        <w:jc w:val="both"/>
        <w:rPr>
          <w:rFonts w:asciiTheme="majorHAnsi" w:hAnsiTheme="majorHAnsi" w:cstheme="majorHAnsi"/>
          <w:sz w:val="22"/>
        </w:rPr>
      </w:pPr>
    </w:p>
    <w:p w14:paraId="3B57DD9D" w14:textId="77777777" w:rsidR="008E0109" w:rsidRPr="009D63A3" w:rsidRDefault="008E0109" w:rsidP="0075607D">
      <w:pPr>
        <w:ind w:left="-426"/>
        <w:jc w:val="both"/>
        <w:rPr>
          <w:rFonts w:asciiTheme="majorHAnsi" w:eastAsia="Arial" w:hAnsiTheme="majorHAnsi" w:cstheme="majorHAnsi"/>
          <w:sz w:val="22"/>
          <w:szCs w:val="20"/>
          <w:highlight w:val="yellow"/>
        </w:rPr>
      </w:pPr>
    </w:p>
    <w:p w14:paraId="5458A835" w14:textId="16365B67" w:rsidR="00011D27" w:rsidRPr="00995248" w:rsidRDefault="00DB3C73" w:rsidP="0075607D">
      <w:pPr>
        <w:spacing w:after="200" w:line="240" w:lineRule="auto"/>
        <w:ind w:left="-426"/>
        <w:jc w:val="both"/>
        <w:rPr>
          <w:b/>
          <w:bCs/>
          <w:sz w:val="22"/>
        </w:rPr>
      </w:pPr>
      <w:bookmarkStart w:id="5" w:name="_heading=h.30j0zll" w:colFirst="0" w:colLast="0"/>
      <w:bookmarkEnd w:id="5"/>
      <w:r>
        <w:rPr>
          <w:b/>
          <w:bCs/>
          <w:sz w:val="22"/>
        </w:rPr>
        <w:t>2</w:t>
      </w:r>
      <w:r w:rsidR="00011D27" w:rsidRPr="00C90431">
        <w:rPr>
          <w:b/>
          <w:bCs/>
          <w:sz w:val="22"/>
        </w:rPr>
        <w:t>.</w:t>
      </w:r>
      <w:r w:rsidR="004F7EF3">
        <w:rPr>
          <w:b/>
          <w:bCs/>
          <w:sz w:val="22"/>
        </w:rPr>
        <w:t>3.</w:t>
      </w:r>
      <w:r w:rsidR="006706A3">
        <w:rPr>
          <w:b/>
          <w:bCs/>
          <w:sz w:val="22"/>
        </w:rPr>
        <w:t>2</w:t>
      </w:r>
      <w:r w:rsidR="00011D27" w:rsidRPr="00C90431">
        <w:rPr>
          <w:b/>
          <w:bCs/>
          <w:sz w:val="22"/>
        </w:rPr>
        <w:t xml:space="preserve"> Description de</w:t>
      </w:r>
      <w:r w:rsidR="007B11E4">
        <w:rPr>
          <w:b/>
          <w:bCs/>
          <w:sz w:val="22"/>
        </w:rPr>
        <w:t xml:space="preserve"> déroulement de </w:t>
      </w:r>
      <w:r w:rsidR="00011D27" w:rsidRPr="00C90431">
        <w:rPr>
          <w:b/>
          <w:bCs/>
          <w:sz w:val="22"/>
        </w:rPr>
        <w:t xml:space="preserve">l'action et de son efficacité </w:t>
      </w:r>
    </w:p>
    <w:p w14:paraId="300DBF48" w14:textId="6ACB7B22" w:rsidR="000E7339" w:rsidRDefault="0075607D" w:rsidP="0075607D">
      <w:pPr>
        <w:ind w:left="-426"/>
        <w:jc w:val="both"/>
        <w:rPr>
          <w:i/>
          <w:szCs w:val="20"/>
        </w:rPr>
      </w:pPr>
      <w:bookmarkStart w:id="6" w:name="_Hlk128646497"/>
      <w:bookmarkEnd w:id="4"/>
      <w:r>
        <w:rPr>
          <w:i/>
          <w:szCs w:val="20"/>
        </w:rPr>
        <w:t>Veuillez f</w:t>
      </w:r>
      <w:r w:rsidR="000E7339">
        <w:rPr>
          <w:i/>
          <w:szCs w:val="20"/>
        </w:rPr>
        <w:t>ournir une description des activités proposées et leur efficacité.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1A7002E0" w14:textId="77777777" w:rsidR="000E7339" w:rsidRDefault="000E7339" w:rsidP="0075607D">
      <w:pPr>
        <w:ind w:left="-426"/>
        <w:jc w:val="both"/>
        <w:rPr>
          <w:i/>
          <w:szCs w:val="20"/>
        </w:rPr>
      </w:pPr>
      <w:r>
        <w:rPr>
          <w:i/>
          <w:szCs w:val="20"/>
        </w:rPr>
        <w:t xml:space="preserve">Il est impératif que les activités soient nommées de façon identique dans l’ensemble des documents de la proposition (formulaire de réponse, cadre logique, budget, chronogramme). </w:t>
      </w:r>
    </w:p>
    <w:p w14:paraId="562B1D6C" w14:textId="77777777" w:rsidR="000E7339" w:rsidRDefault="000E7339" w:rsidP="0075607D">
      <w:pPr>
        <w:ind w:left="-426"/>
        <w:jc w:val="both"/>
        <w:rPr>
          <w:i/>
          <w:szCs w:val="20"/>
        </w:rPr>
      </w:pPr>
    </w:p>
    <w:p w14:paraId="4F148E1A" w14:textId="73A3B975" w:rsidR="000E7339" w:rsidRDefault="000E7339" w:rsidP="0075607D">
      <w:pPr>
        <w:ind w:left="-426"/>
        <w:jc w:val="both"/>
        <w:rPr>
          <w:i/>
          <w:szCs w:val="20"/>
        </w:rPr>
      </w:pPr>
      <w:r>
        <w:rPr>
          <w:i/>
          <w:szCs w:val="20"/>
        </w:rPr>
        <w:t xml:space="preserve">Vous pouvez choisir de présenter les activités </w:t>
      </w:r>
      <w:r>
        <w:rPr>
          <w:i/>
          <w:szCs w:val="20"/>
          <w:u w:val="single"/>
        </w:rPr>
        <w:t xml:space="preserve">soit </w:t>
      </w:r>
      <w:r>
        <w:rPr>
          <w:i/>
          <w:szCs w:val="20"/>
        </w:rPr>
        <w:t xml:space="preserve">sous forme de tableaux </w:t>
      </w:r>
      <w:r>
        <w:rPr>
          <w:i/>
          <w:szCs w:val="20"/>
          <w:u w:val="single"/>
        </w:rPr>
        <w:t>soit</w:t>
      </w:r>
      <w:r>
        <w:rPr>
          <w:i/>
          <w:szCs w:val="20"/>
        </w:rPr>
        <w:t xml:space="preserve"> sous forme narrative. </w:t>
      </w:r>
    </w:p>
    <w:bookmarkStart w:id="7" w:name="_Hlk128997340"/>
    <w:p w14:paraId="15DB0043" w14:textId="15A39526" w:rsidR="0075607D" w:rsidRPr="0075607D" w:rsidRDefault="00276B18" w:rsidP="0075607D">
      <w:pPr>
        <w:ind w:left="-426"/>
        <w:jc w:val="both"/>
        <w:rPr>
          <w:i/>
          <w:szCs w:val="20"/>
        </w:rPr>
      </w:pPr>
      <w:r>
        <w:rPr>
          <w:noProof/>
        </w:rPr>
        <mc:AlternateContent>
          <mc:Choice Requires="wps">
            <w:drawing>
              <wp:anchor distT="0" distB="0" distL="114300" distR="114300" simplePos="0" relativeHeight="251724800" behindDoc="0" locked="0" layoutInCell="1" allowOverlap="1" wp14:anchorId="7264A324" wp14:editId="61A93312">
                <wp:simplePos x="0" y="0"/>
                <wp:positionH relativeFrom="column">
                  <wp:posOffset>3524250</wp:posOffset>
                </wp:positionH>
                <wp:positionV relativeFrom="paragraph">
                  <wp:posOffset>18415</wp:posOffset>
                </wp:positionV>
                <wp:extent cx="375285" cy="352425"/>
                <wp:effectExtent l="0" t="0" r="5715" b="9525"/>
                <wp:wrapNone/>
                <wp:docPr id="10" name="Rettangolo 10"/>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16410" id="Rettangolo 10" o:spid="_x0000_s1026" style="position:absolute;margin-left:277.5pt;margin-top:1.45pt;width:29.55pt;height:27.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" stroked="f" strokeweight="2pt">
                <v:fill r:id="rId12" o:title="" recolor="t" rotate="t" type="frame"/>
              </v:rect>
            </w:pict>
          </mc:Fallback>
        </mc:AlternateContent>
      </w:r>
      <w:r w:rsidR="0075607D" w:rsidRPr="0075607D">
        <w:rPr>
          <w:i/>
          <w:szCs w:val="20"/>
          <w:u w:val="single"/>
        </w:rPr>
        <w:t xml:space="preserve">Nota bene : </w:t>
      </w:r>
      <w:r w:rsidR="0075607D" w:rsidRPr="0075607D">
        <w:rPr>
          <w:b/>
          <w:bCs/>
          <w:i/>
          <w:szCs w:val="20"/>
          <w:u w:val="single"/>
        </w:rPr>
        <w:t>une</w:t>
      </w:r>
      <w:r w:rsidR="0075607D" w:rsidRPr="0075607D">
        <w:rPr>
          <w:i/>
          <w:szCs w:val="20"/>
          <w:u w:val="single"/>
        </w:rPr>
        <w:t xml:space="preserve"> seule de ces deux modalités est à choisir</w:t>
      </w:r>
      <w:bookmarkEnd w:id="7"/>
      <w:r w:rsidR="0075607D">
        <w:rPr>
          <w:i/>
          <w:szCs w:val="20"/>
        </w:rPr>
        <w:t xml:space="preserve">. </w:t>
      </w:r>
    </w:p>
    <w:p w14:paraId="629C5B6D" w14:textId="77777777" w:rsidR="000E7339" w:rsidRPr="0075607D" w:rsidRDefault="000E7339" w:rsidP="0075607D">
      <w:pPr>
        <w:ind w:left="-426"/>
        <w:jc w:val="both"/>
        <w:rPr>
          <w:i/>
          <w:szCs w:val="20"/>
        </w:rPr>
      </w:pPr>
    </w:p>
    <w:p w14:paraId="236C5897" w14:textId="77777777" w:rsidR="000E7339" w:rsidRDefault="000E7339" w:rsidP="0075607D">
      <w:pPr>
        <w:ind w:left="-426"/>
        <w:jc w:val="both"/>
        <w:rPr>
          <w:i/>
          <w:szCs w:val="20"/>
        </w:rPr>
      </w:pPr>
      <w:r>
        <w:rPr>
          <w:i/>
          <w:szCs w:val="20"/>
        </w:rPr>
        <w:t>Si vous choisissez l’option tableaux, veuillez compléter le tableau et</w:t>
      </w:r>
      <w:r>
        <w:rPr>
          <w:i/>
        </w:rPr>
        <w:t xml:space="preserve"> le dupliquer (un tableau pour chaque activité) :</w:t>
      </w:r>
    </w:p>
    <w:p w14:paraId="0E8F533A" w14:textId="663783B7" w:rsidR="000E7339" w:rsidRDefault="000E7339" w:rsidP="0075607D">
      <w:pPr>
        <w:tabs>
          <w:tab w:val="left" w:pos="426"/>
        </w:tabs>
        <w:ind w:left="-426"/>
        <w:jc w:val="both"/>
        <w:rPr>
          <w:rFonts w:asciiTheme="majorHAnsi" w:eastAsia="Arial" w:hAnsiTheme="majorHAnsi" w:cstheme="majorHAnsi"/>
          <w:i/>
          <w:sz w:val="22"/>
          <w:szCs w:val="20"/>
        </w:rPr>
      </w:pPr>
      <w:bookmarkStart w:id="8" w:name="_tyjcwt"/>
      <w:bookmarkEnd w:id="8"/>
    </w:p>
    <w:p w14:paraId="7AC503AE" w14:textId="732B223E" w:rsidR="0075607D" w:rsidRDefault="0075607D" w:rsidP="0075607D">
      <w:pPr>
        <w:tabs>
          <w:tab w:val="left" w:pos="426"/>
        </w:tabs>
        <w:ind w:left="-426"/>
        <w:jc w:val="both"/>
        <w:rPr>
          <w:rFonts w:asciiTheme="majorHAnsi" w:eastAsia="Arial" w:hAnsiTheme="majorHAnsi" w:cstheme="majorHAnsi"/>
          <w:i/>
          <w:sz w:val="22"/>
          <w:szCs w:val="20"/>
        </w:rPr>
      </w:pPr>
    </w:p>
    <w:tbl>
      <w:tblPr>
        <w:tblStyle w:val="Tabellagriglia4-colore4"/>
        <w:tblW w:w="10200" w:type="dxa"/>
        <w:jc w:val="center"/>
        <w:tblLayout w:type="fixed"/>
        <w:tblLook w:val="04A0" w:firstRow="1" w:lastRow="0" w:firstColumn="1" w:lastColumn="0" w:noHBand="0" w:noVBand="1"/>
      </w:tblPr>
      <w:tblGrid>
        <w:gridCol w:w="562"/>
        <w:gridCol w:w="2977"/>
        <w:gridCol w:w="6661"/>
      </w:tblGrid>
      <w:tr w:rsidR="0075607D" w14:paraId="795BD6B2" w14:textId="77777777" w:rsidTr="0075607D">
        <w:trPr>
          <w:cnfStyle w:val="100000000000" w:firstRow="1" w:lastRow="0" w:firstColumn="0" w:lastColumn="0" w:oddVBand="0" w:evenVBand="0" w:oddHBand="0"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562" w:type="dxa"/>
            <w:hideMark/>
          </w:tcPr>
          <w:p w14:paraId="3F9895F0" w14:textId="77777777" w:rsidR="0075607D" w:rsidRDefault="0075607D">
            <w:pPr>
              <w:tabs>
                <w:tab w:val="left" w:pos="567"/>
              </w:tabs>
              <w:spacing w:before="120"/>
              <w:rPr>
                <w:rFonts w:asciiTheme="majorHAnsi" w:hAnsiTheme="majorHAnsi" w:cstheme="majorHAnsi"/>
                <w:b w:val="0"/>
                <w:bCs w:val="0"/>
                <w:iCs/>
                <w:szCs w:val="20"/>
              </w:rPr>
            </w:pPr>
            <w:r>
              <w:rPr>
                <w:rFonts w:asciiTheme="majorHAnsi" w:hAnsiTheme="majorHAnsi" w:cstheme="majorHAnsi"/>
                <w:iCs/>
                <w:szCs w:val="20"/>
              </w:rPr>
              <w:t xml:space="preserve">N° </w:t>
            </w:r>
          </w:p>
        </w:tc>
        <w:tc>
          <w:tcPr>
            <w:tcW w:w="9639" w:type="dxa"/>
            <w:gridSpan w:val="2"/>
            <w:hideMark/>
          </w:tcPr>
          <w:p w14:paraId="5BBCE9A2" w14:textId="77777777" w:rsidR="0075607D" w:rsidRDefault="0075607D">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 xml:space="preserve">Titre de l’activité </w:t>
            </w:r>
          </w:p>
        </w:tc>
      </w:tr>
      <w:tr w:rsidR="0075607D" w14:paraId="10FB5DF6" w14:textId="77777777" w:rsidTr="0075607D">
        <w:trPr>
          <w:cnfStyle w:val="000000100000" w:firstRow="0" w:lastRow="0" w:firstColumn="0" w:lastColumn="0" w:oddVBand="0" w:evenVBand="0" w:oddHBand="1" w:evenHBand="0" w:firstRowFirstColumn="0" w:firstRowLastColumn="0" w:lastRowFirstColumn="0" w:lastRowLastColumn="0"/>
          <w:trHeight w:val="671"/>
          <w:jc w:val="center"/>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3486B9D" w14:textId="77777777" w:rsidR="0075607D" w:rsidRDefault="0075607D">
            <w:pPr>
              <w:tabs>
                <w:tab w:val="left" w:pos="567"/>
              </w:tabs>
              <w:spacing w:before="120"/>
              <w:rPr>
                <w:rFonts w:asciiTheme="majorHAnsi" w:hAnsiTheme="majorHAnsi" w:cstheme="majorHAnsi"/>
                <w:iCs/>
                <w:sz w:val="22"/>
              </w:rPr>
            </w:pPr>
          </w:p>
        </w:tc>
        <w:tc>
          <w:tcPr>
            <w:tcW w:w="9639" w:type="dxa"/>
            <w:gridSpan w:val="2"/>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C55571B" w14:textId="77777777" w:rsidR="0075607D" w:rsidRDefault="0075607D">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 w:val="22"/>
              </w:rPr>
            </w:pPr>
          </w:p>
        </w:tc>
      </w:tr>
      <w:tr w:rsidR="0075607D" w14:paraId="016560F7" w14:textId="77777777" w:rsidTr="0075607D">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16504DDB" w14:textId="77777777" w:rsidR="0075607D" w:rsidRDefault="0075607D">
            <w:pPr>
              <w:spacing w:before="120"/>
              <w:rPr>
                <w:rFonts w:asciiTheme="majorHAnsi" w:hAnsiTheme="majorHAnsi" w:cstheme="majorHAnsi"/>
                <w:szCs w:val="20"/>
              </w:rPr>
            </w:pPr>
            <w:r>
              <w:rPr>
                <w:rFonts w:asciiTheme="majorHAnsi" w:hAnsiTheme="majorHAnsi" w:cstheme="majorHAnsi"/>
                <w:szCs w:val="20"/>
              </w:rPr>
              <w:t>Résultat de référence</w:t>
            </w: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1C799D6" w14:textId="77777777" w:rsidR="0075607D" w:rsidRDefault="0075607D">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75607D" w14:paraId="309FFC72" w14:textId="77777777" w:rsidTr="007560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29459C61" w14:textId="77777777" w:rsidR="0075607D" w:rsidRDefault="0075607D">
            <w:pPr>
              <w:spacing w:before="120"/>
              <w:rPr>
                <w:rFonts w:asciiTheme="majorHAnsi" w:hAnsiTheme="majorHAnsi" w:cstheme="majorHAnsi"/>
                <w:szCs w:val="20"/>
              </w:rPr>
            </w:pPr>
            <w:r>
              <w:rPr>
                <w:rFonts w:asciiTheme="majorHAnsi" w:hAnsiTheme="majorHAnsi" w:cstheme="majorHAnsi"/>
                <w:szCs w:val="20"/>
              </w:rPr>
              <w:t>Objectif(s) de l’activité</w:t>
            </w: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E8CF500" w14:textId="77777777" w:rsidR="0075607D" w:rsidRDefault="0075607D">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75607D" w:rsidRPr="0075607D" w14:paraId="5DCF31AF" w14:textId="77777777" w:rsidTr="0075607D">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04A471D1" w14:textId="77777777" w:rsidR="0075607D" w:rsidRDefault="0075607D">
            <w:pPr>
              <w:spacing w:before="120"/>
              <w:rPr>
                <w:rFonts w:asciiTheme="majorHAnsi" w:hAnsiTheme="majorHAnsi" w:cstheme="majorHAnsi"/>
                <w:szCs w:val="20"/>
              </w:rPr>
            </w:pPr>
            <w:r>
              <w:rPr>
                <w:rFonts w:asciiTheme="majorHAnsi" w:hAnsiTheme="majorHAnsi" w:cstheme="majorHAnsi"/>
                <w:szCs w:val="20"/>
              </w:rPr>
              <w:lastRenderedPageBreak/>
              <w:t xml:space="preserve">Modalité de mise en œuvre </w:t>
            </w:r>
            <w:r>
              <w:rPr>
                <w:rFonts w:asciiTheme="majorHAnsi" w:hAnsiTheme="majorHAnsi" w:cstheme="majorHAnsi"/>
                <w:b w:val="0"/>
                <w:szCs w:val="20"/>
              </w:rPr>
              <w:t>(décrire ici en quoi consiste l’activité et comment elle sera mise en œuvre)</w:t>
            </w: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3AF0E95" w14:textId="77777777" w:rsidR="0075607D" w:rsidRDefault="0075607D">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75607D" w14:paraId="18FEDE0C" w14:textId="77777777" w:rsidTr="007560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70B1F252" w14:textId="77777777" w:rsidR="0075607D" w:rsidRDefault="0075607D">
            <w:pPr>
              <w:spacing w:before="120"/>
              <w:rPr>
                <w:rFonts w:asciiTheme="majorHAnsi" w:hAnsiTheme="majorHAnsi" w:cstheme="majorHAnsi"/>
                <w:szCs w:val="20"/>
              </w:rPr>
            </w:pPr>
            <w:r>
              <w:rPr>
                <w:rFonts w:asciiTheme="majorHAnsi" w:hAnsiTheme="majorHAnsi" w:cstheme="majorHAnsi"/>
                <w:szCs w:val="20"/>
              </w:rPr>
              <w:t>Groupe(s) cible(s)</w:t>
            </w: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5AA1545" w14:textId="77777777" w:rsidR="0075607D" w:rsidRDefault="0075607D">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r w:rsidR="0075607D" w14:paraId="4DEDBFDF" w14:textId="77777777" w:rsidTr="0075607D">
        <w:trPr>
          <w:jc w:val="center"/>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04992E15" w14:textId="77777777" w:rsidR="0075607D" w:rsidRDefault="0075607D">
            <w:pPr>
              <w:spacing w:before="120"/>
              <w:rPr>
                <w:rFonts w:asciiTheme="majorHAnsi" w:hAnsiTheme="majorHAnsi" w:cstheme="majorHAnsi"/>
                <w:szCs w:val="20"/>
              </w:rPr>
            </w:pPr>
            <w:r>
              <w:rPr>
                <w:rFonts w:asciiTheme="majorHAnsi" w:hAnsiTheme="majorHAnsi" w:cstheme="majorHAnsi"/>
                <w:szCs w:val="20"/>
              </w:rPr>
              <w:t>Bénéficiaires finaux</w:t>
            </w: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3898631" w14:textId="77777777" w:rsidR="0075607D" w:rsidRDefault="0075607D">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 w:val="22"/>
              </w:rPr>
            </w:pPr>
          </w:p>
        </w:tc>
      </w:tr>
      <w:tr w:rsidR="0075607D" w14:paraId="4051E3D5" w14:textId="77777777" w:rsidTr="0075607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34E69F16" w14:textId="77777777" w:rsidR="0075607D" w:rsidRDefault="0075607D">
            <w:pPr>
              <w:spacing w:before="120"/>
              <w:rPr>
                <w:rFonts w:asciiTheme="majorHAnsi" w:hAnsiTheme="majorHAnsi" w:cstheme="majorHAnsi"/>
                <w:szCs w:val="20"/>
              </w:rPr>
            </w:pPr>
            <w:r>
              <w:rPr>
                <w:rFonts w:asciiTheme="majorHAnsi" w:hAnsiTheme="majorHAnsi" w:cstheme="majorHAnsi"/>
                <w:szCs w:val="20"/>
              </w:rPr>
              <w:t>Budget prévu</w:t>
            </w:r>
          </w:p>
        </w:tc>
        <w:tc>
          <w:tcPr>
            <w:tcW w:w="666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E71D700" w14:textId="77777777" w:rsidR="0075607D" w:rsidRDefault="0075607D">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 w:val="22"/>
              </w:rPr>
            </w:pPr>
          </w:p>
        </w:tc>
      </w:tr>
    </w:tbl>
    <w:p w14:paraId="58CDA46D" w14:textId="6429C5D5" w:rsidR="0075607D" w:rsidRDefault="0075607D" w:rsidP="0075607D">
      <w:pPr>
        <w:tabs>
          <w:tab w:val="left" w:pos="426"/>
        </w:tabs>
        <w:ind w:left="-426"/>
        <w:jc w:val="both"/>
        <w:rPr>
          <w:rFonts w:asciiTheme="majorHAnsi" w:eastAsia="Arial" w:hAnsiTheme="majorHAnsi" w:cstheme="majorHAnsi"/>
          <w:i/>
          <w:sz w:val="22"/>
          <w:szCs w:val="20"/>
        </w:rPr>
      </w:pPr>
    </w:p>
    <w:p w14:paraId="31976D39" w14:textId="1945EC51" w:rsidR="0075607D" w:rsidRDefault="0075607D" w:rsidP="0075607D">
      <w:pPr>
        <w:tabs>
          <w:tab w:val="left" w:pos="426"/>
        </w:tabs>
        <w:ind w:left="-426"/>
        <w:jc w:val="both"/>
        <w:rPr>
          <w:rFonts w:asciiTheme="majorHAnsi" w:eastAsia="Arial" w:hAnsiTheme="majorHAnsi" w:cstheme="majorHAnsi"/>
          <w:i/>
          <w:sz w:val="22"/>
          <w:szCs w:val="20"/>
        </w:rPr>
      </w:pPr>
    </w:p>
    <w:p w14:paraId="31AC752B" w14:textId="77777777" w:rsidR="000E7339" w:rsidRDefault="000E7339" w:rsidP="0075607D">
      <w:pPr>
        <w:ind w:left="-426"/>
        <w:jc w:val="both"/>
        <w:rPr>
          <w:i/>
          <w:szCs w:val="20"/>
        </w:rPr>
      </w:pPr>
      <w:r>
        <w:rPr>
          <w:i/>
          <w:szCs w:val="20"/>
        </w:rPr>
        <w:t xml:space="preserve">Si vous choisissez l’option de présentation narrative, il est impératif de détailler les activités comme suit : </w:t>
      </w:r>
    </w:p>
    <w:p w14:paraId="4017C9FD" w14:textId="77777777" w:rsidR="000E7339" w:rsidRDefault="000E7339" w:rsidP="0075607D">
      <w:pPr>
        <w:pStyle w:val="Textedemiseenvidence"/>
        <w:ind w:left="-426"/>
      </w:pPr>
    </w:p>
    <w:p w14:paraId="6BACC0CE" w14:textId="77777777" w:rsidR="000E7339" w:rsidRDefault="000E7339" w:rsidP="0075607D">
      <w:pPr>
        <w:ind w:left="-426"/>
        <w:rPr>
          <w:i/>
          <w:szCs w:val="20"/>
        </w:rPr>
      </w:pPr>
      <w:r>
        <w:rPr>
          <w:b/>
          <w:i/>
          <w:szCs w:val="20"/>
        </w:rPr>
        <w:t>Titre de l’activité</w:t>
      </w:r>
    </w:p>
    <w:p w14:paraId="5D6D8D21" w14:textId="77777777" w:rsidR="000E7339" w:rsidRDefault="000E7339" w:rsidP="0075607D">
      <w:pPr>
        <w:ind w:left="-426"/>
        <w:jc w:val="both"/>
        <w:rPr>
          <w:i/>
        </w:rPr>
      </w:pPr>
      <w:r>
        <w:rPr>
          <w:b/>
          <w:i/>
        </w:rPr>
        <w:t xml:space="preserve">Présentation de l’activité </w:t>
      </w:r>
      <w:r>
        <w:rPr>
          <w:i/>
        </w:rPr>
        <w:t>(objectif(s), cible(s) (femmes/hommes, âge, population clé, durée, format, fréquence, moyens nécessaires et résultats attendus). Indiquer en quoi cette intervention est sensible et/ou transformative au genre</w:t>
      </w:r>
      <w:r>
        <w:rPr>
          <w:i/>
          <w:vertAlign w:val="superscript"/>
        </w:rPr>
        <w:footnoteReference w:id="6"/>
      </w:r>
      <w:r>
        <w:rPr>
          <w:i/>
        </w:rPr>
        <w:t>. Si besoin, indiquer des interventions spécifiques qui vous semblent nécessaires pour permettre de combler les inégalités de genre. Pour les formations, détailler les modalités (durée, nature, etc.).</w:t>
      </w:r>
    </w:p>
    <w:p w14:paraId="4ECC1337" w14:textId="77777777" w:rsidR="000E7339" w:rsidRDefault="000E7339" w:rsidP="0075607D">
      <w:pPr>
        <w:ind w:left="-426"/>
        <w:jc w:val="both"/>
        <w:rPr>
          <w:i/>
        </w:rPr>
      </w:pPr>
      <w:r>
        <w:rPr>
          <w:b/>
          <w:i/>
        </w:rPr>
        <w:t xml:space="preserve">Description des responsabilités dans la mise en œuvre </w:t>
      </w:r>
      <w:r>
        <w:rPr>
          <w:b/>
          <w:i/>
          <w:u w:val="single"/>
        </w:rPr>
        <w:t>de l’activité</w:t>
      </w:r>
      <w:r>
        <w:rPr>
          <w:i/>
        </w:rPr>
        <w:t xml:space="preserve"> (porteur de projet, partenaire(s)).</w:t>
      </w:r>
      <w:r>
        <w:t xml:space="preserve"> </w:t>
      </w:r>
      <w:r>
        <w:rPr>
          <w:i/>
        </w:rPr>
        <w:t>Décrire la complémentarité entre les activités.</w:t>
      </w:r>
    </w:p>
    <w:p w14:paraId="0609F1DC" w14:textId="77777777" w:rsidR="000E7339" w:rsidRDefault="000E7339" w:rsidP="0075607D">
      <w:pPr>
        <w:ind w:left="-426"/>
      </w:pPr>
      <w:r>
        <w:t>Exemple :</w:t>
      </w:r>
    </w:p>
    <w:p w14:paraId="46904656" w14:textId="22DA3ED0" w:rsidR="000E7339" w:rsidRDefault="000E7339" w:rsidP="0075607D">
      <w:pPr>
        <w:ind w:left="-426"/>
        <w:rPr>
          <w:b/>
          <w:bCs/>
          <w:i/>
        </w:rPr>
      </w:pPr>
      <w:r>
        <w:rPr>
          <w:noProof/>
        </w:rPr>
        <mc:AlternateContent>
          <mc:Choice Requires="wps">
            <w:drawing>
              <wp:anchor distT="0" distB="0" distL="114300" distR="114300" simplePos="0" relativeHeight="251722752" behindDoc="0" locked="0" layoutInCell="1" allowOverlap="1" wp14:anchorId="1617F48F" wp14:editId="3D849879">
                <wp:simplePos x="0" y="0"/>
                <wp:positionH relativeFrom="column">
                  <wp:posOffset>3576955</wp:posOffset>
                </wp:positionH>
                <wp:positionV relativeFrom="paragraph">
                  <wp:posOffset>8890</wp:posOffset>
                </wp:positionV>
                <wp:extent cx="375285" cy="352425"/>
                <wp:effectExtent l="0" t="0" r="5715" b="9525"/>
                <wp:wrapNone/>
                <wp:docPr id="8" name="Rettangolo 8"/>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6E395D" id="Rettangolo 8" o:spid="_x0000_s1026" style="position:absolute;margin-left:281.65pt;margin-top:.7pt;width:29.55pt;height:27.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" stroked="f" strokeweight="2pt">
                <v:fill r:id="rId12" o:title="" recolor="t" rotate="t" type="frame"/>
              </v:rect>
            </w:pict>
          </mc:Fallback>
        </mc:AlternateContent>
      </w:r>
      <w:r>
        <w:rPr>
          <w:b/>
          <w:bCs/>
        </w:rPr>
        <w:t>Activités en lien avec le résultat 1</w:t>
      </w:r>
      <w:r>
        <w:rPr>
          <w:b/>
          <w:bCs/>
          <w:i/>
        </w:rPr>
        <w:t> :</w:t>
      </w:r>
      <w:r>
        <w:rPr>
          <w:b/>
          <w:bCs/>
          <w:i/>
        </w:rPr>
        <w:br/>
      </w:r>
    </w:p>
    <w:p w14:paraId="27E71AAC" w14:textId="77777777" w:rsidR="000E7339" w:rsidRDefault="000E7339" w:rsidP="0075607D">
      <w:pPr>
        <w:ind w:left="-426"/>
        <w:rPr>
          <w:b/>
          <w:bCs/>
        </w:rPr>
      </w:pPr>
      <w:r>
        <w:rPr>
          <w:b/>
          <w:bCs/>
        </w:rPr>
        <w:t>Activité 1.1</w:t>
      </w:r>
    </w:p>
    <w:p w14:paraId="67F7129F" w14:textId="77777777" w:rsidR="000E7339" w:rsidRDefault="000E7339" w:rsidP="0075607D">
      <w:pPr>
        <w:ind w:left="-426"/>
      </w:pPr>
      <w:r>
        <w:t>….</w:t>
      </w:r>
    </w:p>
    <w:p w14:paraId="0C924B4F" w14:textId="77777777" w:rsidR="000E7339" w:rsidRDefault="000E7339" w:rsidP="0075607D">
      <w:pPr>
        <w:ind w:left="-426"/>
        <w:rPr>
          <w:b/>
          <w:bCs/>
        </w:rPr>
      </w:pPr>
      <w:r>
        <w:rPr>
          <w:b/>
          <w:bCs/>
        </w:rPr>
        <w:t xml:space="preserve">Activité 1.2 </w:t>
      </w:r>
    </w:p>
    <w:p w14:paraId="635FDE9A" w14:textId="77777777" w:rsidR="000E7339" w:rsidRPr="001C5D6F" w:rsidRDefault="000E7339" w:rsidP="0075607D">
      <w:pPr>
        <w:spacing w:line="240" w:lineRule="auto"/>
        <w:ind w:left="-426"/>
        <w:rPr>
          <w:rFonts w:ascii="Times New Roman" w:eastAsiaTheme="minorHAnsi" w:hAnsi="Times New Roman" w:cs="Times New Roman"/>
          <w:color w:val="auto"/>
          <w:sz w:val="24"/>
          <w:szCs w:val="24"/>
          <w:lang w:eastAsia="it-IT"/>
        </w:rPr>
      </w:pPr>
      <w:r>
        <w:t>….</w:t>
      </w:r>
      <w:r w:rsidRPr="001C5D6F">
        <w:rPr>
          <w:rFonts w:ascii="Times New Roman" w:eastAsiaTheme="minorHAnsi" w:hAnsi="Times New Roman" w:cs="Times New Roman"/>
          <w:color w:val="auto"/>
          <w:sz w:val="24"/>
          <w:szCs w:val="24"/>
          <w:lang w:eastAsia="it-IT"/>
        </w:rPr>
        <w:t xml:space="preserve"> </w:t>
      </w:r>
    </w:p>
    <w:p w14:paraId="4E1473AD" w14:textId="59D5E31D" w:rsidR="00011D27" w:rsidRPr="001A0FD7" w:rsidRDefault="001C5125" w:rsidP="0075607D">
      <w:pPr>
        <w:tabs>
          <w:tab w:val="left" w:pos="426"/>
        </w:tabs>
        <w:ind w:left="-426"/>
        <w:jc w:val="both"/>
        <w:rPr>
          <w:rFonts w:asciiTheme="majorHAnsi" w:eastAsia="Arial" w:hAnsiTheme="majorHAnsi" w:cstheme="majorHAnsi"/>
          <w:i/>
          <w:sz w:val="22"/>
          <w:szCs w:val="20"/>
        </w:rPr>
      </w:pPr>
      <w:r w:rsidRPr="00146C6D">
        <w:br/>
      </w:r>
      <w:bookmarkEnd w:id="6"/>
    </w:p>
    <w:p w14:paraId="6E17C4CA" w14:textId="4FC877C4" w:rsidR="00011D27" w:rsidRPr="00995248" w:rsidRDefault="00DB3C73" w:rsidP="0075607D">
      <w:pPr>
        <w:spacing w:after="200" w:line="240" w:lineRule="auto"/>
        <w:ind w:left="-426"/>
        <w:jc w:val="both"/>
        <w:rPr>
          <w:b/>
          <w:bCs/>
          <w:sz w:val="22"/>
        </w:rPr>
      </w:pPr>
      <w:r>
        <w:rPr>
          <w:b/>
          <w:bCs/>
          <w:sz w:val="22"/>
        </w:rPr>
        <w:t>2</w:t>
      </w:r>
      <w:r w:rsidR="00011D27" w:rsidRPr="00C90431">
        <w:rPr>
          <w:b/>
          <w:bCs/>
          <w:sz w:val="22"/>
        </w:rPr>
        <w:t>.</w:t>
      </w:r>
      <w:r w:rsidR="004F7EF3">
        <w:rPr>
          <w:b/>
          <w:bCs/>
          <w:sz w:val="22"/>
        </w:rPr>
        <w:t>3.</w:t>
      </w:r>
      <w:r>
        <w:rPr>
          <w:b/>
          <w:bCs/>
          <w:sz w:val="22"/>
        </w:rPr>
        <w:t>3</w:t>
      </w:r>
      <w:r w:rsidR="00011D27" w:rsidRPr="00C90431">
        <w:rPr>
          <w:b/>
          <w:bCs/>
          <w:sz w:val="22"/>
        </w:rPr>
        <w:t xml:space="preserve"> Durée de l'action</w:t>
      </w:r>
    </w:p>
    <w:p w14:paraId="20E55925" w14:textId="0CAD0BEB" w:rsidR="00011D27" w:rsidRPr="00995248" w:rsidRDefault="00011D27" w:rsidP="0075607D">
      <w:pPr>
        <w:ind w:left="-426"/>
        <w:jc w:val="both"/>
        <w:rPr>
          <w:rFonts w:asciiTheme="majorHAnsi" w:eastAsia="Arial" w:hAnsiTheme="majorHAnsi" w:cstheme="majorHAnsi"/>
          <w:i/>
          <w:szCs w:val="20"/>
        </w:rPr>
      </w:pPr>
      <w:bookmarkStart w:id="9" w:name="_Hlk83893059"/>
      <w:r w:rsidRPr="00995248">
        <w:rPr>
          <w:rFonts w:asciiTheme="majorHAnsi" w:eastAsia="Arial" w:hAnsiTheme="majorHAnsi" w:cstheme="majorHAnsi"/>
          <w:i/>
          <w:szCs w:val="20"/>
        </w:rPr>
        <w:t>La durée de l’action sera de &lt;X&gt; mois.</w:t>
      </w:r>
    </w:p>
    <w:p w14:paraId="760CA516" w14:textId="512B4D41" w:rsidR="00AD32D3" w:rsidRDefault="00AD32D3" w:rsidP="0075607D">
      <w:pPr>
        <w:ind w:left="-426"/>
        <w:rPr>
          <w:i/>
        </w:rPr>
      </w:pPr>
      <w:bookmarkStart w:id="10" w:name="_Hlk83897465"/>
      <w:bookmarkEnd w:id="9"/>
    </w:p>
    <w:bookmarkEnd w:id="10"/>
    <w:p w14:paraId="2A665A52" w14:textId="77777777" w:rsidR="00EF44ED" w:rsidRPr="00377F69" w:rsidRDefault="00EF44ED" w:rsidP="0075607D">
      <w:pPr>
        <w:ind w:left="-426"/>
        <w:jc w:val="both"/>
        <w:rPr>
          <w:rFonts w:asciiTheme="majorHAnsi" w:eastAsia="Arial" w:hAnsiTheme="majorHAnsi" w:cstheme="majorHAnsi"/>
          <w:sz w:val="22"/>
        </w:rPr>
      </w:pPr>
      <w:r>
        <w:rPr>
          <w:noProof/>
          <w:lang w:eastAsia="fr-FR"/>
        </w:rPr>
        <mc:AlternateContent>
          <mc:Choice Requires="wps">
            <w:drawing>
              <wp:anchor distT="0" distB="0" distL="114300" distR="114300" simplePos="0" relativeHeight="251720704" behindDoc="0" locked="0" layoutInCell="1" allowOverlap="1" wp14:anchorId="00C3BD9C" wp14:editId="704DC204">
                <wp:simplePos x="0" y="0"/>
                <wp:positionH relativeFrom="column">
                  <wp:posOffset>-446405</wp:posOffset>
                </wp:positionH>
                <wp:positionV relativeFrom="paragraph">
                  <wp:posOffset>117475</wp:posOffset>
                </wp:positionV>
                <wp:extent cx="375285" cy="352425"/>
                <wp:effectExtent l="0" t="0" r="5715" b="9525"/>
                <wp:wrapNone/>
                <wp:docPr id="200" name="Rectangle 200"/>
                <wp:cNvGraphicFramePr/>
                <a:graphic xmlns:a="http://schemas.openxmlformats.org/drawingml/2006/main">
                  <a:graphicData uri="http://schemas.microsoft.com/office/word/2010/wordprocessingShape">
                    <wps:wsp>
                      <wps:cNvSpPr/>
                      <wps:spPr>
                        <a:xfrm>
                          <a:off x="0" y="0"/>
                          <a:ext cx="375285" cy="352425"/>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C3829" id="Rectangle 200" o:spid="_x0000_s1026" style="position:absolute;margin-left:-35.15pt;margin-top:9.25pt;width:29.55pt;height:27.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" stroked="f" strokeweight="2pt">
                <v:fill r:id="rId17" o:title="" recolor="t" rotate="t" type="frame"/>
              </v:rect>
            </w:pict>
          </mc:Fallback>
        </mc:AlternateContent>
      </w:r>
    </w:p>
    <w:p w14:paraId="33A3D7CD" w14:textId="77777777" w:rsidR="00EF44ED" w:rsidRDefault="00EF44ED" w:rsidP="0075607D">
      <w:pPr>
        <w:ind w:left="-426"/>
        <w:jc w:val="both"/>
        <w:rPr>
          <w:rStyle w:val="Caractredetextedemiseenvidence"/>
          <w:i w:val="0"/>
        </w:rPr>
      </w:pPr>
      <w:r w:rsidRPr="00102B30">
        <w:rPr>
          <w:rStyle w:val="Caractredetextedemiseenvidence"/>
        </w:rPr>
        <w:t xml:space="preserve">Le plan d’action doit être rédigé conformément au </w:t>
      </w:r>
      <w:r w:rsidRPr="00B97B39">
        <w:rPr>
          <w:rStyle w:val="Caractredetextedemiseenvidence"/>
        </w:rPr>
        <w:t xml:space="preserve">modèle suivant </w:t>
      </w:r>
      <w:r>
        <w:rPr>
          <w:rStyle w:val="Caractredetextedemiseenvidence"/>
        </w:rPr>
        <w:t>(ajouter autant de lignes que nécessaire</w:t>
      </w:r>
      <w:proofErr w:type="gramStart"/>
      <w:r>
        <w:rPr>
          <w:rStyle w:val="Caractredetextedemiseenvidence"/>
        </w:rPr>
        <w:t>)</w:t>
      </w:r>
      <w:r w:rsidRPr="0017639D">
        <w:rPr>
          <w:rStyle w:val="Caractredetextedemiseenvidence"/>
          <w:i w:val="0"/>
        </w:rPr>
        <w:t>:</w:t>
      </w:r>
      <w:proofErr w:type="gramEnd"/>
    </w:p>
    <w:p w14:paraId="2F9AAF69" w14:textId="77777777" w:rsidR="00EF44ED" w:rsidRPr="0018467B" w:rsidRDefault="00EF44ED" w:rsidP="0075607D">
      <w:pPr>
        <w:pStyle w:val="Contenu"/>
        <w:ind w:left="-426"/>
        <w:rPr>
          <w:rStyle w:val="Caractredetextedemiseenvidence"/>
          <w:b w:val="0"/>
          <w:i w:val="0"/>
          <w:color w:val="082A75" w:themeColor="text2"/>
        </w:rPr>
      </w:pPr>
      <w:r w:rsidRPr="0018467B">
        <w:rPr>
          <w:rStyle w:val="Caractredetextedemiseenvidence"/>
          <w:b w:val="0"/>
          <w:i w:val="0"/>
          <w:color w:val="082A75" w:themeColor="text2"/>
        </w:rPr>
        <w:t xml:space="preserve">&lt; </w:t>
      </w:r>
      <w:r w:rsidRPr="0018467B">
        <w:rPr>
          <w:rStyle w:val="IMPORTANTCar"/>
          <w:b/>
        </w:rPr>
        <w:t>Dans le tableau ci-dessous mettre en couleur les mois d’activité</w:t>
      </w:r>
      <w:r>
        <w:rPr>
          <w:rStyle w:val="Caractredetextedemiseenvidence"/>
          <w:b w:val="0"/>
          <w:i w:val="0"/>
          <w:color w:val="082A75" w:themeColor="text2"/>
        </w:rPr>
        <w:t xml:space="preserve"> &gt;</w:t>
      </w:r>
    </w:p>
    <w:p w14:paraId="5C48241D" w14:textId="77777777" w:rsidR="00EF44ED" w:rsidRPr="001A0FD7" w:rsidRDefault="00EF44ED" w:rsidP="0075607D">
      <w:pPr>
        <w:ind w:left="-426"/>
        <w:jc w:val="both"/>
        <w:rPr>
          <w:rFonts w:asciiTheme="majorHAnsi" w:eastAsia="Arial" w:hAnsiTheme="majorHAnsi" w:cstheme="majorHAnsi"/>
          <w:szCs w:val="20"/>
        </w:rPr>
      </w:pPr>
    </w:p>
    <w:tbl>
      <w:tblPr>
        <w:tblStyle w:val="Tabellagriglia3-colore3"/>
        <w:tblW w:w="10016" w:type="dxa"/>
        <w:tblInd w:w="-572" w:type="dxa"/>
        <w:tblLayout w:type="fixed"/>
        <w:tblLook w:val="0000" w:firstRow="0" w:lastRow="0" w:firstColumn="0" w:lastColumn="0" w:noHBand="0" w:noVBand="0"/>
      </w:tblPr>
      <w:tblGrid>
        <w:gridCol w:w="1129"/>
        <w:gridCol w:w="567"/>
        <w:gridCol w:w="567"/>
        <w:gridCol w:w="567"/>
        <w:gridCol w:w="567"/>
        <w:gridCol w:w="567"/>
        <w:gridCol w:w="567"/>
        <w:gridCol w:w="567"/>
        <w:gridCol w:w="567"/>
        <w:gridCol w:w="567"/>
        <w:gridCol w:w="567"/>
        <w:gridCol w:w="567"/>
        <w:gridCol w:w="567"/>
        <w:gridCol w:w="2074"/>
        <w:gridCol w:w="9"/>
      </w:tblGrid>
      <w:tr w:rsidR="00EF44ED" w:rsidRPr="000C2BDE" w14:paraId="10E1E3D8" w14:textId="77777777" w:rsidTr="007459A3">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10016" w:type="dxa"/>
            <w:gridSpan w:val="15"/>
          </w:tcPr>
          <w:p w14:paraId="569E45A0" w14:textId="77777777" w:rsidR="00EF44ED" w:rsidRPr="00B97B39" w:rsidRDefault="00EF44ED" w:rsidP="0075607D">
            <w:pPr>
              <w:ind w:left="-426"/>
              <w:rPr>
                <w:b/>
              </w:rPr>
            </w:pPr>
            <w:r w:rsidRPr="00B97B39">
              <w:rPr>
                <w:b/>
              </w:rPr>
              <w:t>Année 1</w:t>
            </w:r>
          </w:p>
        </w:tc>
      </w:tr>
      <w:tr w:rsidR="00EF44ED" w:rsidRPr="000C2BDE" w14:paraId="7B866613" w14:textId="77777777" w:rsidTr="007459A3">
        <w:trPr>
          <w:trHeight w:val="239"/>
        </w:trPr>
        <w:tc>
          <w:tcPr>
            <w:cnfStyle w:val="000010000000" w:firstRow="0" w:lastRow="0" w:firstColumn="0" w:lastColumn="0" w:oddVBand="1" w:evenVBand="0" w:oddHBand="0" w:evenHBand="0" w:firstRowFirstColumn="0" w:firstRowLastColumn="0" w:lastRowFirstColumn="0" w:lastRowLastColumn="0"/>
            <w:tcW w:w="1129" w:type="dxa"/>
          </w:tcPr>
          <w:p w14:paraId="44EE8B58" w14:textId="77777777" w:rsidR="00EF44ED" w:rsidRPr="000C2BDE" w:rsidRDefault="00EF44ED" w:rsidP="0075607D">
            <w:pPr>
              <w:ind w:left="-426"/>
            </w:pPr>
          </w:p>
        </w:tc>
        <w:tc>
          <w:tcPr>
            <w:tcW w:w="3402" w:type="dxa"/>
            <w:gridSpan w:val="6"/>
          </w:tcPr>
          <w:p w14:paraId="0E647973" w14:textId="77777777" w:rsidR="00EF44ED" w:rsidRPr="000C2BDE" w:rsidRDefault="00EF44ED" w:rsidP="0075607D">
            <w:pPr>
              <w:ind w:left="-426"/>
              <w:cnfStyle w:val="000000000000" w:firstRow="0" w:lastRow="0" w:firstColumn="0" w:lastColumn="0" w:oddVBand="0" w:evenVBand="0" w:oddHBand="0" w:evenHBand="0" w:firstRowFirstColumn="0" w:firstRowLastColumn="0" w:lastRowFirstColumn="0" w:lastRowLastColumn="0"/>
            </w:pPr>
            <w:r w:rsidRPr="000C2BDE">
              <w:t xml:space="preserve">                   Semestre 1</w:t>
            </w:r>
          </w:p>
        </w:tc>
        <w:tc>
          <w:tcPr>
            <w:cnfStyle w:val="000010000000" w:firstRow="0" w:lastRow="0" w:firstColumn="0" w:lastColumn="0" w:oddVBand="1" w:evenVBand="0" w:oddHBand="0" w:evenHBand="0" w:firstRowFirstColumn="0" w:firstRowLastColumn="0" w:lastRowFirstColumn="0" w:lastRowLastColumn="0"/>
            <w:tcW w:w="3402" w:type="dxa"/>
            <w:gridSpan w:val="6"/>
          </w:tcPr>
          <w:p w14:paraId="3F93F962" w14:textId="77777777" w:rsidR="00EF44ED" w:rsidRPr="000C2BDE" w:rsidRDefault="00EF44ED" w:rsidP="0075607D">
            <w:pPr>
              <w:ind w:left="-426"/>
            </w:pPr>
            <w:r w:rsidRPr="000C2BDE">
              <w:t xml:space="preserve">               Semestre 2</w:t>
            </w:r>
          </w:p>
        </w:tc>
        <w:tc>
          <w:tcPr>
            <w:tcW w:w="2083" w:type="dxa"/>
            <w:gridSpan w:val="2"/>
          </w:tcPr>
          <w:p w14:paraId="2AD2FED1" w14:textId="77777777" w:rsidR="00EF44ED" w:rsidRPr="000C2BDE" w:rsidRDefault="00EF44ED" w:rsidP="0075607D">
            <w:pPr>
              <w:ind w:left="-426"/>
              <w:cnfStyle w:val="000000000000" w:firstRow="0" w:lastRow="0" w:firstColumn="0" w:lastColumn="0" w:oddVBand="0" w:evenVBand="0" w:oddHBand="0" w:evenHBand="0" w:firstRowFirstColumn="0" w:firstRowLastColumn="0" w:lastRowFirstColumn="0" w:lastRowLastColumn="0"/>
            </w:pPr>
          </w:p>
        </w:tc>
      </w:tr>
      <w:tr w:rsidR="00EF44ED" w:rsidRPr="000C2BDE" w14:paraId="13104197" w14:textId="77777777" w:rsidTr="007459A3">
        <w:trPr>
          <w:gridAfter w:val="1"/>
          <w:cnfStyle w:val="000000100000" w:firstRow="0" w:lastRow="0" w:firstColumn="0" w:lastColumn="0" w:oddVBand="0" w:evenVBand="0" w:oddHBand="1" w:evenHBand="0" w:firstRowFirstColumn="0" w:firstRowLastColumn="0" w:lastRowFirstColumn="0" w:lastRowLastColumn="0"/>
          <w:wAfter w:w="9" w:type="dxa"/>
          <w:trHeight w:val="867"/>
        </w:trPr>
        <w:tc>
          <w:tcPr>
            <w:cnfStyle w:val="000010000000" w:firstRow="0" w:lastRow="0" w:firstColumn="0" w:lastColumn="0" w:oddVBand="1" w:evenVBand="0" w:oddHBand="0" w:evenHBand="0" w:firstRowFirstColumn="0" w:firstRowLastColumn="0" w:lastRowFirstColumn="0" w:lastRowLastColumn="0"/>
            <w:tcW w:w="1129" w:type="dxa"/>
          </w:tcPr>
          <w:p w14:paraId="6E06D20C" w14:textId="77777777" w:rsidR="00EF44ED" w:rsidRPr="0017639D" w:rsidRDefault="00EF44ED" w:rsidP="0075607D">
            <w:pPr>
              <w:ind w:left="-426"/>
              <w:rPr>
                <w:b/>
                <w:szCs w:val="20"/>
              </w:rPr>
            </w:pPr>
            <w:r w:rsidRPr="0017639D">
              <w:rPr>
                <w:b/>
                <w:szCs w:val="20"/>
              </w:rPr>
              <w:t>Activité</w:t>
            </w:r>
          </w:p>
        </w:tc>
        <w:tc>
          <w:tcPr>
            <w:tcW w:w="567" w:type="dxa"/>
            <w:shd w:val="clear" w:color="auto" w:fill="FFFFFF" w:themeFill="background1"/>
          </w:tcPr>
          <w:p w14:paraId="16B50CF9" w14:textId="77777777" w:rsidR="00EF44ED" w:rsidRPr="0017639D" w:rsidRDefault="00EF44ED" w:rsidP="0075607D">
            <w:pPr>
              <w:ind w:left="-426"/>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 1</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ABF749D" w14:textId="77777777" w:rsidR="00EF44ED" w:rsidRPr="0017639D" w:rsidRDefault="00EF44ED" w:rsidP="0075607D">
            <w:pPr>
              <w:ind w:left="-426"/>
              <w:rPr>
                <w:sz w:val="18"/>
                <w:szCs w:val="18"/>
              </w:rPr>
            </w:pPr>
            <w:r w:rsidRPr="0017639D">
              <w:rPr>
                <w:sz w:val="18"/>
                <w:szCs w:val="18"/>
              </w:rPr>
              <w:t>M2</w:t>
            </w:r>
          </w:p>
        </w:tc>
        <w:tc>
          <w:tcPr>
            <w:tcW w:w="567" w:type="dxa"/>
            <w:shd w:val="clear" w:color="auto" w:fill="FFFFFF" w:themeFill="background1"/>
          </w:tcPr>
          <w:p w14:paraId="5DE981CD" w14:textId="77777777" w:rsidR="00EF44ED" w:rsidRPr="0017639D" w:rsidRDefault="00EF44ED" w:rsidP="0075607D">
            <w:pPr>
              <w:ind w:left="-426"/>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M3</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2257C59" w14:textId="77777777" w:rsidR="00EF44ED" w:rsidRPr="0017639D" w:rsidRDefault="00EF44ED" w:rsidP="0075607D">
            <w:pPr>
              <w:ind w:left="-426"/>
              <w:rPr>
                <w:sz w:val="18"/>
                <w:szCs w:val="18"/>
              </w:rPr>
            </w:pPr>
            <w:r w:rsidRPr="0017639D">
              <w:rPr>
                <w:sz w:val="18"/>
                <w:szCs w:val="18"/>
              </w:rPr>
              <w:t>M4</w:t>
            </w:r>
          </w:p>
        </w:tc>
        <w:tc>
          <w:tcPr>
            <w:tcW w:w="567" w:type="dxa"/>
            <w:shd w:val="clear" w:color="auto" w:fill="FFFFFF" w:themeFill="background1"/>
          </w:tcPr>
          <w:p w14:paraId="53204B3B" w14:textId="77777777" w:rsidR="00EF44ED" w:rsidRPr="0017639D" w:rsidRDefault="00EF44ED" w:rsidP="0075607D">
            <w:pPr>
              <w:ind w:left="-426"/>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M5</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18F2FBAA" w14:textId="77777777" w:rsidR="00EF44ED" w:rsidRPr="0017639D" w:rsidRDefault="00EF44ED" w:rsidP="0075607D">
            <w:pPr>
              <w:ind w:left="-426"/>
              <w:rPr>
                <w:sz w:val="18"/>
                <w:szCs w:val="18"/>
              </w:rPr>
            </w:pPr>
            <w:r w:rsidRPr="0017639D">
              <w:rPr>
                <w:sz w:val="18"/>
                <w:szCs w:val="18"/>
              </w:rPr>
              <w:t>M6</w:t>
            </w:r>
          </w:p>
        </w:tc>
        <w:tc>
          <w:tcPr>
            <w:tcW w:w="567" w:type="dxa"/>
            <w:shd w:val="clear" w:color="auto" w:fill="FFFFFF" w:themeFill="background1"/>
          </w:tcPr>
          <w:p w14:paraId="3CAD6B72" w14:textId="77777777" w:rsidR="00EF44ED" w:rsidRPr="0017639D" w:rsidRDefault="00EF44ED" w:rsidP="0075607D">
            <w:pPr>
              <w:ind w:left="-426"/>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M7</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3FFC137" w14:textId="77777777" w:rsidR="00EF44ED" w:rsidRPr="0017639D" w:rsidRDefault="00EF44ED" w:rsidP="0075607D">
            <w:pPr>
              <w:ind w:left="-426"/>
              <w:rPr>
                <w:sz w:val="18"/>
                <w:szCs w:val="18"/>
              </w:rPr>
            </w:pPr>
            <w:r w:rsidRPr="0017639D">
              <w:rPr>
                <w:sz w:val="18"/>
                <w:szCs w:val="18"/>
              </w:rPr>
              <w:t>M8</w:t>
            </w:r>
          </w:p>
        </w:tc>
        <w:tc>
          <w:tcPr>
            <w:tcW w:w="567" w:type="dxa"/>
            <w:shd w:val="clear" w:color="auto" w:fill="FFFFFF" w:themeFill="background1"/>
          </w:tcPr>
          <w:p w14:paraId="65A43BC9" w14:textId="77777777" w:rsidR="00EF44ED" w:rsidRPr="0017639D" w:rsidRDefault="00EF44ED" w:rsidP="0075607D">
            <w:pPr>
              <w:ind w:left="-426"/>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M9</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89681EE" w14:textId="77777777" w:rsidR="00EF44ED" w:rsidRPr="0017639D" w:rsidRDefault="00EF44ED" w:rsidP="0075607D">
            <w:pPr>
              <w:ind w:left="-426"/>
              <w:rPr>
                <w:sz w:val="18"/>
                <w:szCs w:val="18"/>
              </w:rPr>
            </w:pPr>
            <w:r w:rsidRPr="0017639D">
              <w:rPr>
                <w:sz w:val="18"/>
                <w:szCs w:val="18"/>
              </w:rPr>
              <w:t>M10</w:t>
            </w:r>
          </w:p>
        </w:tc>
        <w:tc>
          <w:tcPr>
            <w:tcW w:w="567" w:type="dxa"/>
            <w:shd w:val="clear" w:color="auto" w:fill="FFFFFF" w:themeFill="background1"/>
          </w:tcPr>
          <w:p w14:paraId="71038796" w14:textId="77777777" w:rsidR="00EF44ED" w:rsidRPr="0017639D" w:rsidRDefault="00EF44ED" w:rsidP="0075607D">
            <w:pPr>
              <w:ind w:left="-426"/>
              <w:cnfStyle w:val="000000100000" w:firstRow="0" w:lastRow="0" w:firstColumn="0" w:lastColumn="0" w:oddVBand="0" w:evenVBand="0" w:oddHBand="1" w:evenHBand="0" w:firstRowFirstColumn="0" w:firstRowLastColumn="0" w:lastRowFirstColumn="0" w:lastRowLastColumn="0"/>
              <w:rPr>
                <w:sz w:val="18"/>
                <w:szCs w:val="18"/>
              </w:rPr>
            </w:pPr>
            <w:r w:rsidRPr="0017639D">
              <w:rPr>
                <w:sz w:val="18"/>
                <w:szCs w:val="18"/>
              </w:rPr>
              <w:t>M11</w:t>
            </w: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2F75768F" w14:textId="77777777" w:rsidR="00EF44ED" w:rsidRPr="0017639D" w:rsidRDefault="00EF44ED" w:rsidP="0075607D">
            <w:pPr>
              <w:ind w:left="-426"/>
              <w:rPr>
                <w:sz w:val="18"/>
                <w:szCs w:val="18"/>
              </w:rPr>
            </w:pPr>
            <w:r w:rsidRPr="0017639D">
              <w:rPr>
                <w:sz w:val="18"/>
                <w:szCs w:val="18"/>
              </w:rPr>
              <w:t>M12</w:t>
            </w:r>
          </w:p>
        </w:tc>
        <w:tc>
          <w:tcPr>
            <w:tcW w:w="2074" w:type="dxa"/>
            <w:shd w:val="clear" w:color="auto" w:fill="FFFFFF" w:themeFill="background1"/>
          </w:tcPr>
          <w:p w14:paraId="48522989" w14:textId="77777777" w:rsidR="00EF44ED" w:rsidRPr="000C2BDE" w:rsidRDefault="00EF44ED" w:rsidP="0075607D">
            <w:pPr>
              <w:ind w:left="-426"/>
              <w:cnfStyle w:val="000000100000" w:firstRow="0" w:lastRow="0" w:firstColumn="0" w:lastColumn="0" w:oddVBand="0" w:evenVBand="0" w:oddHBand="1" w:evenHBand="0" w:firstRowFirstColumn="0" w:firstRowLastColumn="0" w:lastRowFirstColumn="0" w:lastRowLastColumn="0"/>
            </w:pPr>
            <w:r w:rsidRPr="000C2BDE">
              <w:t xml:space="preserve">Organisme responsable de la mise en œuvre </w:t>
            </w:r>
          </w:p>
        </w:tc>
      </w:tr>
      <w:tr w:rsidR="00EF44ED" w:rsidRPr="000C2BDE" w14:paraId="02C2BA0F" w14:textId="77777777" w:rsidTr="007459A3">
        <w:trPr>
          <w:gridAfter w:val="1"/>
          <w:wAfter w:w="9" w:type="dxa"/>
          <w:trHeight w:val="601"/>
        </w:trPr>
        <w:tc>
          <w:tcPr>
            <w:cnfStyle w:val="000010000000" w:firstRow="0" w:lastRow="0" w:firstColumn="0" w:lastColumn="0" w:oddVBand="1" w:evenVBand="0" w:oddHBand="0" w:evenHBand="0" w:firstRowFirstColumn="0" w:firstRowLastColumn="0" w:lastRowFirstColumn="0" w:lastRowLastColumn="0"/>
            <w:tcW w:w="1129" w:type="dxa"/>
          </w:tcPr>
          <w:p w14:paraId="71B10901" w14:textId="77777777" w:rsidR="00EF44ED" w:rsidRPr="0017639D" w:rsidRDefault="00EF44ED" w:rsidP="0075607D">
            <w:pPr>
              <w:ind w:left="-426"/>
              <w:rPr>
                <w:rFonts w:asciiTheme="majorHAnsi" w:eastAsia="Arial" w:hAnsiTheme="majorHAnsi" w:cstheme="majorHAnsi"/>
                <w:b/>
                <w:szCs w:val="20"/>
              </w:rPr>
            </w:pPr>
            <w:r w:rsidRPr="0017639D">
              <w:rPr>
                <w:rFonts w:asciiTheme="majorHAnsi" w:eastAsia="Arial" w:hAnsiTheme="majorHAnsi" w:cstheme="majorHAnsi"/>
                <w:b/>
                <w:szCs w:val="20"/>
              </w:rPr>
              <w:t>Activité 1 (titre)</w:t>
            </w:r>
          </w:p>
        </w:tc>
        <w:tc>
          <w:tcPr>
            <w:tcW w:w="567" w:type="dxa"/>
            <w:shd w:val="clear" w:color="auto" w:fill="FFFFFF" w:themeFill="background1"/>
          </w:tcPr>
          <w:p w14:paraId="2FB372AF" w14:textId="77777777" w:rsidR="00EF44ED" w:rsidRPr="000C2BDE"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12437F37"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42741A13" w14:textId="77777777" w:rsidR="00EF44ED" w:rsidRPr="00DF137F"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highlight w:val="yellow"/>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B193479" w14:textId="77777777" w:rsidR="00EF44ED" w:rsidRPr="00DF137F" w:rsidRDefault="00EF44ED" w:rsidP="0075607D">
            <w:pPr>
              <w:ind w:left="-426"/>
              <w:jc w:val="both"/>
              <w:rPr>
                <w:rFonts w:asciiTheme="majorHAnsi" w:eastAsia="Arial" w:hAnsiTheme="majorHAnsi" w:cstheme="majorHAnsi"/>
                <w:highlight w:val="yellow"/>
              </w:rPr>
            </w:pPr>
          </w:p>
        </w:tc>
        <w:tc>
          <w:tcPr>
            <w:tcW w:w="567" w:type="dxa"/>
            <w:shd w:val="clear" w:color="auto" w:fill="FFFFFF" w:themeFill="background1"/>
          </w:tcPr>
          <w:p w14:paraId="10FF038A" w14:textId="77777777" w:rsidR="00EF44ED" w:rsidRPr="000C2BDE"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22378918"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47932DE4" w14:textId="77777777" w:rsidR="00EF44ED" w:rsidRPr="000C2BDE"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4546B4D"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65A56341" w14:textId="77777777" w:rsidR="00EF44ED" w:rsidRPr="000C2BDE"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14DD9F3D"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1532ACD9" w14:textId="77777777" w:rsidR="00EF44ED" w:rsidRPr="000C2BDE"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541DB176" w14:textId="77777777" w:rsidR="00EF44ED" w:rsidRPr="000C2BDE" w:rsidRDefault="00EF44ED" w:rsidP="0075607D">
            <w:pPr>
              <w:ind w:left="-426"/>
              <w:jc w:val="both"/>
              <w:rPr>
                <w:rFonts w:asciiTheme="majorHAnsi" w:eastAsia="Arial" w:hAnsiTheme="majorHAnsi" w:cstheme="majorHAnsi"/>
              </w:rPr>
            </w:pPr>
          </w:p>
        </w:tc>
        <w:tc>
          <w:tcPr>
            <w:tcW w:w="2074" w:type="dxa"/>
            <w:shd w:val="clear" w:color="auto" w:fill="FFFFFF" w:themeFill="background1"/>
          </w:tcPr>
          <w:p w14:paraId="122DD14A" w14:textId="77777777" w:rsidR="00EF44ED" w:rsidRPr="000C2BDE"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r>
      <w:tr w:rsidR="00EF44ED" w:rsidRPr="000C2BDE" w14:paraId="6A682C8A" w14:textId="77777777" w:rsidTr="007459A3">
        <w:trPr>
          <w:gridAfter w:val="1"/>
          <w:cnfStyle w:val="000000100000" w:firstRow="0" w:lastRow="0" w:firstColumn="0" w:lastColumn="0" w:oddVBand="0" w:evenVBand="0" w:oddHBand="1" w:evenHBand="0" w:firstRowFirstColumn="0" w:firstRowLastColumn="0" w:lastRowFirstColumn="0" w:lastRowLastColumn="0"/>
          <w:wAfter w:w="9" w:type="dxa"/>
          <w:trHeight w:val="554"/>
        </w:trPr>
        <w:tc>
          <w:tcPr>
            <w:cnfStyle w:val="000010000000" w:firstRow="0" w:lastRow="0" w:firstColumn="0" w:lastColumn="0" w:oddVBand="1" w:evenVBand="0" w:oddHBand="0" w:evenHBand="0" w:firstRowFirstColumn="0" w:firstRowLastColumn="0" w:lastRowFirstColumn="0" w:lastRowLastColumn="0"/>
            <w:tcW w:w="1129" w:type="dxa"/>
          </w:tcPr>
          <w:p w14:paraId="03689171" w14:textId="77777777" w:rsidR="00EF44ED" w:rsidRPr="0017639D" w:rsidRDefault="00EF44ED" w:rsidP="0075607D">
            <w:pPr>
              <w:ind w:left="-426"/>
              <w:rPr>
                <w:rFonts w:asciiTheme="majorHAnsi" w:eastAsia="Arial" w:hAnsiTheme="majorHAnsi" w:cstheme="majorHAnsi"/>
                <w:b/>
                <w:szCs w:val="20"/>
              </w:rPr>
            </w:pPr>
            <w:r w:rsidRPr="0017639D">
              <w:rPr>
                <w:rFonts w:asciiTheme="majorHAnsi" w:eastAsia="Arial" w:hAnsiTheme="majorHAnsi" w:cstheme="majorHAnsi"/>
                <w:b/>
                <w:szCs w:val="20"/>
              </w:rPr>
              <w:t>Activité 2 (titre)</w:t>
            </w:r>
          </w:p>
        </w:tc>
        <w:tc>
          <w:tcPr>
            <w:tcW w:w="567" w:type="dxa"/>
            <w:shd w:val="clear" w:color="auto" w:fill="FFFFFF" w:themeFill="background1"/>
          </w:tcPr>
          <w:p w14:paraId="5DA0542C" w14:textId="77777777" w:rsidR="00EF44ED" w:rsidRPr="000C2BDE" w:rsidRDefault="00EF44ED" w:rsidP="0075607D">
            <w:pPr>
              <w:ind w:left="-426"/>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ACA0EB0"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64A26A60" w14:textId="77777777" w:rsidR="00EF44ED" w:rsidRPr="000C2BDE" w:rsidRDefault="00EF44ED" w:rsidP="0075607D">
            <w:pPr>
              <w:ind w:left="-426"/>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45D7C934"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024EB20D" w14:textId="77777777" w:rsidR="00EF44ED" w:rsidRPr="000C2BDE" w:rsidRDefault="00EF44ED" w:rsidP="0075607D">
            <w:pPr>
              <w:ind w:left="-426"/>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20114E41"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52F3C990" w14:textId="77777777" w:rsidR="00EF44ED" w:rsidRPr="000C2BDE" w:rsidRDefault="00EF44ED" w:rsidP="0075607D">
            <w:pPr>
              <w:ind w:left="-426"/>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D8881C3"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28E6F79F" w14:textId="77777777" w:rsidR="00EF44ED" w:rsidRPr="000C2BDE" w:rsidRDefault="00EF44ED" w:rsidP="0075607D">
            <w:pPr>
              <w:ind w:left="-426"/>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FB66A40" w14:textId="77777777" w:rsidR="00EF44ED" w:rsidRPr="000C2BDE"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5416EAC5" w14:textId="77777777" w:rsidR="00EF44ED" w:rsidRPr="000C2BDE" w:rsidRDefault="00EF44ED" w:rsidP="0075607D">
            <w:pPr>
              <w:ind w:left="-426"/>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0E397963" w14:textId="77777777" w:rsidR="00EF44ED" w:rsidRPr="000C2BDE" w:rsidRDefault="00EF44ED" w:rsidP="0075607D">
            <w:pPr>
              <w:ind w:left="-426"/>
              <w:jc w:val="both"/>
              <w:rPr>
                <w:rFonts w:asciiTheme="majorHAnsi" w:eastAsia="Arial" w:hAnsiTheme="majorHAnsi" w:cstheme="majorHAnsi"/>
              </w:rPr>
            </w:pPr>
          </w:p>
        </w:tc>
        <w:tc>
          <w:tcPr>
            <w:tcW w:w="2074" w:type="dxa"/>
            <w:shd w:val="clear" w:color="auto" w:fill="FFFFFF" w:themeFill="background1"/>
          </w:tcPr>
          <w:p w14:paraId="4DF27B11" w14:textId="77777777" w:rsidR="00EF44ED" w:rsidRPr="000C2BDE" w:rsidRDefault="00EF44ED" w:rsidP="0075607D">
            <w:pPr>
              <w:ind w:left="-426"/>
              <w:jc w:val="both"/>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rPr>
            </w:pPr>
          </w:p>
        </w:tc>
      </w:tr>
      <w:tr w:rsidR="00EF44ED" w:rsidRPr="001A0FD7" w14:paraId="09AA67FE" w14:textId="77777777" w:rsidTr="007459A3">
        <w:trPr>
          <w:gridAfter w:val="1"/>
          <w:wAfter w:w="9" w:type="dxa"/>
          <w:trHeight w:val="433"/>
        </w:trPr>
        <w:tc>
          <w:tcPr>
            <w:cnfStyle w:val="000010000000" w:firstRow="0" w:lastRow="0" w:firstColumn="0" w:lastColumn="0" w:oddVBand="1" w:evenVBand="0" w:oddHBand="0" w:evenHBand="0" w:firstRowFirstColumn="0" w:firstRowLastColumn="0" w:lastRowFirstColumn="0" w:lastRowLastColumn="0"/>
            <w:tcW w:w="1129" w:type="dxa"/>
          </w:tcPr>
          <w:p w14:paraId="3981A384" w14:textId="77777777" w:rsidR="00EF44ED" w:rsidRPr="0017639D" w:rsidRDefault="00EF44ED" w:rsidP="0075607D">
            <w:pPr>
              <w:ind w:left="-426"/>
              <w:jc w:val="both"/>
              <w:rPr>
                <w:rFonts w:asciiTheme="majorHAnsi" w:eastAsia="Arial" w:hAnsiTheme="majorHAnsi" w:cstheme="majorHAnsi"/>
                <w:b/>
                <w:szCs w:val="20"/>
              </w:rPr>
            </w:pPr>
            <w:r w:rsidRPr="0017639D">
              <w:rPr>
                <w:rFonts w:asciiTheme="majorHAnsi" w:eastAsia="Arial" w:hAnsiTheme="majorHAnsi" w:cstheme="majorHAnsi"/>
                <w:b/>
                <w:szCs w:val="20"/>
              </w:rPr>
              <w:t>Etc.</w:t>
            </w:r>
          </w:p>
        </w:tc>
        <w:tc>
          <w:tcPr>
            <w:tcW w:w="567" w:type="dxa"/>
            <w:shd w:val="clear" w:color="auto" w:fill="FFFFFF" w:themeFill="background1"/>
          </w:tcPr>
          <w:p w14:paraId="3D6AE2AF" w14:textId="77777777" w:rsidR="00EF44ED" w:rsidRPr="001A0FD7"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48872459" w14:textId="77777777" w:rsidR="00EF44ED" w:rsidRPr="001A0FD7"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038A3CD5" w14:textId="77777777" w:rsidR="00EF44ED" w:rsidRPr="001A0FD7"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94C6A54" w14:textId="77777777" w:rsidR="00EF44ED" w:rsidRPr="001A0FD7"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33980623" w14:textId="77777777" w:rsidR="00EF44ED" w:rsidRPr="001A0FD7"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6A303C96" w14:textId="77777777" w:rsidR="00EF44ED" w:rsidRPr="001A0FD7"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57913875" w14:textId="77777777" w:rsidR="00EF44ED" w:rsidRPr="001A0FD7"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792FC4E8" w14:textId="77777777" w:rsidR="00EF44ED" w:rsidRPr="001A0FD7"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38A1E168" w14:textId="77777777" w:rsidR="00EF44ED" w:rsidRPr="001A0FD7"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355126A1" w14:textId="77777777" w:rsidR="00EF44ED" w:rsidRPr="001A0FD7" w:rsidRDefault="00EF44ED" w:rsidP="0075607D">
            <w:pPr>
              <w:ind w:left="-426"/>
              <w:jc w:val="both"/>
              <w:rPr>
                <w:rFonts w:asciiTheme="majorHAnsi" w:eastAsia="Arial" w:hAnsiTheme="majorHAnsi" w:cstheme="majorHAnsi"/>
              </w:rPr>
            </w:pPr>
          </w:p>
        </w:tc>
        <w:tc>
          <w:tcPr>
            <w:tcW w:w="567" w:type="dxa"/>
            <w:shd w:val="clear" w:color="auto" w:fill="FFFFFF" w:themeFill="background1"/>
          </w:tcPr>
          <w:p w14:paraId="0543ABC9" w14:textId="77777777" w:rsidR="00EF44ED" w:rsidRPr="001A0FD7"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FFFFFF" w:themeFill="background1"/>
          </w:tcPr>
          <w:p w14:paraId="1021E177" w14:textId="77777777" w:rsidR="00EF44ED" w:rsidRPr="001A0FD7" w:rsidRDefault="00EF44ED" w:rsidP="0075607D">
            <w:pPr>
              <w:ind w:left="-426"/>
              <w:jc w:val="both"/>
              <w:rPr>
                <w:rFonts w:asciiTheme="majorHAnsi" w:eastAsia="Arial" w:hAnsiTheme="majorHAnsi" w:cstheme="majorHAnsi"/>
              </w:rPr>
            </w:pPr>
          </w:p>
        </w:tc>
        <w:tc>
          <w:tcPr>
            <w:tcW w:w="2074" w:type="dxa"/>
            <w:shd w:val="clear" w:color="auto" w:fill="FFFFFF" w:themeFill="background1"/>
          </w:tcPr>
          <w:p w14:paraId="7ED3427B" w14:textId="77777777" w:rsidR="00EF44ED" w:rsidRPr="001A0FD7" w:rsidRDefault="00EF44ED" w:rsidP="0075607D">
            <w:pPr>
              <w:ind w:left="-426"/>
              <w:jc w:val="both"/>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rPr>
            </w:pPr>
          </w:p>
        </w:tc>
      </w:tr>
    </w:tbl>
    <w:p w14:paraId="69641FC3" w14:textId="77777777" w:rsidR="00EF44ED" w:rsidRDefault="00EF44ED" w:rsidP="0075607D">
      <w:pPr>
        <w:ind w:left="-426"/>
        <w:jc w:val="both"/>
        <w:rPr>
          <w:rFonts w:asciiTheme="majorHAnsi" w:eastAsia="Arial" w:hAnsiTheme="majorHAnsi" w:cstheme="majorHAnsi"/>
          <w:szCs w:val="20"/>
        </w:rPr>
      </w:pPr>
    </w:p>
    <w:p w14:paraId="4123674A" w14:textId="77777777" w:rsidR="00EF44ED" w:rsidRDefault="00EF44ED" w:rsidP="0075607D">
      <w:pPr>
        <w:ind w:left="-426"/>
        <w:jc w:val="both"/>
        <w:rPr>
          <w:rFonts w:asciiTheme="majorHAnsi" w:eastAsia="Arial" w:hAnsiTheme="majorHAnsi" w:cstheme="majorHAnsi"/>
          <w:szCs w:val="20"/>
        </w:rPr>
      </w:pPr>
    </w:p>
    <w:p w14:paraId="66F98A6E" w14:textId="77777777" w:rsidR="00276B18" w:rsidRDefault="00276B18" w:rsidP="00276B18">
      <w:pPr>
        <w:pStyle w:val="soustitre"/>
      </w:pPr>
      <w:r>
        <w:t>2. 4 GESTION ET MISE EN ŒUVRE DE L’ACTION</w:t>
      </w:r>
    </w:p>
    <w:p w14:paraId="0E409BC5" w14:textId="77777777" w:rsidR="00276B18" w:rsidRDefault="00276B18" w:rsidP="00276B18">
      <w:pPr>
        <w:rPr>
          <w:b/>
          <w:bCs/>
          <w:sz w:val="22"/>
        </w:rPr>
      </w:pPr>
      <w:r>
        <w:rPr>
          <w:b/>
          <w:bCs/>
          <w:sz w:val="22"/>
        </w:rPr>
        <w:t>2.4.1 Equipe de projet</w:t>
      </w:r>
    </w:p>
    <w:p w14:paraId="1E497CCD" w14:textId="18A3FC5F" w:rsidR="00EF44ED" w:rsidRDefault="00EF44ED" w:rsidP="00276B18">
      <w:pPr>
        <w:rPr>
          <w:i/>
        </w:rPr>
      </w:pPr>
      <w:r>
        <w:rPr>
          <w:i/>
        </w:rPr>
        <w:t>Veuillez décrire l’é</w:t>
      </w:r>
      <w:r w:rsidRPr="00995248">
        <w:rPr>
          <w:i/>
        </w:rPr>
        <w:t>quipe proposée pour la mise en œuvre de l'action et taches principales pour chaque poste</w:t>
      </w:r>
      <w:r>
        <w:rPr>
          <w:i/>
        </w:rPr>
        <w:t>.</w:t>
      </w:r>
      <w:r w:rsidRPr="00995248">
        <w:rPr>
          <w:i/>
        </w:rPr>
        <w:t xml:space="preserve"> </w:t>
      </w:r>
      <w:r>
        <w:rPr>
          <w:i/>
        </w:rPr>
        <w:t xml:space="preserve">Veuillez ajouter autant de lignes que nécessaire dans le tableau : </w:t>
      </w:r>
    </w:p>
    <w:p w14:paraId="044577A7" w14:textId="77777777" w:rsidR="00EF44ED" w:rsidRDefault="00EF44ED" w:rsidP="0075607D">
      <w:pPr>
        <w:pStyle w:val="Paragrafoelenco"/>
        <w:ind w:left="-426"/>
        <w:rPr>
          <w:i/>
        </w:rPr>
      </w:pPr>
    </w:p>
    <w:tbl>
      <w:tblPr>
        <w:tblStyle w:val="Tabellagriglia4-colore4"/>
        <w:tblW w:w="10200" w:type="dxa"/>
        <w:jc w:val="center"/>
        <w:tblLayout w:type="fixed"/>
        <w:tblLook w:val="04A0" w:firstRow="1" w:lastRow="0" w:firstColumn="1" w:lastColumn="0" w:noHBand="0" w:noVBand="1"/>
      </w:tblPr>
      <w:tblGrid>
        <w:gridCol w:w="2547"/>
        <w:gridCol w:w="5244"/>
        <w:gridCol w:w="1134"/>
        <w:gridCol w:w="1275"/>
      </w:tblGrid>
      <w:tr w:rsidR="00513337" w14:paraId="61053520" w14:textId="77777777" w:rsidTr="0051333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hideMark/>
          </w:tcPr>
          <w:p w14:paraId="663C5AB4" w14:textId="77777777" w:rsidR="00513337" w:rsidRDefault="00513337">
            <w:pPr>
              <w:spacing w:before="120"/>
              <w:rPr>
                <w:rFonts w:asciiTheme="majorHAnsi" w:hAnsiTheme="majorHAnsi" w:cstheme="majorHAnsi"/>
                <w:szCs w:val="20"/>
              </w:rPr>
            </w:pPr>
            <w:r>
              <w:rPr>
                <w:rFonts w:asciiTheme="majorHAnsi" w:hAnsiTheme="majorHAnsi" w:cstheme="majorHAnsi"/>
                <w:szCs w:val="20"/>
              </w:rPr>
              <w:t>Type de taches</w:t>
            </w:r>
          </w:p>
        </w:tc>
        <w:tc>
          <w:tcPr>
            <w:tcW w:w="5245" w:type="dxa"/>
            <w:hideMark/>
          </w:tcPr>
          <w:p w14:paraId="34709F9B" w14:textId="77777777" w:rsidR="00513337" w:rsidRDefault="00513337">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Poste(s)</w:t>
            </w:r>
          </w:p>
        </w:tc>
        <w:tc>
          <w:tcPr>
            <w:tcW w:w="1134" w:type="dxa"/>
            <w:hideMark/>
          </w:tcPr>
          <w:p w14:paraId="5FA7CC95" w14:textId="77777777" w:rsidR="00513337" w:rsidRDefault="00513337">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0"/>
              </w:rPr>
            </w:pPr>
            <w:proofErr w:type="spellStart"/>
            <w:r>
              <w:rPr>
                <w:rFonts w:asciiTheme="majorHAnsi" w:hAnsiTheme="majorHAnsi" w:cstheme="majorHAnsi"/>
                <w:szCs w:val="20"/>
              </w:rPr>
              <w:t>Salarié-e</w:t>
            </w:r>
            <w:proofErr w:type="spellEnd"/>
          </w:p>
        </w:tc>
        <w:tc>
          <w:tcPr>
            <w:tcW w:w="1275" w:type="dxa"/>
            <w:hideMark/>
          </w:tcPr>
          <w:p w14:paraId="436050B6" w14:textId="77777777" w:rsidR="00513337" w:rsidRDefault="00513337">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Bénévole</w:t>
            </w:r>
          </w:p>
        </w:tc>
      </w:tr>
      <w:tr w:rsidR="00513337" w:rsidRPr="00513337" w14:paraId="4F774F5D"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1FD3F2C1" w14:textId="77777777" w:rsidR="00513337" w:rsidRDefault="00513337">
            <w:pPr>
              <w:spacing w:before="120"/>
              <w:rPr>
                <w:rFonts w:asciiTheme="majorHAnsi" w:hAnsiTheme="majorHAnsi" w:cstheme="majorHAnsi"/>
                <w:szCs w:val="20"/>
              </w:rPr>
            </w:pPr>
            <w:r>
              <w:rPr>
                <w:rFonts w:asciiTheme="majorHAnsi" w:hAnsiTheme="majorHAnsi" w:cstheme="majorHAnsi"/>
                <w:szCs w:val="20"/>
              </w:rPr>
              <w:t>Responsable(s) de la mise en œuvre</w:t>
            </w: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1149FB2" w14:textId="77777777" w:rsidR="00513337" w:rsidRDefault="00513337">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F3F3161" w14:textId="77777777" w:rsidR="00513337" w:rsidRDefault="00513337">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656152E" w14:textId="77777777" w:rsidR="00513337" w:rsidRDefault="00513337">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513337" w:rsidRPr="00513337" w14:paraId="419882C0"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2F2C91D5"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BE35332"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AFB958F"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0A5541B"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513337" w:rsidRPr="00513337" w14:paraId="37B13958"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12DCCBA8"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B7D9F95"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D5FEFC5"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47E2DD6"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513337" w:rsidRPr="00513337" w14:paraId="2130AB0F"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24F1AD34" w14:textId="77777777" w:rsidR="00513337" w:rsidRDefault="00513337">
            <w:pPr>
              <w:spacing w:before="120"/>
              <w:rPr>
                <w:rFonts w:asciiTheme="majorHAnsi" w:hAnsiTheme="majorHAnsi" w:cstheme="majorHAnsi"/>
                <w:szCs w:val="20"/>
              </w:rPr>
            </w:pPr>
            <w:r>
              <w:rPr>
                <w:rFonts w:asciiTheme="majorHAnsi" w:hAnsiTheme="majorHAnsi" w:cstheme="majorHAnsi"/>
                <w:szCs w:val="20"/>
              </w:rPr>
              <w:t>Responsable(s) du pilotage et du suivi</w:t>
            </w: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68E5B43"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E4FFC18"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D870DFE"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513337" w:rsidRPr="00513337" w14:paraId="0439F6F0"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631F137F"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A3BE00E"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60F48A9"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363517D"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513337" w:rsidRPr="00513337" w14:paraId="73E59361"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3EC31673"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D411BA2"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5CDF83C"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9B8DC3A"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513337" w:rsidRPr="00513337" w14:paraId="25E01791"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4953E92C"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3251D6B"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1E662F2"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E6EA5EB"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513337" w:rsidRPr="00513337" w14:paraId="3FED0534"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20F4DE6F"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D060A1C"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BBEC072"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FE99B05"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513337" w:rsidRPr="00513337" w14:paraId="145EC431"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02ED756F" w14:textId="77777777" w:rsidR="00513337" w:rsidRDefault="00513337">
            <w:pPr>
              <w:spacing w:before="120"/>
              <w:rPr>
                <w:rFonts w:asciiTheme="majorHAnsi" w:hAnsiTheme="majorHAnsi" w:cstheme="majorHAnsi"/>
                <w:szCs w:val="20"/>
              </w:rPr>
            </w:pPr>
            <w:r>
              <w:rPr>
                <w:rFonts w:asciiTheme="majorHAnsi" w:hAnsiTheme="majorHAnsi" w:cstheme="majorHAnsi"/>
                <w:szCs w:val="20"/>
              </w:rPr>
              <w:t>Responsable(s) des aspects administratifs et financiers (notamment de la justification des dépenses en lien avec le budget)</w:t>
            </w: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ABED91F"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69C6423"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8BA7672"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513337" w:rsidRPr="00513337" w14:paraId="22B416A7"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129937F0"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B03A524"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5E31D55"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4E93C1E"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r w:rsidR="00513337" w:rsidRPr="00513337" w14:paraId="01C00B76"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71D5D0A4"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2B22AD3"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821B53E"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0330E80"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
                <w:szCs w:val="20"/>
              </w:rPr>
            </w:pPr>
          </w:p>
        </w:tc>
      </w:tr>
      <w:tr w:rsidR="00513337" w:rsidRPr="00513337" w14:paraId="42690F8F"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2547"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3F8461DE" w14:textId="77777777" w:rsidR="00513337" w:rsidRDefault="00513337">
            <w:pPr>
              <w:rPr>
                <w:rFonts w:asciiTheme="majorHAnsi" w:hAnsiTheme="majorHAnsi" w:cstheme="majorHAnsi"/>
                <w:szCs w:val="20"/>
              </w:rPr>
            </w:pPr>
          </w:p>
        </w:tc>
        <w:tc>
          <w:tcPr>
            <w:tcW w:w="524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4AB5DBD"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13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D37EF34"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c>
          <w:tcPr>
            <w:tcW w:w="1275"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5E08C08"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szCs w:val="20"/>
              </w:rPr>
            </w:pPr>
          </w:p>
        </w:tc>
      </w:tr>
    </w:tbl>
    <w:p w14:paraId="52807F47" w14:textId="77777777" w:rsidR="00EF44ED" w:rsidRDefault="00EF44ED" w:rsidP="0075607D">
      <w:pPr>
        <w:ind w:left="-426"/>
        <w:rPr>
          <w:i/>
        </w:rPr>
      </w:pPr>
    </w:p>
    <w:p w14:paraId="269FB085" w14:textId="77777777" w:rsidR="00EF44ED" w:rsidRDefault="00EF44ED" w:rsidP="0075607D">
      <w:pPr>
        <w:ind w:left="-426"/>
        <w:rPr>
          <w:i/>
        </w:rPr>
      </w:pPr>
    </w:p>
    <w:p w14:paraId="058259C1" w14:textId="77777777" w:rsidR="00EF44ED" w:rsidRDefault="00EF44ED" w:rsidP="00513337">
      <w:pPr>
        <w:rPr>
          <w:i/>
        </w:rPr>
      </w:pPr>
    </w:p>
    <w:p w14:paraId="6B1940B0" w14:textId="77777777" w:rsidR="00276B18" w:rsidRDefault="00276B18" w:rsidP="00276B18">
      <w:pPr>
        <w:rPr>
          <w:b/>
          <w:bCs/>
          <w:sz w:val="22"/>
        </w:rPr>
      </w:pPr>
      <w:r>
        <w:rPr>
          <w:b/>
          <w:bCs/>
          <w:sz w:val="22"/>
        </w:rPr>
        <w:t>2.4.2 Parties prenantes</w:t>
      </w:r>
    </w:p>
    <w:p w14:paraId="1DE60B26" w14:textId="5421F7E2" w:rsidR="00EF44ED" w:rsidRDefault="00EF44ED" w:rsidP="00276B18">
      <w:pPr>
        <w:tabs>
          <w:tab w:val="left" w:pos="709"/>
        </w:tabs>
        <w:jc w:val="both"/>
        <w:rPr>
          <w:i/>
        </w:rPr>
      </w:pPr>
      <w:bookmarkStart w:id="11" w:name="_Hlk83897032"/>
      <w:bookmarkStart w:id="12" w:name="_Hlk83898217"/>
      <w:r>
        <w:rPr>
          <w:i/>
        </w:rPr>
        <w:t>Veuillez indiquer l</w:t>
      </w:r>
      <w:r w:rsidRPr="00995248">
        <w:rPr>
          <w:i/>
        </w:rPr>
        <w:t xml:space="preserve">es différents acteurs et parties prenantes </w:t>
      </w:r>
      <w:r>
        <w:rPr>
          <w:i/>
        </w:rPr>
        <w:t xml:space="preserve">qui seront impliqués </w:t>
      </w:r>
      <w:r w:rsidRPr="00995248">
        <w:rPr>
          <w:i/>
        </w:rPr>
        <w:t>dans l’action</w:t>
      </w:r>
      <w:r>
        <w:rPr>
          <w:i/>
        </w:rPr>
        <w:t xml:space="preserve"> (veuillez ajouter autant de lignes que nécessaire dans le tableau) :</w:t>
      </w:r>
      <w:r w:rsidRPr="00995248">
        <w:rPr>
          <w:i/>
        </w:rPr>
        <w:t xml:space="preserve"> </w:t>
      </w:r>
      <w:bookmarkEnd w:id="11"/>
      <w:bookmarkEnd w:id="12"/>
    </w:p>
    <w:p w14:paraId="1D4678F7" w14:textId="77777777" w:rsidR="00EF44ED" w:rsidRPr="004C10BC" w:rsidRDefault="00EF44ED" w:rsidP="0075607D">
      <w:pPr>
        <w:pStyle w:val="Paragrafoelenco"/>
        <w:ind w:left="-426"/>
        <w:rPr>
          <w:i/>
        </w:rPr>
      </w:pPr>
    </w:p>
    <w:tbl>
      <w:tblPr>
        <w:tblStyle w:val="Tabellagriglia4-colore4"/>
        <w:tblW w:w="10200" w:type="dxa"/>
        <w:jc w:val="center"/>
        <w:tblLayout w:type="fixed"/>
        <w:tblLook w:val="04A0" w:firstRow="1" w:lastRow="0" w:firstColumn="1" w:lastColumn="0" w:noHBand="0" w:noVBand="1"/>
      </w:tblPr>
      <w:tblGrid>
        <w:gridCol w:w="1555"/>
        <w:gridCol w:w="5952"/>
        <w:gridCol w:w="2693"/>
      </w:tblGrid>
      <w:tr w:rsidR="00513337" w:rsidRPr="00513337" w14:paraId="476E50BA" w14:textId="77777777" w:rsidTr="0051333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hideMark/>
          </w:tcPr>
          <w:p w14:paraId="6FF148F5" w14:textId="77777777" w:rsidR="00513337" w:rsidRDefault="00513337">
            <w:pPr>
              <w:spacing w:before="120"/>
              <w:rPr>
                <w:rFonts w:asciiTheme="majorHAnsi" w:hAnsiTheme="majorHAnsi" w:cstheme="majorHAnsi"/>
                <w:szCs w:val="20"/>
              </w:rPr>
            </w:pPr>
            <w:r>
              <w:rPr>
                <w:rFonts w:asciiTheme="majorHAnsi" w:hAnsiTheme="majorHAnsi" w:cstheme="majorHAnsi"/>
                <w:szCs w:val="20"/>
              </w:rPr>
              <w:t>Catégorie</w:t>
            </w:r>
          </w:p>
        </w:tc>
        <w:tc>
          <w:tcPr>
            <w:tcW w:w="5953" w:type="dxa"/>
            <w:hideMark/>
          </w:tcPr>
          <w:p w14:paraId="1688D29F" w14:textId="77777777" w:rsidR="00513337" w:rsidRDefault="00513337">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Acteur(s)</w:t>
            </w:r>
          </w:p>
        </w:tc>
        <w:tc>
          <w:tcPr>
            <w:tcW w:w="2693" w:type="dxa"/>
            <w:hideMark/>
          </w:tcPr>
          <w:p w14:paraId="1A04DBBB" w14:textId="77777777" w:rsidR="00513337" w:rsidRDefault="00513337">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bCs w:val="0"/>
                <w:szCs w:val="20"/>
              </w:rPr>
            </w:pPr>
            <w:r>
              <w:rPr>
                <w:rFonts w:asciiTheme="majorHAnsi" w:hAnsiTheme="majorHAnsi" w:cstheme="majorHAnsi"/>
                <w:szCs w:val="20"/>
              </w:rPr>
              <w:t>Rôle (appui institutionnel, technique, financier, etc.)</w:t>
            </w:r>
          </w:p>
        </w:tc>
      </w:tr>
      <w:tr w:rsidR="00513337" w14:paraId="49DD0D61"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6E1BC775" w14:textId="77777777" w:rsidR="00513337" w:rsidRDefault="00513337">
            <w:pPr>
              <w:spacing w:before="120"/>
              <w:rPr>
                <w:rFonts w:asciiTheme="majorHAnsi" w:hAnsiTheme="majorHAnsi" w:cstheme="majorHAnsi"/>
                <w:szCs w:val="20"/>
              </w:rPr>
            </w:pPr>
            <w:r>
              <w:rPr>
                <w:rFonts w:asciiTheme="majorHAnsi" w:hAnsiTheme="majorHAnsi" w:cstheme="majorHAnsi"/>
                <w:szCs w:val="20"/>
              </w:rPr>
              <w:t>Partenaires</w:t>
            </w:r>
            <w:r>
              <w:rPr>
                <w:rStyle w:val="Rimandonotaapidipagina"/>
                <w:rFonts w:asciiTheme="majorHAnsi" w:hAnsiTheme="majorHAnsi" w:cstheme="majorHAnsi"/>
                <w:szCs w:val="20"/>
              </w:rPr>
              <w:footnoteReference w:id="7"/>
            </w: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ABFD62E" w14:textId="77777777" w:rsidR="00513337" w:rsidRDefault="00513337">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C887428" w14:textId="77777777" w:rsidR="00513337" w:rsidRDefault="00513337">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513337" w14:paraId="61E02A6C"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40571CFA"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8FF7B62"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C2D5344"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513337" w14:paraId="458181F1"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6FC85F74"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502C665"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6820835"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513337" w14:paraId="411E4B3B"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1462C63B" w14:textId="77777777" w:rsidR="00513337" w:rsidRDefault="00513337">
            <w:pPr>
              <w:spacing w:before="120"/>
              <w:rPr>
                <w:rFonts w:asciiTheme="majorHAnsi" w:hAnsiTheme="majorHAnsi" w:cstheme="majorHAnsi"/>
                <w:szCs w:val="20"/>
              </w:rPr>
            </w:pPr>
            <w:r>
              <w:rPr>
                <w:rFonts w:asciiTheme="majorHAnsi" w:hAnsiTheme="majorHAnsi" w:cstheme="majorHAnsi"/>
                <w:szCs w:val="20"/>
              </w:rPr>
              <w:t>Autorités locales</w:t>
            </w: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C5B8A72"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EDAF60E"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513337" w14:paraId="5103CB24"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4238EF99"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D4CA045"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FAD28D2"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513337" w14:paraId="103468D8"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19950F87"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68173A8"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F3E9DB1"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513337" w14:paraId="6D68439C"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45A6DC44"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D5D0694"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4D2287E"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513337" w14:paraId="3C5480A8"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53F6AFB5"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9BF8C4B"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475F569"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513337" w14:paraId="30684279"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hideMark/>
          </w:tcPr>
          <w:p w14:paraId="10D879C3" w14:textId="77777777" w:rsidR="00513337" w:rsidRDefault="00513337">
            <w:pPr>
              <w:spacing w:before="120"/>
              <w:rPr>
                <w:rFonts w:asciiTheme="majorHAnsi" w:hAnsiTheme="majorHAnsi" w:cstheme="majorHAnsi"/>
                <w:szCs w:val="20"/>
              </w:rPr>
            </w:pPr>
            <w:r>
              <w:rPr>
                <w:rFonts w:asciiTheme="majorHAnsi" w:hAnsiTheme="majorHAnsi" w:cstheme="majorHAnsi"/>
                <w:szCs w:val="20"/>
              </w:rPr>
              <w:t>Autres parties prenantes (préciser)</w:t>
            </w: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BC3E150"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4A7B21A"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513337" w14:paraId="641AD927"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2ACAEA2F"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4586D8D4"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13908FE"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r w:rsidR="00513337" w14:paraId="1DF577EF" w14:textId="77777777" w:rsidTr="0051333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7509A80C"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E80D05E"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EC6714C" w14:textId="77777777" w:rsidR="00513337" w:rsidRDefault="00513337">
            <w:pPr>
              <w:spacing w:before="12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513337" w14:paraId="546764B6" w14:textId="77777777" w:rsidTr="00513337">
        <w:trPr>
          <w:jc w:val="center"/>
        </w:trPr>
        <w:tc>
          <w:tcPr>
            <w:cnfStyle w:val="001000000000" w:firstRow="0" w:lastRow="0" w:firstColumn="1" w:lastColumn="0" w:oddVBand="0" w:evenVBand="0" w:oddHBand="0" w:evenHBand="0" w:firstRowFirstColumn="0" w:firstRowLastColumn="0" w:lastRowFirstColumn="0" w:lastRowLastColumn="0"/>
            <w:tcW w:w="1555" w:type="dxa"/>
            <w:vMerge/>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vAlign w:val="center"/>
            <w:hideMark/>
          </w:tcPr>
          <w:p w14:paraId="6D06C119" w14:textId="77777777" w:rsidR="00513337" w:rsidRDefault="00513337">
            <w:pPr>
              <w:rPr>
                <w:rFonts w:asciiTheme="majorHAnsi" w:hAnsiTheme="majorHAnsi" w:cstheme="majorHAnsi"/>
                <w:szCs w:val="20"/>
              </w:rPr>
            </w:pPr>
          </w:p>
        </w:tc>
        <w:tc>
          <w:tcPr>
            <w:tcW w:w="595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372ABB8B"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2693"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D6986DA" w14:textId="77777777" w:rsidR="00513337" w:rsidRDefault="00513337">
            <w:pPr>
              <w:spacing w:before="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r>
    </w:tbl>
    <w:p w14:paraId="5C6DF102" w14:textId="77777777" w:rsidR="00EF44ED" w:rsidRDefault="00EF44ED" w:rsidP="0075607D">
      <w:pPr>
        <w:tabs>
          <w:tab w:val="left" w:pos="709"/>
        </w:tabs>
        <w:ind w:left="-426"/>
        <w:jc w:val="both"/>
        <w:rPr>
          <w:rFonts w:asciiTheme="majorHAnsi" w:eastAsia="Arial" w:hAnsiTheme="majorHAnsi" w:cstheme="majorHAnsi"/>
          <w:i/>
          <w:sz w:val="22"/>
          <w:szCs w:val="20"/>
        </w:rPr>
      </w:pPr>
    </w:p>
    <w:p w14:paraId="385C4DCB" w14:textId="77777777" w:rsidR="00276B18" w:rsidRDefault="00276B18" w:rsidP="00276B18">
      <w:pPr>
        <w:pStyle w:val="soustitre"/>
      </w:pPr>
      <w:bookmarkStart w:id="13" w:name="_heading=h.1fob9te" w:colFirst="0" w:colLast="0"/>
      <w:bookmarkEnd w:id="13"/>
      <w:r>
        <w:t>2. 5 BUDGET DE L’ACTION</w:t>
      </w:r>
    </w:p>
    <w:p w14:paraId="781C462A" w14:textId="5156A612" w:rsidR="00011D27" w:rsidRPr="004A568C" w:rsidRDefault="00011D27" w:rsidP="00513337">
      <w:pPr>
        <w:spacing w:before="120"/>
        <w:ind w:left="-426"/>
        <w:jc w:val="both"/>
        <w:rPr>
          <w:rFonts w:asciiTheme="majorHAnsi" w:eastAsia="Arial" w:hAnsiTheme="majorHAnsi" w:cstheme="majorHAnsi"/>
          <w:i/>
          <w:szCs w:val="20"/>
        </w:rPr>
      </w:pPr>
      <w:r w:rsidRPr="004A568C">
        <w:rPr>
          <w:rFonts w:asciiTheme="majorHAnsi" w:eastAsia="Arial" w:hAnsiTheme="majorHAnsi" w:cstheme="majorHAnsi"/>
          <w:i/>
          <w:szCs w:val="20"/>
        </w:rPr>
        <w:t>Veuillez compléter l’annexe B du Règlement d</w:t>
      </w:r>
      <w:r w:rsidR="00161144">
        <w:rPr>
          <w:rFonts w:asciiTheme="majorHAnsi" w:eastAsia="Arial" w:hAnsiTheme="majorHAnsi" w:cstheme="majorHAnsi"/>
          <w:i/>
          <w:szCs w:val="20"/>
        </w:rPr>
        <w:t xml:space="preserve">u </w:t>
      </w:r>
      <w:r w:rsidR="00161144" w:rsidRPr="00161144">
        <w:rPr>
          <w:rFonts w:asciiTheme="majorHAnsi" w:eastAsia="Arial" w:hAnsiTheme="majorHAnsi" w:cstheme="majorHAnsi"/>
          <w:i/>
          <w:szCs w:val="20"/>
        </w:rPr>
        <w:t>dispositif de financement</w:t>
      </w:r>
      <w:r w:rsidRPr="004A568C">
        <w:rPr>
          <w:rFonts w:asciiTheme="majorHAnsi" w:eastAsia="Arial" w:hAnsiTheme="majorHAnsi" w:cstheme="majorHAnsi"/>
          <w:i/>
          <w:szCs w:val="20"/>
        </w:rPr>
        <w:t xml:space="preserve"> pour fournir </w:t>
      </w:r>
      <w:r w:rsidR="00A22F3C" w:rsidRPr="004A568C">
        <w:rPr>
          <w:rFonts w:asciiTheme="majorHAnsi" w:eastAsia="Arial" w:hAnsiTheme="majorHAnsi" w:cstheme="majorHAnsi"/>
          <w:i/>
          <w:szCs w:val="20"/>
        </w:rPr>
        <w:t>les informations sur</w:t>
      </w:r>
      <w:r w:rsidR="00FE7423" w:rsidRPr="004A568C">
        <w:rPr>
          <w:rFonts w:asciiTheme="majorHAnsi" w:eastAsia="Arial" w:hAnsiTheme="majorHAnsi" w:cstheme="majorHAnsi"/>
          <w:i/>
          <w:szCs w:val="20"/>
        </w:rPr>
        <w:t> </w:t>
      </w:r>
      <w:r w:rsidRPr="004A568C">
        <w:rPr>
          <w:rFonts w:asciiTheme="majorHAnsi" w:eastAsia="Arial" w:hAnsiTheme="majorHAnsi" w:cstheme="majorHAnsi"/>
          <w:i/>
          <w:szCs w:val="20"/>
        </w:rPr>
        <w:t>le budget de l’action (feuille de calcul 1) pour la durée totale de l’action ;</w:t>
      </w:r>
    </w:p>
    <w:p w14:paraId="328BDF00" w14:textId="042DE313" w:rsidR="00011D27" w:rsidRPr="004A568C" w:rsidRDefault="00011D27" w:rsidP="0075607D">
      <w:pPr>
        <w:spacing w:before="120"/>
        <w:ind w:left="-426"/>
        <w:jc w:val="both"/>
        <w:rPr>
          <w:rFonts w:asciiTheme="majorHAnsi" w:eastAsia="Arial" w:hAnsiTheme="majorHAnsi" w:cstheme="majorHAnsi"/>
          <w:i/>
          <w:szCs w:val="20"/>
        </w:rPr>
      </w:pPr>
      <w:r w:rsidRPr="004A568C">
        <w:rPr>
          <w:rFonts w:asciiTheme="majorHAnsi" w:eastAsia="Arial" w:hAnsiTheme="majorHAnsi" w:cstheme="majorHAnsi"/>
          <w:i/>
          <w:szCs w:val="20"/>
        </w:rPr>
        <w:t xml:space="preserve">Pour de plus amples renseignements, voir le Règlement </w:t>
      </w:r>
      <w:r w:rsidR="00161144">
        <w:rPr>
          <w:rFonts w:asciiTheme="majorHAnsi" w:eastAsia="Arial" w:hAnsiTheme="majorHAnsi" w:cstheme="majorHAnsi"/>
          <w:i/>
          <w:szCs w:val="20"/>
        </w:rPr>
        <w:t xml:space="preserve">du </w:t>
      </w:r>
      <w:r w:rsidR="00161144" w:rsidRPr="00161144">
        <w:rPr>
          <w:rFonts w:asciiTheme="majorHAnsi" w:eastAsia="Arial" w:hAnsiTheme="majorHAnsi" w:cstheme="majorHAnsi"/>
          <w:i/>
          <w:szCs w:val="20"/>
        </w:rPr>
        <w:t>dispositif de financement</w:t>
      </w:r>
      <w:r w:rsidRPr="004A568C">
        <w:rPr>
          <w:rFonts w:asciiTheme="majorHAnsi" w:eastAsia="Arial" w:hAnsiTheme="majorHAnsi" w:cstheme="majorHAnsi"/>
          <w:i/>
          <w:szCs w:val="20"/>
        </w:rPr>
        <w:t>.</w:t>
      </w:r>
    </w:p>
    <w:p w14:paraId="3AF6CB75" w14:textId="77777777" w:rsidR="00A22F3C" w:rsidRPr="004A568C" w:rsidRDefault="00A22F3C" w:rsidP="0075607D">
      <w:pPr>
        <w:spacing w:before="120"/>
        <w:ind w:left="-426"/>
        <w:jc w:val="both"/>
        <w:rPr>
          <w:rFonts w:asciiTheme="majorHAnsi" w:eastAsia="Arial" w:hAnsiTheme="majorHAnsi" w:cstheme="majorHAnsi"/>
          <w:i/>
          <w:szCs w:val="20"/>
        </w:rPr>
      </w:pPr>
    </w:p>
    <w:p w14:paraId="6A4BB60C" w14:textId="6EEC9901" w:rsidR="000C2BDE" w:rsidRPr="00000528" w:rsidRDefault="00A22F3C" w:rsidP="0075607D">
      <w:pPr>
        <w:pStyle w:val="Textedemiseenvidence"/>
        <w:ind w:left="-426"/>
        <w:rPr>
          <w:b/>
          <w:bCs/>
          <w:sz w:val="20"/>
          <w:szCs w:val="20"/>
        </w:rPr>
      </w:pPr>
      <w:r w:rsidRPr="00000528">
        <w:rPr>
          <w:b/>
          <w:bCs/>
          <w:sz w:val="20"/>
          <w:szCs w:val="20"/>
        </w:rPr>
        <w:t xml:space="preserve">Veuillez noter que le coût de l’action et la contribution demandée à Expertise France doivent être libellés en </w:t>
      </w:r>
      <w:r w:rsidR="005D5EBE" w:rsidRPr="00513337">
        <w:rPr>
          <w:b/>
          <w:bCs/>
          <w:sz w:val="20"/>
          <w:szCs w:val="20"/>
          <w:u w:val="single"/>
        </w:rPr>
        <w:t>euros</w:t>
      </w:r>
      <w:r w:rsidR="005D5EBE" w:rsidRPr="00000528">
        <w:rPr>
          <w:b/>
          <w:bCs/>
          <w:sz w:val="20"/>
          <w:szCs w:val="20"/>
        </w:rPr>
        <w:t xml:space="preserve">. </w:t>
      </w:r>
    </w:p>
    <w:p w14:paraId="7593D4C1" w14:textId="77777777" w:rsidR="00011D27" w:rsidRPr="004A568C" w:rsidRDefault="00011D27" w:rsidP="0075607D">
      <w:pPr>
        <w:ind w:left="-426"/>
        <w:jc w:val="both"/>
        <w:rPr>
          <w:rFonts w:asciiTheme="majorHAnsi" w:eastAsia="Arial" w:hAnsiTheme="majorHAnsi" w:cstheme="majorHAnsi"/>
          <w:szCs w:val="20"/>
        </w:rPr>
      </w:pPr>
    </w:p>
    <w:p w14:paraId="3E6A87F4" w14:textId="4CD33D88" w:rsidR="00AD170A" w:rsidRDefault="00AD170A" w:rsidP="0075607D">
      <w:pPr>
        <w:spacing w:after="200"/>
        <w:ind w:left="-426"/>
        <w:rPr>
          <w:b/>
          <w:bCs/>
          <w:sz w:val="22"/>
        </w:rPr>
      </w:pPr>
      <w:r>
        <w:rPr>
          <w:b/>
          <w:bCs/>
          <w:sz w:val="22"/>
        </w:rPr>
        <w:br w:type="page"/>
      </w:r>
    </w:p>
    <w:p w14:paraId="5EEC5CD3" w14:textId="77777777" w:rsidR="004A568C" w:rsidRDefault="004A568C" w:rsidP="0075607D">
      <w:pPr>
        <w:spacing w:after="200" w:line="240" w:lineRule="auto"/>
        <w:ind w:left="-426"/>
        <w:jc w:val="both"/>
        <w:rPr>
          <w:b/>
          <w:bCs/>
          <w:sz w:val="22"/>
        </w:rPr>
      </w:pPr>
    </w:p>
    <w:p w14:paraId="60B6F06F" w14:textId="4E182E51" w:rsidR="00011D27" w:rsidRDefault="00F003A9" w:rsidP="0075607D">
      <w:pPr>
        <w:pStyle w:val="Titolo1"/>
        <w:ind w:left="-426"/>
      </w:pPr>
      <w:r>
        <w:t>3</w:t>
      </w:r>
      <w:r w:rsidR="00574D7F" w:rsidRPr="00574D7F">
        <w:rPr>
          <w:vertAlign w:val="superscript"/>
        </w:rPr>
        <w:t>ème</w:t>
      </w:r>
      <w:r w:rsidR="00E83139">
        <w:t xml:space="preserve"> PARTIE- LE(S) DEMANDEUR(S)</w:t>
      </w:r>
    </w:p>
    <w:p w14:paraId="6532C51D" w14:textId="77777777" w:rsidR="00011D27" w:rsidRDefault="00011D27" w:rsidP="0075607D">
      <w:pPr>
        <w:ind w:left="-426"/>
      </w:pPr>
    </w:p>
    <w:p w14:paraId="67C0CDDD" w14:textId="77777777" w:rsidR="00011D27" w:rsidRDefault="00E83139" w:rsidP="0075607D">
      <w:pPr>
        <w:pStyle w:val="Titolo2"/>
        <w:spacing w:after="0"/>
        <w:ind w:left="-426"/>
      </w:pPr>
      <w:r w:rsidRPr="00E83139">
        <w:t>LE DEMANDEUR PRINCIPAL</w:t>
      </w:r>
    </w:p>
    <w:p w14:paraId="0F8DBBF2" w14:textId="3350B2CC" w:rsidR="00011D27" w:rsidRPr="001A0FD7" w:rsidRDefault="00011D27" w:rsidP="0075607D">
      <w:pPr>
        <w:ind w:left="-426"/>
        <w:rPr>
          <w:rFonts w:asciiTheme="majorHAnsi" w:eastAsia="Arial" w:hAnsiTheme="majorHAnsi" w:cstheme="majorHAnsi"/>
          <w:szCs w:val="20"/>
        </w:rPr>
      </w:pPr>
      <w:bookmarkStart w:id="14" w:name="_heading=h.3dy6vkm" w:colFirst="0" w:colLast="0"/>
      <w:bookmarkEnd w:id="14"/>
    </w:p>
    <w:tbl>
      <w:tblPr>
        <w:tblStyle w:val="Tabellagriglia2-colore3"/>
        <w:tblW w:w="9915" w:type="dxa"/>
        <w:tblBorders>
          <w:left w:val="single" w:sz="2" w:space="0" w:color="4D81C2" w:themeColor="accent3" w:themeTint="99"/>
          <w:right w:val="single" w:sz="2" w:space="0" w:color="4D81C2" w:themeColor="accent3" w:themeTint="99"/>
        </w:tblBorders>
        <w:tblLayout w:type="fixed"/>
        <w:tblCellMar>
          <w:top w:w="57" w:type="dxa"/>
          <w:bottom w:w="57" w:type="dxa"/>
        </w:tblCellMar>
        <w:tblLook w:val="04A0" w:firstRow="1" w:lastRow="0" w:firstColumn="1" w:lastColumn="0" w:noHBand="0" w:noVBand="1"/>
        <w:tblCaption w:val="a remplir"/>
        <w:tblDescription w:val="a remplir"/>
      </w:tblPr>
      <w:tblGrid>
        <w:gridCol w:w="3656"/>
        <w:gridCol w:w="25"/>
        <w:gridCol w:w="1802"/>
        <w:gridCol w:w="4432"/>
      </w:tblGrid>
      <w:tr w:rsidR="00513337" w14:paraId="2CD05760" w14:textId="77777777" w:rsidTr="00513337">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27310F77" w14:textId="77777777" w:rsidR="00513337" w:rsidRDefault="00513337">
            <w:r>
              <w:t xml:space="preserve">Nom de l'organisation </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202B00F4" w14:textId="77777777" w:rsidR="00513337" w:rsidRDefault="00513337">
            <w:pPr>
              <w:cnfStyle w:val="100000000000" w:firstRow="1" w:lastRow="0" w:firstColumn="0" w:lastColumn="0" w:oddVBand="0" w:evenVBand="0" w:oddHBand="0" w:evenHBand="0" w:firstRowFirstColumn="0" w:firstRowLastColumn="0" w:lastRowFirstColumn="0" w:lastRowLastColumn="0"/>
            </w:pPr>
          </w:p>
        </w:tc>
      </w:tr>
      <w:tr w:rsidR="00513337" w14:paraId="47CC844C" w14:textId="77777777" w:rsidTr="00513337">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4FB4C355" w14:textId="77777777" w:rsidR="00513337" w:rsidRDefault="00513337">
            <w:r>
              <w:t xml:space="preserve">Acronyme </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64B67C54"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69B3AD81" w14:textId="77777777" w:rsidTr="00513337">
        <w:trPr>
          <w:trHeight w:val="418"/>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0BFC3307" w14:textId="77777777" w:rsidR="00513337" w:rsidRDefault="00513337">
            <w:r>
              <w:t>Statut juridique</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653E37BB" w14:textId="77777777" w:rsidR="00513337" w:rsidRDefault="00513337">
            <w:pPr>
              <w:cnfStyle w:val="000000000000" w:firstRow="0" w:lastRow="0" w:firstColumn="0" w:lastColumn="0" w:oddVBand="0" w:evenVBand="0" w:oddHBand="0" w:evenHBand="0" w:firstRowFirstColumn="0" w:firstRowLastColumn="0" w:lastRowFirstColumn="0" w:lastRowLastColumn="0"/>
            </w:pPr>
            <w:r>
              <w:t>□ Organisation non gouvernementale</w:t>
            </w:r>
          </w:p>
          <w:p w14:paraId="1EECF6E0" w14:textId="77777777" w:rsidR="00513337" w:rsidRDefault="00513337">
            <w:pPr>
              <w:cnfStyle w:val="000000000000" w:firstRow="0" w:lastRow="0" w:firstColumn="0" w:lastColumn="0" w:oddVBand="0" w:evenVBand="0" w:oddHBand="0" w:evenHBand="0" w:firstRowFirstColumn="0" w:firstRowLastColumn="0" w:lastRowFirstColumn="0" w:lastRowLastColumn="0"/>
            </w:pPr>
            <w:r>
              <w:t>□ Organisation de la société civile (association)</w:t>
            </w:r>
          </w:p>
          <w:p w14:paraId="03C79F1C" w14:textId="77777777" w:rsidR="00513337" w:rsidRDefault="00513337">
            <w:pPr>
              <w:cnfStyle w:val="000000000000" w:firstRow="0" w:lastRow="0" w:firstColumn="0" w:lastColumn="0" w:oddVBand="0" w:evenVBand="0" w:oddHBand="0" w:evenHBand="0" w:firstRowFirstColumn="0" w:firstRowLastColumn="0" w:lastRowFirstColumn="0" w:lastRowLastColumn="0"/>
            </w:pPr>
            <w:r>
              <w:t>□ Coopérative</w:t>
            </w:r>
          </w:p>
          <w:p w14:paraId="1C2F9D56"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5EF8BF80" w14:textId="77777777" w:rsidTr="00513337">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2D140FB9" w14:textId="77777777" w:rsidR="00513337" w:rsidRDefault="00513337">
            <w:r>
              <w:t>Numéro d'enregistrement (ou équivalent)</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75ABE839"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01A53DA3" w14:textId="77777777" w:rsidTr="00513337">
        <w:trPr>
          <w:trHeight w:val="406"/>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07D787D1" w14:textId="77777777" w:rsidR="00513337" w:rsidRDefault="00513337">
            <w:r>
              <w:t>Date d'enregistrement</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2820921" w14:textId="77777777" w:rsidR="00513337" w:rsidRDefault="00513337">
            <w:pPr>
              <w:cnfStyle w:val="000000000000" w:firstRow="0" w:lastRow="0" w:firstColumn="0" w:lastColumn="0" w:oddVBand="0" w:evenVBand="0" w:oddHBand="0" w:evenHBand="0" w:firstRowFirstColumn="0" w:firstRowLastColumn="0" w:lastRowFirstColumn="0" w:lastRowLastColumn="0"/>
            </w:pPr>
            <w:r>
              <w:t>JJ / MM / AAAA</w:t>
            </w:r>
          </w:p>
        </w:tc>
      </w:tr>
      <w:tr w:rsidR="00513337" w14:paraId="44D1FE5A" w14:textId="77777777" w:rsidTr="00513337">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3B3A596D" w14:textId="77777777" w:rsidR="00513337" w:rsidRDefault="00513337">
            <w:r>
              <w:t>Lieu d'enregistrement</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488581D1"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643CFB3E" w14:textId="77777777" w:rsidTr="00513337">
        <w:trPr>
          <w:trHeight w:val="272"/>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47178ADA" w14:textId="77777777" w:rsidR="00513337" w:rsidRDefault="00513337">
            <w:r>
              <w:t>Adresse officielle d'enregistrement</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6D36A3F6"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634B37CE" w14:textId="77777777" w:rsidTr="00513337">
        <w:trPr>
          <w:cnfStyle w:val="000000100000" w:firstRow="0" w:lastRow="0" w:firstColumn="0" w:lastColumn="0" w:oddVBand="0" w:evenVBand="0" w:oddHBand="1" w:evenHBand="0" w:firstRowFirstColumn="0" w:firstRowLastColumn="0" w:lastRowFirstColumn="0" w:lastRowLastColumn="0"/>
          <w:trHeight w:val="613"/>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127F6280" w14:textId="77777777" w:rsidR="00513337" w:rsidRDefault="00513337">
            <w:r>
              <w:t>Pays d'enregistrement</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3BF28E55"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rsidRPr="00513337" w14:paraId="76FA4080" w14:textId="77777777" w:rsidTr="00513337">
        <w:trPr>
          <w:trHeight w:val="272"/>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57A8CD60" w14:textId="77777777" w:rsidR="00513337" w:rsidRDefault="00513337">
            <w:r>
              <w:t>Adresse électronique de l'organisation</w:t>
            </w:r>
          </w:p>
          <w:p w14:paraId="01DBB92A" w14:textId="77777777" w:rsidR="00513337" w:rsidRDefault="00513337">
            <w:r>
              <w:t>et site web</w:t>
            </w:r>
          </w:p>
          <w:p w14:paraId="655B3934" w14:textId="77777777" w:rsidR="00513337" w:rsidRDefault="00513337"/>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77AE5B87"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1A87764F" w14:textId="77777777" w:rsidTr="00513337">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658"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9897571" w14:textId="77777777" w:rsidR="00513337" w:rsidRDefault="00513337">
            <w:r>
              <w:t xml:space="preserve">N° de téléphone </w:t>
            </w:r>
          </w:p>
        </w:tc>
        <w:tc>
          <w:tcPr>
            <w:tcW w:w="6262" w:type="dxa"/>
            <w:gridSpan w:val="3"/>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296B7580"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7BB08CF3" w14:textId="77777777" w:rsidTr="00513337">
        <w:trPr>
          <w:trHeight w:val="82"/>
        </w:trPr>
        <w:tc>
          <w:tcPr>
            <w:cnfStyle w:val="001000000000" w:firstRow="0" w:lastRow="0" w:firstColumn="1" w:lastColumn="0" w:oddVBand="0" w:evenVBand="0" w:oddHBand="0" w:evenHBand="0" w:firstRowFirstColumn="0" w:firstRowLastColumn="0" w:lastRowFirstColumn="0" w:lastRowLastColumn="0"/>
            <w:tcW w:w="9920" w:type="dxa"/>
            <w:gridSpan w:val="4"/>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59D28120" w14:textId="77777777" w:rsidR="00513337" w:rsidRDefault="00513337">
            <w:r>
              <w:rPr>
                <w:b w:val="0"/>
                <w:bCs w:val="0"/>
              </w:rPr>
              <w:t>Gouvernance</w:t>
            </w:r>
          </w:p>
        </w:tc>
      </w:tr>
      <w:tr w:rsidR="00513337" w14:paraId="01FB587C" w14:textId="77777777" w:rsidTr="00513337">
        <w:trPr>
          <w:cnfStyle w:val="000000100000" w:firstRow="0" w:lastRow="0" w:firstColumn="0" w:lastColumn="0" w:oddVBand="0" w:evenVBand="0" w:oddHBand="1" w:evenHBand="0" w:firstRowFirstColumn="0" w:firstRowLastColumn="0" w:lastRowFirstColumn="0" w:lastRowLastColumn="0"/>
          <w:trHeight w:val="79"/>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3F1C4ECC" w14:textId="77777777" w:rsidR="00513337" w:rsidRDefault="00513337">
            <w:pPr>
              <w:rPr>
                <w:b w:val="0"/>
                <w:bCs w:val="0"/>
              </w:rPr>
            </w:pPr>
            <w:r>
              <w:t>Nombre d’adhérents y compris les membres du bureau de votre association</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3C07C027" w14:textId="77777777" w:rsidR="00513337" w:rsidRDefault="00513337">
            <w:pPr>
              <w:cnfStyle w:val="000000100000" w:firstRow="0" w:lastRow="0" w:firstColumn="0" w:lastColumn="0" w:oddVBand="0" w:evenVBand="0" w:oddHBand="1" w:evenHBand="0" w:firstRowFirstColumn="0" w:firstRowLastColumn="0" w:lastRowFirstColumn="0" w:lastRowLastColumn="0"/>
            </w:pPr>
            <w:r>
              <w:t xml:space="preserve">Femmes : </w:t>
            </w:r>
          </w:p>
          <w:p w14:paraId="10635C0E" w14:textId="77777777" w:rsidR="00513337" w:rsidRDefault="00513337">
            <w:pPr>
              <w:cnfStyle w:val="000000100000" w:firstRow="0" w:lastRow="0" w:firstColumn="0" w:lastColumn="0" w:oddVBand="0" w:evenVBand="0" w:oddHBand="1" w:evenHBand="0" w:firstRowFirstColumn="0" w:firstRowLastColumn="0" w:lastRowFirstColumn="0" w:lastRowLastColumn="0"/>
            </w:pPr>
          </w:p>
          <w:p w14:paraId="4ECF4E4A" w14:textId="77777777" w:rsidR="00513337" w:rsidRDefault="00513337">
            <w:pPr>
              <w:cnfStyle w:val="000000100000" w:firstRow="0" w:lastRow="0" w:firstColumn="0" w:lastColumn="0" w:oddVBand="0" w:evenVBand="0" w:oddHBand="1" w:evenHBand="0" w:firstRowFirstColumn="0" w:firstRowLastColumn="0" w:lastRowFirstColumn="0" w:lastRowLastColumn="0"/>
            </w:pPr>
            <w:r>
              <w:t xml:space="preserve">Hommes : </w:t>
            </w:r>
          </w:p>
        </w:tc>
      </w:tr>
      <w:tr w:rsidR="00513337" w:rsidRPr="00513337" w14:paraId="33777C46" w14:textId="77777777" w:rsidTr="00513337">
        <w:trPr>
          <w:trHeight w:val="104"/>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227E3A3B" w14:textId="77777777" w:rsidR="00513337" w:rsidRDefault="00513337">
            <w:r>
              <w:t>Fréquence des Convocations de l’Assemblée générale d’après les Statuts</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5F8CB137"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17AA532C"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09E7557C" w14:textId="77777777" w:rsidR="00513337" w:rsidRDefault="00513337">
            <w:r>
              <w:t>Date de la dernière Assemblée Générale</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0AC7378A" w14:textId="77777777" w:rsidR="00513337" w:rsidRDefault="00513337">
            <w:pPr>
              <w:cnfStyle w:val="000000100000" w:firstRow="0" w:lastRow="0" w:firstColumn="0" w:lastColumn="0" w:oddVBand="0" w:evenVBand="0" w:oddHBand="1" w:evenHBand="0" w:firstRowFirstColumn="0" w:firstRowLastColumn="0" w:lastRowFirstColumn="0" w:lastRowLastColumn="0"/>
            </w:pPr>
            <w:r>
              <w:t>JJ / MM / AAAA</w:t>
            </w:r>
          </w:p>
        </w:tc>
      </w:tr>
      <w:tr w:rsidR="00513337" w14:paraId="0EB25123" w14:textId="77777777" w:rsidTr="00513337">
        <w:trPr>
          <w:trHeight w:val="120"/>
        </w:trPr>
        <w:tc>
          <w:tcPr>
            <w:cnfStyle w:val="001000000000" w:firstRow="0" w:lastRow="0" w:firstColumn="1" w:lastColumn="0" w:oddVBand="0" w:evenVBand="0" w:oddHBand="0" w:evenHBand="0" w:firstRowFirstColumn="0" w:firstRowLastColumn="0" w:lastRowFirstColumn="0" w:lastRowLastColumn="0"/>
            <w:tcW w:w="9920" w:type="dxa"/>
            <w:gridSpan w:val="4"/>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C456EA3" w14:textId="77777777" w:rsidR="00513337" w:rsidRDefault="00513337">
            <w:r>
              <w:rPr>
                <w:b w:val="0"/>
                <w:bCs w:val="0"/>
              </w:rPr>
              <w:t>Gestion administrative et financière</w:t>
            </w:r>
          </w:p>
        </w:tc>
      </w:tr>
      <w:tr w:rsidR="00513337" w14:paraId="3C0FBD1B"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9DF712C" w14:textId="77777777" w:rsidR="00513337" w:rsidRDefault="00513337">
            <w:pPr>
              <w:rPr>
                <w:b w:val="0"/>
                <w:bCs w:val="0"/>
              </w:rPr>
            </w:pPr>
            <w:r>
              <w:t>Sources principales de financement</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3C058D6F"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63E44919"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3683" w:type="dxa"/>
            <w:gridSpan w:val="2"/>
            <w:vMerge w:val="restart"/>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42D69039" w14:textId="77777777" w:rsidR="00513337" w:rsidRDefault="00513337">
            <w:r>
              <w:rPr>
                <w:iCs/>
              </w:rPr>
              <w:t>Bilan sur les subventions ou budgets gérés pendant les années précédentes, s’ils sont disponibles (indiquer les montants en MAD)</w:t>
            </w:r>
          </w:p>
        </w:tc>
        <w:tc>
          <w:tcPr>
            <w:tcW w:w="1803"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3C67A543" w14:textId="77777777" w:rsidR="00513337" w:rsidRDefault="00513337">
            <w:pPr>
              <w:cnfStyle w:val="000000000000" w:firstRow="0" w:lastRow="0" w:firstColumn="0" w:lastColumn="0" w:oddVBand="0" w:evenVBand="0" w:oddHBand="0" w:evenHBand="0" w:firstRowFirstColumn="0" w:firstRowLastColumn="0" w:lastRowFirstColumn="0" w:lastRowLastColumn="0"/>
            </w:pPr>
            <w:r>
              <w:t>N</w:t>
            </w:r>
            <w:r>
              <w:rPr>
                <w:rStyle w:val="Rimandonotaapidipagina"/>
              </w:rPr>
              <w:footnoteReference w:id="8"/>
            </w:r>
            <w:r>
              <w:t>-1</w:t>
            </w:r>
          </w:p>
        </w:tc>
        <w:tc>
          <w:tcPr>
            <w:tcW w:w="4434"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6F3BCAE9"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20249A9D"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16182" w:type="dxa"/>
            <w:gridSpan w:val="2"/>
            <w:vMerge/>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vAlign w:val="center"/>
            <w:hideMark/>
          </w:tcPr>
          <w:p w14:paraId="47D5390C" w14:textId="77777777" w:rsidR="00513337" w:rsidRDefault="00513337"/>
        </w:tc>
        <w:tc>
          <w:tcPr>
            <w:tcW w:w="1803"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59FA4997" w14:textId="77777777" w:rsidR="00513337" w:rsidRDefault="00513337">
            <w:pPr>
              <w:cnfStyle w:val="000000100000" w:firstRow="0" w:lastRow="0" w:firstColumn="0" w:lastColumn="0" w:oddVBand="0" w:evenVBand="0" w:oddHBand="1" w:evenHBand="0" w:firstRowFirstColumn="0" w:firstRowLastColumn="0" w:lastRowFirstColumn="0" w:lastRowLastColumn="0"/>
            </w:pPr>
            <w:r>
              <w:t>N-2</w:t>
            </w:r>
          </w:p>
        </w:tc>
        <w:tc>
          <w:tcPr>
            <w:tcW w:w="4434"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71E60397"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6F6A9C55"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16182" w:type="dxa"/>
            <w:gridSpan w:val="2"/>
            <w:vMerge/>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vAlign w:val="center"/>
            <w:hideMark/>
          </w:tcPr>
          <w:p w14:paraId="374C3C19" w14:textId="77777777" w:rsidR="00513337" w:rsidRDefault="00513337"/>
        </w:tc>
        <w:tc>
          <w:tcPr>
            <w:tcW w:w="1803"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02AA545E" w14:textId="77777777" w:rsidR="00513337" w:rsidRDefault="00513337">
            <w:pPr>
              <w:cnfStyle w:val="000000000000" w:firstRow="0" w:lastRow="0" w:firstColumn="0" w:lastColumn="0" w:oddVBand="0" w:evenVBand="0" w:oddHBand="0" w:evenHBand="0" w:firstRowFirstColumn="0" w:firstRowLastColumn="0" w:lastRowFirstColumn="0" w:lastRowLastColumn="0"/>
            </w:pPr>
            <w:r>
              <w:t>N-3</w:t>
            </w:r>
          </w:p>
        </w:tc>
        <w:tc>
          <w:tcPr>
            <w:tcW w:w="4434"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5B733FFC"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39CFAD57"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7FC6E66" w14:textId="77777777" w:rsidR="00513337" w:rsidRDefault="00513337">
            <w:pPr>
              <w:rPr>
                <w:iCs/>
              </w:rPr>
            </w:pPr>
            <w:r>
              <w:lastRenderedPageBreak/>
              <w:t>Présence d’un compte bancaire</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5A243344" w14:textId="77777777" w:rsidR="00513337" w:rsidRDefault="00513337">
            <w:pPr>
              <w:cnfStyle w:val="000000100000" w:firstRow="0" w:lastRow="0" w:firstColumn="0" w:lastColumn="0" w:oddVBand="0" w:evenVBand="0" w:oddHBand="1" w:evenHBand="0" w:firstRowFirstColumn="0" w:firstRowLastColumn="0" w:lastRowFirstColumn="0" w:lastRowLastColumn="0"/>
            </w:pPr>
            <w:r>
              <w:t xml:space="preserve">Oui </w:t>
            </w:r>
            <w:proofErr w:type="gramStart"/>
            <w:r>
              <w:t>□  /</w:t>
            </w:r>
            <w:proofErr w:type="gramEnd"/>
            <w:r>
              <w:t xml:space="preserve">  Non □</w:t>
            </w:r>
          </w:p>
        </w:tc>
      </w:tr>
      <w:tr w:rsidR="00513337" w14:paraId="6218E68A"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F39C32F" w14:textId="77777777" w:rsidR="00513337" w:rsidRDefault="00513337">
            <w:pPr>
              <w:rPr>
                <w:iCs/>
              </w:rPr>
            </w:pPr>
            <w:r>
              <w:rPr>
                <w:iCs/>
              </w:rPr>
              <w:t>Enregistrement à la CNSS</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1601E773" w14:textId="77777777" w:rsidR="00513337" w:rsidRDefault="00513337">
            <w:pPr>
              <w:cnfStyle w:val="000000000000" w:firstRow="0" w:lastRow="0" w:firstColumn="0" w:lastColumn="0" w:oddVBand="0" w:evenVBand="0" w:oddHBand="0" w:evenHBand="0" w:firstRowFirstColumn="0" w:firstRowLastColumn="0" w:lastRowFirstColumn="0" w:lastRowLastColumn="0"/>
            </w:pPr>
            <w:r>
              <w:t xml:space="preserve">Oui </w:t>
            </w:r>
            <w:proofErr w:type="gramStart"/>
            <w:r>
              <w:t>□  /</w:t>
            </w:r>
            <w:proofErr w:type="gramEnd"/>
            <w:r>
              <w:t xml:space="preserve">  Non □</w:t>
            </w:r>
          </w:p>
        </w:tc>
      </w:tr>
      <w:tr w:rsidR="00513337" w14:paraId="37A2A833"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0512C13" w14:textId="77777777" w:rsidR="00513337" w:rsidRDefault="00513337">
            <w:pPr>
              <w:rPr>
                <w:iCs/>
              </w:rPr>
            </w:pPr>
            <w:r>
              <w:rPr>
                <w:iCs/>
              </w:rPr>
              <w:t>Enregistrement à l</w:t>
            </w:r>
            <w:r>
              <w:t>’office des impôts</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514BCFA" w14:textId="77777777" w:rsidR="00513337" w:rsidRDefault="00513337">
            <w:pPr>
              <w:cnfStyle w:val="000000100000" w:firstRow="0" w:lastRow="0" w:firstColumn="0" w:lastColumn="0" w:oddVBand="0" w:evenVBand="0" w:oddHBand="1" w:evenHBand="0" w:firstRowFirstColumn="0" w:firstRowLastColumn="0" w:lastRowFirstColumn="0" w:lastRowLastColumn="0"/>
            </w:pPr>
            <w:r>
              <w:t xml:space="preserve">Oui </w:t>
            </w:r>
            <w:proofErr w:type="gramStart"/>
            <w:r>
              <w:t>□  /</w:t>
            </w:r>
            <w:proofErr w:type="gramEnd"/>
            <w:r>
              <w:t xml:space="preserve">  Non □</w:t>
            </w:r>
          </w:p>
        </w:tc>
      </w:tr>
      <w:tr w:rsidR="00513337" w14:paraId="6C37FC04"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61B7D39" w14:textId="77777777" w:rsidR="00513337" w:rsidRDefault="00513337">
            <w:pPr>
              <w:rPr>
                <w:iCs/>
              </w:rPr>
            </w:pPr>
            <w:r>
              <w:rPr>
                <w:iCs/>
              </w:rPr>
              <w:t xml:space="preserve">Présence de personnes chargées spécifiquement </w:t>
            </w:r>
            <w:r>
              <w:t>dans la gestion comptable / financière</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179FE59A" w14:textId="77777777" w:rsidR="00513337" w:rsidRDefault="00513337">
            <w:pPr>
              <w:cnfStyle w:val="000000000000" w:firstRow="0" w:lastRow="0" w:firstColumn="0" w:lastColumn="0" w:oddVBand="0" w:evenVBand="0" w:oddHBand="0" w:evenHBand="0" w:firstRowFirstColumn="0" w:firstRowLastColumn="0" w:lastRowFirstColumn="0" w:lastRowLastColumn="0"/>
            </w:pPr>
            <w:r>
              <w:t xml:space="preserve">Oui </w:t>
            </w:r>
            <w:proofErr w:type="gramStart"/>
            <w:r>
              <w:t>□  /</w:t>
            </w:r>
            <w:proofErr w:type="gramEnd"/>
            <w:r>
              <w:t xml:space="preserve">  Non □</w:t>
            </w:r>
          </w:p>
        </w:tc>
      </w:tr>
      <w:tr w:rsidR="00513337" w14:paraId="1CB23F30"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3ACC12B3" w14:textId="77777777" w:rsidR="00513337" w:rsidRDefault="00513337">
            <w:pPr>
              <w:rPr>
                <w:iCs/>
              </w:rPr>
            </w:pPr>
            <w:r>
              <w:rPr>
                <w:iCs/>
              </w:rPr>
              <w:t>Présence d’un manuel de procédure</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41F63093" w14:textId="77777777" w:rsidR="00513337" w:rsidRDefault="00513337">
            <w:pPr>
              <w:cnfStyle w:val="000000100000" w:firstRow="0" w:lastRow="0" w:firstColumn="0" w:lastColumn="0" w:oddVBand="0" w:evenVBand="0" w:oddHBand="1" w:evenHBand="0" w:firstRowFirstColumn="0" w:firstRowLastColumn="0" w:lastRowFirstColumn="0" w:lastRowLastColumn="0"/>
            </w:pPr>
            <w:r>
              <w:t xml:space="preserve">Oui </w:t>
            </w:r>
            <w:proofErr w:type="gramStart"/>
            <w:r>
              <w:t>□  /</w:t>
            </w:r>
            <w:proofErr w:type="gramEnd"/>
            <w:r>
              <w:t xml:space="preserve">  Non □</w:t>
            </w:r>
          </w:p>
        </w:tc>
      </w:tr>
      <w:tr w:rsidR="00513337" w14:paraId="2FF9B71A"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D2EC85C" w14:textId="77777777" w:rsidR="00513337" w:rsidRDefault="00513337">
            <w:pPr>
              <w:rPr>
                <w:iCs/>
              </w:rPr>
            </w:pPr>
            <w:r>
              <w:rPr>
                <w:iCs/>
              </w:rPr>
              <w:t>Nombre de salariés</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06C96CE8" w14:textId="77777777" w:rsidR="00513337" w:rsidRDefault="00513337">
            <w:pPr>
              <w:cnfStyle w:val="000000000000" w:firstRow="0" w:lastRow="0" w:firstColumn="0" w:lastColumn="0" w:oddVBand="0" w:evenVBand="0" w:oddHBand="0" w:evenHBand="0" w:firstRowFirstColumn="0" w:firstRowLastColumn="0" w:lastRowFirstColumn="0" w:lastRowLastColumn="0"/>
            </w:pPr>
            <w:r>
              <w:t xml:space="preserve">Femmes : </w:t>
            </w:r>
          </w:p>
          <w:p w14:paraId="7863C0F1" w14:textId="77777777" w:rsidR="00513337" w:rsidRDefault="00513337">
            <w:pPr>
              <w:cnfStyle w:val="000000000000" w:firstRow="0" w:lastRow="0" w:firstColumn="0" w:lastColumn="0" w:oddVBand="0" w:evenVBand="0" w:oddHBand="0" w:evenHBand="0" w:firstRowFirstColumn="0" w:firstRowLastColumn="0" w:lastRowFirstColumn="0" w:lastRowLastColumn="0"/>
            </w:pPr>
          </w:p>
          <w:p w14:paraId="25EDD464" w14:textId="77777777" w:rsidR="00513337" w:rsidRDefault="00513337">
            <w:pPr>
              <w:cnfStyle w:val="000000000000" w:firstRow="0" w:lastRow="0" w:firstColumn="0" w:lastColumn="0" w:oddVBand="0" w:evenVBand="0" w:oddHBand="0" w:evenHBand="0" w:firstRowFirstColumn="0" w:firstRowLastColumn="0" w:lastRowFirstColumn="0" w:lastRowLastColumn="0"/>
            </w:pPr>
            <w:r>
              <w:t>Hommes :</w:t>
            </w:r>
          </w:p>
        </w:tc>
      </w:tr>
      <w:tr w:rsidR="00513337" w14:paraId="1D2A329A"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19F231D2" w14:textId="77777777" w:rsidR="00513337" w:rsidRDefault="00513337">
            <w:pPr>
              <w:rPr>
                <w:iCs/>
              </w:rPr>
            </w:pPr>
            <w:r>
              <w:rPr>
                <w:iCs/>
              </w:rPr>
              <w:t>Nombre de bénévoles</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7B6E02CD" w14:textId="77777777" w:rsidR="00513337" w:rsidRDefault="00513337">
            <w:pPr>
              <w:cnfStyle w:val="000000100000" w:firstRow="0" w:lastRow="0" w:firstColumn="0" w:lastColumn="0" w:oddVBand="0" w:evenVBand="0" w:oddHBand="1" w:evenHBand="0" w:firstRowFirstColumn="0" w:firstRowLastColumn="0" w:lastRowFirstColumn="0" w:lastRowLastColumn="0"/>
            </w:pPr>
            <w:r>
              <w:t xml:space="preserve">Femmes : </w:t>
            </w:r>
          </w:p>
          <w:p w14:paraId="466E778C" w14:textId="77777777" w:rsidR="00513337" w:rsidRDefault="00513337">
            <w:pPr>
              <w:cnfStyle w:val="000000100000" w:firstRow="0" w:lastRow="0" w:firstColumn="0" w:lastColumn="0" w:oddVBand="0" w:evenVBand="0" w:oddHBand="1" w:evenHBand="0" w:firstRowFirstColumn="0" w:firstRowLastColumn="0" w:lastRowFirstColumn="0" w:lastRowLastColumn="0"/>
            </w:pPr>
          </w:p>
          <w:p w14:paraId="16ED001E" w14:textId="77777777" w:rsidR="00513337" w:rsidRDefault="00513337">
            <w:pPr>
              <w:cnfStyle w:val="000000100000" w:firstRow="0" w:lastRow="0" w:firstColumn="0" w:lastColumn="0" w:oddVBand="0" w:evenVBand="0" w:oddHBand="1" w:evenHBand="0" w:firstRowFirstColumn="0" w:firstRowLastColumn="0" w:lastRowFirstColumn="0" w:lastRowLastColumn="0"/>
            </w:pPr>
            <w:r>
              <w:t>Hommes :</w:t>
            </w:r>
          </w:p>
        </w:tc>
      </w:tr>
      <w:tr w:rsidR="00513337" w14:paraId="239A37EC"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9920" w:type="dxa"/>
            <w:gridSpan w:val="4"/>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6E3FE28" w14:textId="77777777" w:rsidR="00513337" w:rsidRDefault="00513337">
            <w:r>
              <w:rPr>
                <w:b w:val="0"/>
                <w:bCs w:val="0"/>
              </w:rPr>
              <w:t>L’organisation dans l’action</w:t>
            </w:r>
          </w:p>
        </w:tc>
      </w:tr>
      <w:tr w:rsidR="00513337" w14:paraId="50DDE0C0"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E602815" w14:textId="77777777" w:rsidR="00513337" w:rsidRDefault="00513337">
            <w:pPr>
              <w:rPr>
                <w:b w:val="0"/>
                <w:bCs w:val="0"/>
              </w:rPr>
            </w:pPr>
            <w:r>
              <w:t xml:space="preserve">Mission </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79EE952D" w14:textId="77777777" w:rsidR="00513337" w:rsidRDefault="00513337">
            <w:pPr>
              <w:cnfStyle w:val="000000100000" w:firstRow="0" w:lastRow="0" w:firstColumn="0" w:lastColumn="0" w:oddVBand="0" w:evenVBand="0" w:oddHBand="1" w:evenHBand="0" w:firstRowFirstColumn="0" w:firstRowLastColumn="0" w:lastRowFirstColumn="0" w:lastRowLastColumn="0"/>
              <w:rPr>
                <w:color w:val="000000"/>
              </w:rPr>
            </w:pPr>
          </w:p>
        </w:tc>
      </w:tr>
      <w:tr w:rsidR="00513337" w14:paraId="416B2EA4" w14:textId="77777777" w:rsidTr="00513337">
        <w:trPr>
          <w:trHeight w:val="82"/>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B03F3E6" w14:textId="77777777" w:rsidR="00513337" w:rsidRDefault="00513337">
            <w:r>
              <w:t xml:space="preserve">Domaines d’intervention </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11B0A9B5"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57AC52CC" w14:textId="77777777" w:rsidTr="00513337">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47E911A9" w14:textId="77777777" w:rsidR="00513337" w:rsidRDefault="00513337">
            <w:r>
              <w:t>Population cible</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53575031"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5D42623C"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08F144A3" w14:textId="77777777" w:rsidR="00513337" w:rsidRDefault="00513337">
            <w:pPr>
              <w:rPr>
                <w:iCs/>
              </w:rPr>
            </w:pPr>
            <w:r>
              <w:rPr>
                <w:iCs/>
              </w:rPr>
              <w:t>Participation à des appels à projet</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2AE2E39A" w14:textId="77777777" w:rsidR="00513337" w:rsidRDefault="00513337">
            <w:pPr>
              <w:cnfStyle w:val="000000000000" w:firstRow="0" w:lastRow="0" w:firstColumn="0" w:lastColumn="0" w:oddVBand="0" w:evenVBand="0" w:oddHBand="0" w:evenHBand="0" w:firstRowFirstColumn="0" w:firstRowLastColumn="0" w:lastRowFirstColumn="0" w:lastRowLastColumn="0"/>
            </w:pPr>
            <w:r>
              <w:t xml:space="preserve">Oui </w:t>
            </w:r>
            <w:proofErr w:type="gramStart"/>
            <w:r>
              <w:t>□  /</w:t>
            </w:r>
            <w:proofErr w:type="gramEnd"/>
            <w:r>
              <w:t xml:space="preserve">  Non □</w:t>
            </w:r>
          </w:p>
        </w:tc>
      </w:tr>
      <w:tr w:rsidR="00513337" w:rsidRPr="00513337" w14:paraId="14BE94A3"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56BF8916" w14:textId="77777777" w:rsidR="00513337" w:rsidRDefault="00513337">
            <w:pPr>
              <w:rPr>
                <w:iCs/>
              </w:rPr>
            </w:pPr>
            <w:r>
              <w:rPr>
                <w:iCs/>
              </w:rPr>
              <w:t>Si oui, indiquer lesquels et si le projet a été approuvé</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0CFB0369"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rsidRPr="00513337" w14:paraId="68DDAA9F" w14:textId="77777777" w:rsidTr="00513337">
        <w:trPr>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E58DB3F" w14:textId="77777777" w:rsidR="00513337" w:rsidRDefault="00513337">
            <w:pPr>
              <w:rPr>
                <w:iCs/>
              </w:rPr>
            </w:pPr>
            <w:r>
              <w:rPr>
                <w:iCs/>
              </w:rPr>
              <w:t>Votre organisation a-t-elle des expériences précédentes sur des projets similaires (projets financés par des bailleurs de fond) ?</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61DFFC44"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rsidRPr="00513337" w14:paraId="0C92BAA9" w14:textId="77777777" w:rsidTr="00513337">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683"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1AE78183" w14:textId="77777777" w:rsidR="00513337" w:rsidRDefault="00513337">
            <w:pPr>
              <w:rPr>
                <w:iCs/>
              </w:rPr>
            </w:pPr>
            <w:r>
              <w:rPr>
                <w:iCs/>
              </w:rPr>
              <w:t>Votre organisation a-t-elle des expériences précédentes sur des projets avec des montants similaires (projets financés par des bailleurs de fond) ?</w:t>
            </w:r>
          </w:p>
        </w:tc>
        <w:tc>
          <w:tcPr>
            <w:tcW w:w="6237" w:type="dxa"/>
            <w:gridSpan w:val="2"/>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3E6039B5"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bl>
    <w:p w14:paraId="07A15491" w14:textId="77777777" w:rsidR="00011D27" w:rsidRPr="001D50B9" w:rsidRDefault="00011D27" w:rsidP="0075607D">
      <w:pPr>
        <w:ind w:left="-426"/>
      </w:pPr>
    </w:p>
    <w:p w14:paraId="5335E497" w14:textId="77777777" w:rsidR="00011D27" w:rsidRDefault="00011D27" w:rsidP="0075607D">
      <w:pPr>
        <w:pStyle w:val="Intestazione"/>
        <w:ind w:left="-426"/>
        <w:rPr>
          <w:rFonts w:ascii="Arial Narrow" w:hAnsi="Arial Narrow"/>
          <w:color w:val="808080"/>
        </w:rPr>
      </w:pPr>
      <w:bookmarkStart w:id="15" w:name="_heading=h.1t3h5sf" w:colFirst="0" w:colLast="0"/>
      <w:bookmarkEnd w:id="15"/>
    </w:p>
    <w:p w14:paraId="558F4B3F" w14:textId="36F944B4" w:rsidR="00011D27" w:rsidRDefault="00011D27" w:rsidP="0075607D">
      <w:pPr>
        <w:tabs>
          <w:tab w:val="right" w:pos="8789"/>
        </w:tabs>
        <w:ind w:left="-426"/>
        <w:rPr>
          <w:rFonts w:asciiTheme="majorHAnsi" w:eastAsia="Calibri" w:hAnsiTheme="majorHAnsi" w:cstheme="majorHAnsi"/>
          <w:bCs/>
          <w:iCs/>
          <w:szCs w:val="20"/>
        </w:rPr>
      </w:pPr>
      <w:r w:rsidRPr="00CD20C9">
        <w:rPr>
          <w:rFonts w:asciiTheme="majorHAnsi" w:eastAsia="Calibri" w:hAnsiTheme="majorHAnsi" w:cstheme="majorHAnsi"/>
          <w:bCs/>
          <w:iCs/>
          <w:szCs w:val="20"/>
        </w:rPr>
        <w:t>Liste des activités</w:t>
      </w:r>
      <w:r>
        <w:rPr>
          <w:rFonts w:asciiTheme="majorHAnsi" w:eastAsia="Calibri" w:hAnsiTheme="majorHAnsi" w:cstheme="majorHAnsi"/>
          <w:bCs/>
          <w:iCs/>
          <w:szCs w:val="20"/>
        </w:rPr>
        <w:t xml:space="preserve"> ou projets</w:t>
      </w:r>
      <w:r w:rsidRPr="00CD20C9">
        <w:rPr>
          <w:rFonts w:asciiTheme="majorHAnsi" w:eastAsia="Calibri" w:hAnsiTheme="majorHAnsi" w:cstheme="majorHAnsi"/>
          <w:bCs/>
          <w:iCs/>
          <w:szCs w:val="20"/>
        </w:rPr>
        <w:t xml:space="preserve"> organisées pour la période </w:t>
      </w:r>
      <w:bookmarkStart w:id="16" w:name="_Hlk128583335"/>
      <w:r w:rsidR="00CB525A">
        <w:rPr>
          <w:rFonts w:asciiTheme="majorHAnsi" w:eastAsia="Calibri" w:hAnsiTheme="majorHAnsi" w:cstheme="majorHAnsi"/>
          <w:bCs/>
          <w:iCs/>
          <w:szCs w:val="20"/>
        </w:rPr>
        <w:t>année N-3 – année N-1 (l’année N est l’année en cours)</w:t>
      </w:r>
      <w:r w:rsidR="0046165F">
        <w:rPr>
          <w:rFonts w:asciiTheme="majorHAnsi" w:eastAsia="Calibri" w:hAnsiTheme="majorHAnsi" w:cstheme="majorHAnsi"/>
          <w:bCs/>
          <w:iCs/>
          <w:szCs w:val="20"/>
        </w:rPr>
        <w:t> :</w:t>
      </w:r>
      <w:r w:rsidRPr="00CD20C9">
        <w:rPr>
          <w:rFonts w:asciiTheme="majorHAnsi" w:eastAsia="Calibri" w:hAnsiTheme="majorHAnsi" w:cstheme="majorHAnsi"/>
          <w:bCs/>
          <w:iCs/>
          <w:szCs w:val="20"/>
        </w:rPr>
        <w:t xml:space="preserve"> </w:t>
      </w:r>
    </w:p>
    <w:bookmarkEnd w:id="16"/>
    <w:p w14:paraId="3099B9AA" w14:textId="3DDBD726" w:rsidR="00011D27" w:rsidRPr="009E4B2B" w:rsidRDefault="0046165F" w:rsidP="0075607D">
      <w:pPr>
        <w:pStyle w:val="Textedemiseenvidence"/>
        <w:ind w:left="-426"/>
        <w:rPr>
          <w:sz w:val="20"/>
          <w:szCs w:val="20"/>
        </w:rPr>
      </w:pPr>
      <w:r>
        <w:rPr>
          <w:sz w:val="20"/>
          <w:szCs w:val="20"/>
        </w:rPr>
        <w:t>(</w:t>
      </w:r>
      <w:r w:rsidR="00011D27" w:rsidRPr="009E4B2B">
        <w:rPr>
          <w:sz w:val="20"/>
          <w:szCs w:val="20"/>
        </w:rPr>
        <w:t>Veuillez ajouter autant de lignes que vous le souhaitez</w:t>
      </w:r>
      <w:r>
        <w:rPr>
          <w:sz w:val="20"/>
          <w:szCs w:val="20"/>
        </w:rPr>
        <w:t>)</w:t>
      </w:r>
      <w:r w:rsidR="00E83139" w:rsidRPr="009E4B2B">
        <w:rPr>
          <w:sz w:val="20"/>
          <w:szCs w:val="20"/>
        </w:rPr>
        <w:br/>
      </w:r>
    </w:p>
    <w:tbl>
      <w:tblPr>
        <w:tblStyle w:val="Tabellagriglia4-colore4"/>
        <w:tblW w:w="10915" w:type="dxa"/>
        <w:tblInd w:w="-714" w:type="dxa"/>
        <w:tblCellMar>
          <w:top w:w="57" w:type="dxa"/>
          <w:bottom w:w="57" w:type="dxa"/>
        </w:tblCellMar>
        <w:tblLook w:val="04A0" w:firstRow="1" w:lastRow="0" w:firstColumn="1" w:lastColumn="0" w:noHBand="0" w:noVBand="1"/>
      </w:tblPr>
      <w:tblGrid>
        <w:gridCol w:w="1812"/>
        <w:gridCol w:w="1812"/>
        <w:gridCol w:w="2047"/>
        <w:gridCol w:w="1701"/>
        <w:gridCol w:w="1559"/>
        <w:gridCol w:w="1984"/>
      </w:tblGrid>
      <w:tr w:rsidR="00513337" w14:paraId="2E6BD148" w14:textId="77777777" w:rsidTr="005133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hideMark/>
          </w:tcPr>
          <w:p w14:paraId="0A907D98" w14:textId="77777777" w:rsidR="00513337" w:rsidRDefault="00513337">
            <w:r>
              <w:t>Activité/projet</w:t>
            </w:r>
          </w:p>
        </w:tc>
        <w:tc>
          <w:tcPr>
            <w:tcW w:w="1812" w:type="dxa"/>
            <w:hideMark/>
          </w:tcPr>
          <w:p w14:paraId="642EE68A" w14:textId="77777777" w:rsidR="00513337" w:rsidRDefault="00513337">
            <w:pPr>
              <w:cnfStyle w:val="100000000000" w:firstRow="1" w:lastRow="0" w:firstColumn="0" w:lastColumn="0" w:oddVBand="0" w:evenVBand="0" w:oddHBand="0" w:evenHBand="0" w:firstRowFirstColumn="0" w:firstRowLastColumn="0" w:lastRowFirstColumn="0" w:lastRowLastColumn="0"/>
            </w:pPr>
            <w:r>
              <w:t>Période de mise en œuvre</w:t>
            </w:r>
          </w:p>
        </w:tc>
        <w:tc>
          <w:tcPr>
            <w:tcW w:w="2047" w:type="dxa"/>
            <w:hideMark/>
          </w:tcPr>
          <w:p w14:paraId="764F306B" w14:textId="77777777" w:rsidR="00513337" w:rsidRDefault="00513337">
            <w:pPr>
              <w:cnfStyle w:val="100000000000" w:firstRow="1" w:lastRow="0" w:firstColumn="0" w:lastColumn="0" w:oddVBand="0" w:evenVBand="0" w:oddHBand="0" w:evenHBand="0" w:firstRowFirstColumn="0" w:firstRowLastColumn="0" w:lastRowFirstColumn="0" w:lastRowLastColumn="0"/>
            </w:pPr>
            <w:r>
              <w:t>Thématique(s)</w:t>
            </w:r>
          </w:p>
        </w:tc>
        <w:tc>
          <w:tcPr>
            <w:tcW w:w="1701" w:type="dxa"/>
            <w:hideMark/>
          </w:tcPr>
          <w:p w14:paraId="5701757A" w14:textId="77777777" w:rsidR="00513337" w:rsidRDefault="00513337">
            <w:pPr>
              <w:cnfStyle w:val="100000000000" w:firstRow="1" w:lastRow="0" w:firstColumn="0" w:lastColumn="0" w:oddVBand="0" w:evenVBand="0" w:oddHBand="0" w:evenHBand="0" w:firstRowFirstColumn="0" w:firstRowLastColumn="0" w:lastRowFirstColumn="0" w:lastRowLastColumn="0"/>
            </w:pPr>
            <w:r>
              <w:t>Bénéficiaires (Nature et nombre)</w:t>
            </w:r>
          </w:p>
        </w:tc>
        <w:tc>
          <w:tcPr>
            <w:tcW w:w="1559" w:type="dxa"/>
            <w:hideMark/>
          </w:tcPr>
          <w:p w14:paraId="6E04A5DB" w14:textId="77777777" w:rsidR="00513337" w:rsidRDefault="00513337">
            <w:pPr>
              <w:cnfStyle w:val="100000000000" w:firstRow="1" w:lastRow="0" w:firstColumn="0" w:lastColumn="0" w:oddVBand="0" w:evenVBand="0" w:oddHBand="0" w:evenHBand="0" w:firstRowFirstColumn="0" w:firstRowLastColumn="0" w:lastRowFirstColumn="0" w:lastRowLastColumn="0"/>
            </w:pPr>
            <w:r>
              <w:t>Lieux de mise en œuvre</w:t>
            </w:r>
          </w:p>
        </w:tc>
        <w:tc>
          <w:tcPr>
            <w:tcW w:w="1984" w:type="dxa"/>
            <w:hideMark/>
          </w:tcPr>
          <w:p w14:paraId="435BA8E9" w14:textId="77777777" w:rsidR="00513337" w:rsidRDefault="00513337">
            <w:pPr>
              <w:cnfStyle w:val="100000000000" w:firstRow="1" w:lastRow="0" w:firstColumn="0" w:lastColumn="0" w:oddVBand="0" w:evenVBand="0" w:oddHBand="0" w:evenHBand="0" w:firstRowFirstColumn="0" w:firstRowLastColumn="0" w:lastRowFirstColumn="0" w:lastRowLastColumn="0"/>
            </w:pPr>
            <w:r>
              <w:t>Montant</w:t>
            </w:r>
          </w:p>
        </w:tc>
      </w:tr>
      <w:tr w:rsidR="00513337" w14:paraId="54BA9A3A" w14:textId="77777777" w:rsidTr="00513337">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9487A70" w14:textId="77777777" w:rsidR="00513337" w:rsidRDefault="00513337">
            <w:pPr>
              <w:tabs>
                <w:tab w:val="right" w:pos="8789"/>
              </w:tabs>
              <w:rPr>
                <w:rFonts w:asciiTheme="majorHAnsi" w:hAnsiTheme="majorHAnsi" w:cstheme="majorHAnsi"/>
                <w:bCs w:val="0"/>
                <w:iCs/>
              </w:rPr>
            </w:pPr>
          </w:p>
        </w:tc>
        <w:tc>
          <w:tcPr>
            <w:tcW w:w="181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6C8E1F3C"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2047"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3512713"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701"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B54DB7D"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559"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1755794"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98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0DAD8456"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r>
      <w:tr w:rsidR="00513337" w14:paraId="316A5687" w14:textId="77777777" w:rsidTr="00513337">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5BB9740" w14:textId="77777777" w:rsidR="00513337" w:rsidRDefault="00513337">
            <w:pPr>
              <w:tabs>
                <w:tab w:val="right" w:pos="8789"/>
              </w:tabs>
              <w:rPr>
                <w:rFonts w:asciiTheme="majorHAnsi" w:hAnsiTheme="majorHAnsi" w:cstheme="majorHAnsi"/>
                <w:bCs w:val="0"/>
                <w:iCs/>
              </w:rPr>
            </w:pPr>
          </w:p>
        </w:tc>
        <w:tc>
          <w:tcPr>
            <w:tcW w:w="181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8A62AE5" w14:textId="77777777" w:rsidR="00513337" w:rsidRDefault="0051333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2047"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9C87951" w14:textId="77777777" w:rsidR="00513337" w:rsidRDefault="0051333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701"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AE3085F" w14:textId="77777777" w:rsidR="00513337" w:rsidRDefault="0051333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559"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2C4E660" w14:textId="77777777" w:rsidR="00513337" w:rsidRDefault="0051333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c>
          <w:tcPr>
            <w:tcW w:w="198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6C6BDC1" w14:textId="77777777" w:rsidR="00513337" w:rsidRDefault="00513337">
            <w:pPr>
              <w:tabs>
                <w:tab w:val="right" w:pos="8789"/>
              </w:tabs>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iCs/>
              </w:rPr>
            </w:pPr>
          </w:p>
        </w:tc>
      </w:tr>
      <w:tr w:rsidR="00513337" w14:paraId="37F25E91" w14:textId="77777777" w:rsidTr="005133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7864279" w14:textId="77777777" w:rsidR="00513337" w:rsidRDefault="00513337">
            <w:pPr>
              <w:tabs>
                <w:tab w:val="right" w:pos="8789"/>
              </w:tabs>
              <w:rPr>
                <w:rFonts w:asciiTheme="majorHAnsi" w:hAnsiTheme="majorHAnsi" w:cstheme="majorHAnsi"/>
                <w:bCs w:val="0"/>
                <w:iCs/>
              </w:rPr>
            </w:pPr>
          </w:p>
        </w:tc>
        <w:tc>
          <w:tcPr>
            <w:tcW w:w="1812"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4B0F618"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2047"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23DDE444"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701"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128ACD9D"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559"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71FEA965"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c>
          <w:tcPr>
            <w:tcW w:w="1984" w:type="dxa"/>
            <w:tc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tcBorders>
          </w:tcPr>
          <w:p w14:paraId="51B56BB8" w14:textId="77777777" w:rsidR="00513337" w:rsidRDefault="00513337">
            <w:pPr>
              <w:tabs>
                <w:tab w:val="right" w:pos="8789"/>
              </w:tabs>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Cs/>
              </w:rPr>
            </w:pPr>
          </w:p>
        </w:tc>
      </w:tr>
    </w:tbl>
    <w:p w14:paraId="43BF92AF" w14:textId="455E2B10" w:rsidR="000F55D1" w:rsidRDefault="000F55D1" w:rsidP="00513337"/>
    <w:p w14:paraId="48A6EAB7" w14:textId="77777777" w:rsidR="000F55D1" w:rsidRPr="000F55D1" w:rsidRDefault="000F55D1" w:rsidP="0075607D">
      <w:pPr>
        <w:ind w:left="-426"/>
      </w:pPr>
    </w:p>
    <w:p w14:paraId="7745B75B" w14:textId="77777777" w:rsidR="0046165F" w:rsidRDefault="0046165F" w:rsidP="0075607D">
      <w:pPr>
        <w:spacing w:after="200"/>
        <w:ind w:left="-426"/>
        <w:rPr>
          <w:rFonts w:eastAsiaTheme="majorEastAsia" w:cstheme="majorBidi"/>
          <w:sz w:val="40"/>
          <w:szCs w:val="26"/>
        </w:rPr>
      </w:pPr>
      <w:r>
        <w:br w:type="page"/>
      </w:r>
    </w:p>
    <w:p w14:paraId="16BDFDEC" w14:textId="35D99569" w:rsidR="00E83139" w:rsidRPr="009E4B2B" w:rsidRDefault="00E83139" w:rsidP="0075607D">
      <w:pPr>
        <w:pStyle w:val="Titolo2"/>
        <w:ind w:left="-426"/>
      </w:pPr>
      <w:r w:rsidRPr="00E83139">
        <w:lastRenderedPageBreak/>
        <w:t>LE(S) PARTENAIRE(S)</w:t>
      </w:r>
    </w:p>
    <w:p w14:paraId="11C2FFD5" w14:textId="12251591" w:rsidR="00011D27" w:rsidRPr="009E4B2B" w:rsidRDefault="00011D27" w:rsidP="0075607D">
      <w:pPr>
        <w:ind w:left="-426"/>
        <w:jc w:val="both"/>
        <w:rPr>
          <w:rFonts w:asciiTheme="majorHAnsi" w:eastAsia="Arial" w:hAnsiTheme="majorHAnsi" w:cstheme="majorHAnsi"/>
          <w:i/>
          <w:iCs/>
          <w:sz w:val="22"/>
          <w:szCs w:val="20"/>
        </w:rPr>
      </w:pPr>
      <w:r w:rsidRPr="009E4B2B">
        <w:rPr>
          <w:i/>
          <w:iCs/>
        </w:rPr>
        <w:t xml:space="preserve">Cette section doit être remplie pour chaque organisation partenaire au sens du point 2.1.2 du Règlement </w:t>
      </w:r>
      <w:r w:rsidR="00161144">
        <w:rPr>
          <w:i/>
          <w:iCs/>
        </w:rPr>
        <w:t xml:space="preserve">du </w:t>
      </w:r>
      <w:r w:rsidR="00161144" w:rsidRPr="00161144">
        <w:rPr>
          <w:rFonts w:asciiTheme="majorHAnsi" w:eastAsia="Arial" w:hAnsiTheme="majorHAnsi" w:cstheme="majorHAnsi"/>
          <w:i/>
          <w:szCs w:val="20"/>
        </w:rPr>
        <w:t>dispositif de financement</w:t>
      </w:r>
      <w:r w:rsidR="00574D7F" w:rsidRPr="009E4B2B">
        <w:rPr>
          <w:i/>
          <w:iCs/>
        </w:rPr>
        <w:t>.</w:t>
      </w:r>
      <w:r w:rsidRPr="009E4B2B">
        <w:rPr>
          <w:i/>
          <w:iCs/>
        </w:rPr>
        <w:t xml:space="preserve"> Vous devez reproduire ce tableau autant de fois que nécessaire pour ajouter des partenaires</w:t>
      </w:r>
      <w:r w:rsidRPr="009E4B2B">
        <w:rPr>
          <w:rFonts w:asciiTheme="majorHAnsi" w:eastAsia="Arial" w:hAnsiTheme="majorHAnsi" w:cstheme="majorHAnsi"/>
          <w:i/>
          <w:iCs/>
          <w:sz w:val="22"/>
          <w:szCs w:val="20"/>
        </w:rPr>
        <w:t>.</w:t>
      </w:r>
    </w:p>
    <w:p w14:paraId="00DD5198" w14:textId="77777777" w:rsidR="00011D27" w:rsidRPr="001A0FD7" w:rsidRDefault="00011D27" w:rsidP="0075607D">
      <w:pPr>
        <w:ind w:left="-426"/>
        <w:jc w:val="both"/>
        <w:rPr>
          <w:rFonts w:asciiTheme="majorHAnsi" w:eastAsia="Arial" w:hAnsiTheme="majorHAnsi" w:cstheme="majorHAnsi"/>
          <w:sz w:val="22"/>
          <w:szCs w:val="20"/>
        </w:rPr>
      </w:pPr>
    </w:p>
    <w:tbl>
      <w:tblPr>
        <w:tblStyle w:val="Tabellagriglia2-colore3"/>
        <w:tblW w:w="9825" w:type="dxa"/>
        <w:tblBorders>
          <w:left w:val="single" w:sz="2" w:space="0" w:color="4D81C2" w:themeColor="accent3" w:themeTint="99"/>
          <w:right w:val="single" w:sz="2" w:space="0" w:color="4D81C2" w:themeColor="accent3" w:themeTint="99"/>
        </w:tblBorders>
        <w:tblLayout w:type="fixed"/>
        <w:tblCellMar>
          <w:top w:w="57" w:type="dxa"/>
          <w:bottom w:w="57" w:type="dxa"/>
        </w:tblCellMar>
        <w:tblLook w:val="04A0" w:firstRow="1" w:lastRow="0" w:firstColumn="1" w:lastColumn="0" w:noHBand="0" w:noVBand="1"/>
      </w:tblPr>
      <w:tblGrid>
        <w:gridCol w:w="3692"/>
        <w:gridCol w:w="6133"/>
      </w:tblGrid>
      <w:tr w:rsidR="00513337" w14:paraId="4F0740E1" w14:textId="77777777" w:rsidTr="00513337">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200EEBD" w14:textId="77777777" w:rsidR="00513337" w:rsidRDefault="00513337">
            <w:r>
              <w:rPr>
                <w:b w:val="0"/>
              </w:rPr>
              <w:t xml:space="preserve">Nom de l'organisation </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58D3C3B1" w14:textId="77777777" w:rsidR="00513337" w:rsidRDefault="00513337">
            <w:pPr>
              <w:cnfStyle w:val="100000000000" w:firstRow="1" w:lastRow="0" w:firstColumn="0" w:lastColumn="0" w:oddVBand="0" w:evenVBand="0" w:oddHBand="0" w:evenHBand="0" w:firstRowFirstColumn="0" w:firstRowLastColumn="0" w:lastRowFirstColumn="0" w:lastRowLastColumn="0"/>
              <w:rPr>
                <w:b w:val="0"/>
              </w:rPr>
            </w:pPr>
          </w:p>
        </w:tc>
      </w:tr>
      <w:tr w:rsidR="00513337" w14:paraId="53D229A9" w14:textId="77777777" w:rsidTr="00513337">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6450E0F0" w14:textId="77777777" w:rsidR="00513337" w:rsidRDefault="00513337">
            <w:r>
              <w:rPr>
                <w:b w:val="0"/>
              </w:rPr>
              <w:t xml:space="preserve">Acronyme </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0DD231EE"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01634768" w14:textId="77777777" w:rsidTr="00513337">
        <w:trPr>
          <w:trHeight w:val="366"/>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40952D0F" w14:textId="77777777" w:rsidR="00513337" w:rsidRDefault="00513337">
            <w:r>
              <w:rPr>
                <w:b w:val="0"/>
              </w:rPr>
              <w:t>Statut juridique</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35EE6B2C" w14:textId="77777777" w:rsidR="00513337" w:rsidRDefault="00513337">
            <w:pPr>
              <w:cnfStyle w:val="000000000000" w:firstRow="0" w:lastRow="0" w:firstColumn="0" w:lastColumn="0" w:oddVBand="0" w:evenVBand="0" w:oddHBand="0" w:evenHBand="0" w:firstRowFirstColumn="0" w:firstRowLastColumn="0" w:lastRowFirstColumn="0" w:lastRowLastColumn="0"/>
            </w:pPr>
            <w:r>
              <w:t>□ Organisation non gouvernementale</w:t>
            </w:r>
          </w:p>
          <w:p w14:paraId="16923ED8" w14:textId="77777777" w:rsidR="00513337" w:rsidRDefault="00513337">
            <w:pPr>
              <w:cnfStyle w:val="000000000000" w:firstRow="0" w:lastRow="0" w:firstColumn="0" w:lastColumn="0" w:oddVBand="0" w:evenVBand="0" w:oddHBand="0" w:evenHBand="0" w:firstRowFirstColumn="0" w:firstRowLastColumn="0" w:lastRowFirstColumn="0" w:lastRowLastColumn="0"/>
            </w:pPr>
            <w:r>
              <w:t>□ Organisation de la société civile (association)</w:t>
            </w:r>
          </w:p>
          <w:p w14:paraId="03819F5E" w14:textId="77777777" w:rsidR="00513337" w:rsidRDefault="00513337">
            <w:pPr>
              <w:cnfStyle w:val="000000000000" w:firstRow="0" w:lastRow="0" w:firstColumn="0" w:lastColumn="0" w:oddVBand="0" w:evenVBand="0" w:oddHBand="0" w:evenHBand="0" w:firstRowFirstColumn="0" w:firstRowLastColumn="0" w:lastRowFirstColumn="0" w:lastRowLastColumn="0"/>
            </w:pPr>
            <w:r>
              <w:t>□ Coopérative</w:t>
            </w:r>
          </w:p>
          <w:p w14:paraId="1ECB83C9" w14:textId="77777777" w:rsidR="00513337" w:rsidRDefault="00513337">
            <w:pPr>
              <w:cnfStyle w:val="000000000000" w:firstRow="0" w:lastRow="0" w:firstColumn="0" w:lastColumn="0" w:oddVBand="0" w:evenVBand="0" w:oddHBand="0" w:evenHBand="0" w:firstRowFirstColumn="0" w:firstRowLastColumn="0" w:lastRowFirstColumn="0" w:lastRowLastColumn="0"/>
            </w:pPr>
            <w:r>
              <w:t>□ Opérateur du secteur public (spécifier)</w:t>
            </w:r>
          </w:p>
          <w:p w14:paraId="008B7710" w14:textId="77777777" w:rsidR="00513337" w:rsidRDefault="00513337">
            <w:pPr>
              <w:cnfStyle w:val="000000000000" w:firstRow="0" w:lastRow="0" w:firstColumn="0" w:lastColumn="0" w:oddVBand="0" w:evenVBand="0" w:oddHBand="0" w:evenHBand="0" w:firstRowFirstColumn="0" w:firstRowLastColumn="0" w:lastRowFirstColumn="0" w:lastRowLastColumn="0"/>
            </w:pPr>
            <w:r>
              <w:t>□ Collectivité territoriale (spécifier)</w:t>
            </w:r>
          </w:p>
        </w:tc>
      </w:tr>
      <w:tr w:rsidR="00513337" w:rsidRPr="00513337" w14:paraId="3268F35B" w14:textId="77777777" w:rsidTr="00513337">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58B702CC" w14:textId="77777777" w:rsidR="00513337" w:rsidRDefault="00513337">
            <w:r>
              <w:rPr>
                <w:b w:val="0"/>
              </w:rPr>
              <w:t>Numéro d'enregistrement (ou équivalent) si pertinent</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7FF34347"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485CCFCA" w14:textId="77777777" w:rsidTr="00513337">
        <w:trPr>
          <w:trHeight w:val="355"/>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7F4CA792" w14:textId="77777777" w:rsidR="00513337" w:rsidRDefault="00513337">
            <w:r>
              <w:rPr>
                <w:b w:val="0"/>
              </w:rPr>
              <w:t>Date d'enregistrement</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3AC5911D"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3C9F6E4D" w14:textId="77777777" w:rsidTr="00513337">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2B9C5273" w14:textId="77777777" w:rsidR="00513337" w:rsidRDefault="00513337">
            <w:r>
              <w:rPr>
                <w:b w:val="0"/>
              </w:rPr>
              <w:t>Lieu d'enregistrement</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2713C5FE"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3E66B87E" w14:textId="77777777" w:rsidTr="00513337">
        <w:trPr>
          <w:trHeight w:val="238"/>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4B574F52" w14:textId="77777777" w:rsidR="00513337" w:rsidRDefault="00513337">
            <w:r>
              <w:rPr>
                <w:b w:val="0"/>
              </w:rPr>
              <w:t>Adresse officielle d'enregistrement</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6F8AE456"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74E8AD8E" w14:textId="77777777" w:rsidTr="00513337">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05C0A05B" w14:textId="77777777" w:rsidR="00513337" w:rsidRDefault="00513337">
            <w:r>
              <w:rPr>
                <w:b w:val="0"/>
              </w:rPr>
              <w:t>Pays d'enregistrement</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49D469B9"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14:paraId="62B01730" w14:textId="77777777" w:rsidTr="00513337">
        <w:trPr>
          <w:trHeight w:val="238"/>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1D570824" w14:textId="77777777" w:rsidR="00513337" w:rsidRDefault="00513337">
            <w:r>
              <w:rPr>
                <w:b w:val="0"/>
              </w:rPr>
              <w:t>Adresse électronique de l'organisation</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2EE001C1"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r w:rsidR="00513337" w14:paraId="183B5A89" w14:textId="77777777" w:rsidTr="00513337">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1876709F" w14:textId="77777777" w:rsidR="00513337" w:rsidRDefault="00513337">
            <w:r>
              <w:rPr>
                <w:b w:val="0"/>
              </w:rPr>
              <w:t xml:space="preserve">N° de téléphone </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12CB319F" w14:textId="77777777" w:rsidR="00513337" w:rsidRDefault="00513337">
            <w:pPr>
              <w:cnfStyle w:val="000000100000" w:firstRow="0" w:lastRow="0" w:firstColumn="0" w:lastColumn="0" w:oddVBand="0" w:evenVBand="0" w:oddHBand="1" w:evenHBand="0" w:firstRowFirstColumn="0" w:firstRowLastColumn="0" w:lastRowFirstColumn="0" w:lastRowLastColumn="0"/>
            </w:pPr>
          </w:p>
        </w:tc>
      </w:tr>
      <w:tr w:rsidR="00513337" w:rsidRPr="00513337" w14:paraId="0876D9D4" w14:textId="77777777" w:rsidTr="00513337">
        <w:trPr>
          <w:trHeight w:val="238"/>
        </w:trPr>
        <w:tc>
          <w:tcPr>
            <w:cnfStyle w:val="001000000000" w:firstRow="0" w:lastRow="0" w:firstColumn="1" w:lastColumn="0" w:oddVBand="0" w:evenVBand="0" w:oddHBand="0" w:evenHBand="0" w:firstRowFirstColumn="0" w:firstRowLastColumn="0" w:lastRowFirstColumn="0" w:lastRowLastColumn="0"/>
            <w:tcW w:w="3690"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hideMark/>
          </w:tcPr>
          <w:p w14:paraId="380CEEF8" w14:textId="77777777" w:rsidR="00513337" w:rsidRDefault="00513337">
            <w:r>
              <w:rPr>
                <w:b w:val="0"/>
              </w:rPr>
              <w:t>Historique de la collaboration entre le chef de file et le partenaire</w:t>
            </w:r>
          </w:p>
        </w:tc>
        <w:tc>
          <w:tcPr>
            <w:tcW w:w="6131" w:type="dxa"/>
            <w:tcBorders>
              <w:top w:val="single" w:sz="2" w:space="0" w:color="4D81C2" w:themeColor="accent3" w:themeTint="99"/>
              <w:left w:val="single" w:sz="2" w:space="0" w:color="4D81C2" w:themeColor="accent3" w:themeTint="99"/>
              <w:bottom w:val="single" w:sz="2" w:space="0" w:color="4D81C2" w:themeColor="accent3" w:themeTint="99"/>
              <w:right w:val="single" w:sz="2" w:space="0" w:color="4D81C2" w:themeColor="accent3" w:themeTint="99"/>
            </w:tcBorders>
          </w:tcPr>
          <w:p w14:paraId="63387895" w14:textId="77777777" w:rsidR="00513337" w:rsidRDefault="00513337">
            <w:pPr>
              <w:cnfStyle w:val="000000000000" w:firstRow="0" w:lastRow="0" w:firstColumn="0" w:lastColumn="0" w:oddVBand="0" w:evenVBand="0" w:oddHBand="0" w:evenHBand="0" w:firstRowFirstColumn="0" w:firstRowLastColumn="0" w:lastRowFirstColumn="0" w:lastRowLastColumn="0"/>
            </w:pPr>
          </w:p>
        </w:tc>
      </w:tr>
    </w:tbl>
    <w:p w14:paraId="27FC7D0C" w14:textId="22545FB0" w:rsidR="00A66DB3" w:rsidRDefault="00A66DB3" w:rsidP="0075607D">
      <w:pPr>
        <w:ind w:left="-426"/>
        <w:rPr>
          <w:rFonts w:asciiTheme="majorHAnsi" w:eastAsia="Arial" w:hAnsiTheme="majorHAnsi" w:cstheme="majorHAnsi"/>
          <w:sz w:val="22"/>
          <w:szCs w:val="20"/>
        </w:rPr>
      </w:pPr>
    </w:p>
    <w:p w14:paraId="11695DB3" w14:textId="0FCDF053" w:rsidR="00635DFB" w:rsidRDefault="00635DFB" w:rsidP="0075607D">
      <w:pPr>
        <w:spacing w:after="200"/>
        <w:ind w:left="-426"/>
        <w:rPr>
          <w:rFonts w:asciiTheme="majorHAnsi" w:eastAsia="Arial" w:hAnsiTheme="majorHAnsi" w:cstheme="majorHAnsi"/>
          <w:sz w:val="22"/>
          <w:szCs w:val="20"/>
        </w:rPr>
      </w:pPr>
      <w:r>
        <w:rPr>
          <w:rFonts w:asciiTheme="majorHAnsi" w:eastAsia="Arial" w:hAnsiTheme="majorHAnsi" w:cstheme="majorHAnsi"/>
          <w:sz w:val="22"/>
          <w:szCs w:val="20"/>
        </w:rPr>
        <w:br w:type="page"/>
      </w:r>
    </w:p>
    <w:p w14:paraId="19735D63" w14:textId="77777777" w:rsidR="000F55D1" w:rsidRPr="0040389F" w:rsidRDefault="000F55D1" w:rsidP="0075607D">
      <w:pPr>
        <w:pBdr>
          <w:top w:val="single" w:sz="4" w:space="1" w:color="auto"/>
          <w:left w:val="single" w:sz="4" w:space="4" w:color="auto"/>
          <w:bottom w:val="single" w:sz="4" w:space="1" w:color="auto"/>
          <w:right w:val="single" w:sz="4" w:space="4" w:color="auto"/>
        </w:pBdr>
        <w:ind w:left="-426"/>
        <w:jc w:val="center"/>
        <w:rPr>
          <w:rFonts w:asciiTheme="majorHAnsi" w:eastAsia="Arial" w:hAnsiTheme="majorHAnsi" w:cstheme="majorHAnsi"/>
          <w:b/>
          <w:sz w:val="28"/>
        </w:rPr>
      </w:pPr>
      <w:bookmarkStart w:id="17" w:name="_Toc511744529"/>
      <w:bookmarkStart w:id="18" w:name="_Toc528749570"/>
      <w:r w:rsidRPr="0040389F">
        <w:rPr>
          <w:rFonts w:asciiTheme="majorHAnsi" w:eastAsia="Arial" w:hAnsiTheme="majorHAnsi" w:cstheme="majorHAnsi"/>
          <w:b/>
          <w:sz w:val="28"/>
        </w:rPr>
        <w:lastRenderedPageBreak/>
        <w:t xml:space="preserve">DÉCLARATION DU DEMANDEUR PRINCIPAL </w:t>
      </w:r>
      <w:r>
        <w:rPr>
          <w:rFonts w:asciiTheme="majorHAnsi" w:eastAsia="Arial" w:hAnsiTheme="majorHAnsi" w:cstheme="majorHAnsi"/>
          <w:b/>
          <w:sz w:val="28"/>
        </w:rPr>
        <w:br/>
      </w:r>
      <w:bookmarkEnd w:id="17"/>
      <w:bookmarkEnd w:id="18"/>
    </w:p>
    <w:p w14:paraId="79D26D90" w14:textId="77777777" w:rsidR="000F55D1" w:rsidRPr="0040389F" w:rsidRDefault="000F55D1" w:rsidP="0075607D">
      <w:pPr>
        <w:ind w:left="-426"/>
        <w:jc w:val="center"/>
        <w:rPr>
          <w:rFonts w:asciiTheme="majorHAnsi" w:eastAsia="Arial" w:hAnsiTheme="majorHAnsi" w:cstheme="majorHAnsi"/>
          <w:b/>
          <w:sz w:val="28"/>
        </w:rPr>
      </w:pPr>
    </w:p>
    <w:p w14:paraId="18C21BE9" w14:textId="3ACBC172" w:rsidR="000F55D1" w:rsidRDefault="000F55D1" w:rsidP="0075607D">
      <w:pPr>
        <w:ind w:left="-426"/>
      </w:pPr>
      <w:r w:rsidRPr="001A0FD7">
        <w:t xml:space="preserve">Le demandeur principal, représenté par le soussigné en tant que signataire habilité par le demandeur principal et, dans le cadre de la présente demande, représentant les éventuels </w:t>
      </w:r>
      <w:r>
        <w:t>partenaire</w:t>
      </w:r>
      <w:r w:rsidRPr="001A0FD7">
        <w:t>s dans l’action proposée, déclare par la présente que :</w:t>
      </w:r>
    </w:p>
    <w:p w14:paraId="35C8FF37" w14:textId="77777777" w:rsidR="000F55D1" w:rsidRPr="001A0FD7" w:rsidRDefault="000F55D1" w:rsidP="0075607D">
      <w:pPr>
        <w:ind w:left="-426"/>
      </w:pPr>
    </w:p>
    <w:p w14:paraId="69B57104" w14:textId="33B917D8" w:rsidR="000F55D1" w:rsidRPr="001A0FD7" w:rsidRDefault="000F55D1" w:rsidP="0075607D">
      <w:pPr>
        <w:pStyle w:val="Paragrafoelenco"/>
        <w:numPr>
          <w:ilvl w:val="0"/>
          <w:numId w:val="11"/>
        </w:numPr>
        <w:ind w:left="-426"/>
      </w:pPr>
      <w:r>
        <w:t>L</w:t>
      </w:r>
      <w:r w:rsidRPr="001A0FD7">
        <w:t xml:space="preserve">e demandeur principal dispose des sources de financement et des compétences et qualifications professionnelles mentionnées à la section 2 </w:t>
      </w:r>
      <w:r>
        <w:t>du Règlement d</w:t>
      </w:r>
      <w:r w:rsidR="00161144">
        <w:t>u</w:t>
      </w:r>
      <w:r w:rsidR="00161144" w:rsidRPr="00161144">
        <w:t xml:space="preserve"> dispositif de financement</w:t>
      </w:r>
      <w:r w:rsidRPr="001A0FD7">
        <w:t> ;</w:t>
      </w:r>
    </w:p>
    <w:p w14:paraId="70BD8935" w14:textId="6A71CE20" w:rsidR="000F55D1" w:rsidRPr="001A0FD7" w:rsidRDefault="000F55D1" w:rsidP="0075607D">
      <w:pPr>
        <w:pStyle w:val="Paragrafoelenco"/>
        <w:numPr>
          <w:ilvl w:val="0"/>
          <w:numId w:val="11"/>
        </w:numPr>
        <w:ind w:left="-426"/>
      </w:pPr>
      <w:r>
        <w:t>L</w:t>
      </w:r>
      <w:r w:rsidRPr="001A0FD7">
        <w:t xml:space="preserve">e demandeur principal s’engage à respecter les obligations prévues dans la déclaration des </w:t>
      </w:r>
      <w:r>
        <w:t>partenaire</w:t>
      </w:r>
      <w:r w:rsidRPr="001A0FD7">
        <w:t>s qui figure dans le formulaire de demande de subvention et les principes de bonnes pratiques en matière de partenariat ;</w:t>
      </w:r>
    </w:p>
    <w:p w14:paraId="32459F88" w14:textId="6FA08364" w:rsidR="000F55D1" w:rsidRPr="0037642B" w:rsidRDefault="0017639D" w:rsidP="0075607D">
      <w:pPr>
        <w:pStyle w:val="Paragrafoelenco"/>
        <w:numPr>
          <w:ilvl w:val="0"/>
          <w:numId w:val="11"/>
        </w:numPr>
        <w:ind w:left="-426"/>
      </w:pPr>
      <w:r>
        <w:t>L</w:t>
      </w:r>
      <w:r w:rsidR="000F55D1" w:rsidRPr="001A0FD7">
        <w:t xml:space="preserve">e demandeur principal est directement responsable de la préparation, de la gestion et de la mise en œuvre de l’action avec les </w:t>
      </w:r>
      <w:r w:rsidR="000F55D1">
        <w:t>partenaire</w:t>
      </w:r>
      <w:r w:rsidR="000F55D1" w:rsidRPr="001A0FD7">
        <w:t>s, le cas échéant, et n'agit pas en tant intermédiaire ;</w:t>
      </w:r>
    </w:p>
    <w:p w14:paraId="3405DFD3" w14:textId="6F07302C" w:rsidR="000F55D1" w:rsidRPr="001A0FD7" w:rsidRDefault="0017639D" w:rsidP="0075607D">
      <w:pPr>
        <w:pStyle w:val="Paragrafoelenco"/>
        <w:numPr>
          <w:ilvl w:val="0"/>
          <w:numId w:val="11"/>
        </w:numPr>
        <w:ind w:left="-426"/>
      </w:pPr>
      <w:r>
        <w:t>L</w:t>
      </w:r>
      <w:r w:rsidR="000F55D1" w:rsidRPr="001A0FD7">
        <w:t xml:space="preserve">e demandeur principal et chaque </w:t>
      </w:r>
      <w:r w:rsidR="000F55D1">
        <w:t>partenaire</w:t>
      </w:r>
      <w:r w:rsidR="000F55D1" w:rsidRPr="001A0FD7">
        <w:t xml:space="preserve"> sont en mesure de fournir immédiatement, sur demande, les pièces justificatives mentionnées à la section 2.4 </w:t>
      </w:r>
      <w:r w:rsidR="000F55D1">
        <w:t>du Règlement d’appel à projets ;</w:t>
      </w:r>
    </w:p>
    <w:p w14:paraId="60687D10" w14:textId="5ED48DD6" w:rsidR="000F55D1" w:rsidRPr="001A0FD7" w:rsidRDefault="0017639D" w:rsidP="0075607D">
      <w:pPr>
        <w:pStyle w:val="Paragrafoelenco"/>
        <w:numPr>
          <w:ilvl w:val="0"/>
          <w:numId w:val="11"/>
        </w:numPr>
        <w:ind w:left="-426"/>
      </w:pPr>
      <w:r>
        <w:rPr>
          <w:b/>
        </w:rPr>
        <w:t>L</w:t>
      </w:r>
      <w:r w:rsidR="000F55D1" w:rsidRPr="000F55D1">
        <w:rPr>
          <w:b/>
        </w:rPr>
        <w:t xml:space="preserve">e demandeur principal et chaque partenaire (le cas échéant) sont éligibles conformément aux critères énoncés aux sections 2.1.1 et 2.1.2 du Règlement </w:t>
      </w:r>
      <w:r w:rsidR="00161144">
        <w:rPr>
          <w:b/>
        </w:rPr>
        <w:t xml:space="preserve">du </w:t>
      </w:r>
      <w:r w:rsidR="00161144" w:rsidRPr="00161144">
        <w:rPr>
          <w:b/>
        </w:rPr>
        <w:t xml:space="preserve">dispositif de </w:t>
      </w:r>
      <w:proofErr w:type="gramStart"/>
      <w:r w:rsidR="00161144" w:rsidRPr="00161144">
        <w:rPr>
          <w:b/>
        </w:rPr>
        <w:t>financement</w:t>
      </w:r>
      <w:r w:rsidR="000F55D1" w:rsidRPr="000F55D1">
        <w:rPr>
          <w:b/>
        </w:rPr>
        <w:t>;</w:t>
      </w:r>
      <w:proofErr w:type="gramEnd"/>
    </w:p>
    <w:p w14:paraId="2392BFBB" w14:textId="3C5A56E2" w:rsidR="000F55D1" w:rsidRDefault="0017639D" w:rsidP="0075607D">
      <w:pPr>
        <w:pStyle w:val="Paragrafoelenco"/>
        <w:numPr>
          <w:ilvl w:val="0"/>
          <w:numId w:val="11"/>
        </w:numPr>
        <w:ind w:left="-426"/>
      </w:pPr>
      <w:r>
        <w:t>S</w:t>
      </w:r>
      <w:r w:rsidR="000F55D1" w:rsidRPr="001A0FD7">
        <w:t xml:space="preserve">’ils sont recommandés pour l’octroi d’une subvention, le demandeur principal et les </w:t>
      </w:r>
      <w:r w:rsidR="000F55D1">
        <w:t>partenaire</w:t>
      </w:r>
      <w:r w:rsidR="000F55D1" w:rsidRPr="001A0FD7">
        <w:t xml:space="preserve">s acceptent les conditions contractuelles fixées dans le contrat type de subvention annexé </w:t>
      </w:r>
      <w:r w:rsidR="000F55D1">
        <w:t xml:space="preserve">au Règlement </w:t>
      </w:r>
      <w:r w:rsidR="00161144">
        <w:t xml:space="preserve">du </w:t>
      </w:r>
      <w:r w:rsidR="00161144" w:rsidRPr="00161144">
        <w:t>dispositif de financement</w:t>
      </w:r>
      <w:r w:rsidR="00161144" w:rsidDel="00161144">
        <w:t xml:space="preserve"> </w:t>
      </w:r>
      <w:r w:rsidR="000F55D1" w:rsidRPr="001A0FD7">
        <w:t xml:space="preserve">(annexe </w:t>
      </w:r>
      <w:r w:rsidR="000F55D1">
        <w:t>E</w:t>
      </w:r>
      <w:r w:rsidR="000F55D1" w:rsidRPr="001A0FD7">
        <w:t>).</w:t>
      </w:r>
    </w:p>
    <w:p w14:paraId="50BFCA86" w14:textId="77777777" w:rsidR="000F55D1" w:rsidRPr="001A0FD7" w:rsidRDefault="000F55D1" w:rsidP="0075607D">
      <w:pPr>
        <w:pStyle w:val="Paragrafoelenco"/>
        <w:ind w:left="-426"/>
      </w:pPr>
    </w:p>
    <w:p w14:paraId="4FD23882" w14:textId="70C3F557" w:rsidR="000F55D1" w:rsidRDefault="000F55D1" w:rsidP="0075607D">
      <w:pPr>
        <w:ind w:left="-426"/>
      </w:pPr>
      <w:r w:rsidRPr="001A0FD7">
        <w:t xml:space="preserve">Nous reconnaissons que, si nous participons alors que nous nous trouvons dans l'une des situations énumérées à la section 2.2.2 du guide </w:t>
      </w:r>
      <w:r w:rsidR="00161144">
        <w:t xml:space="preserve">du </w:t>
      </w:r>
      <w:r w:rsidR="00161144" w:rsidRPr="00161144">
        <w:t>dispositif de financement</w:t>
      </w:r>
      <w:r w:rsidRPr="001A0FD7">
        <w:t xml:space="preserve">,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 Nous sommes conscients que, pour assurer la protection des intérêts financiers d’Expertise France, nos données à caractère personnel peuvent être communiquées aux services d'audit interne, mais également aux instances d’autres bailleurs internationaux. </w:t>
      </w:r>
    </w:p>
    <w:p w14:paraId="70A47251" w14:textId="77777777" w:rsidR="000F55D1" w:rsidRPr="001A0FD7" w:rsidRDefault="000F55D1" w:rsidP="0075607D">
      <w:pPr>
        <w:tabs>
          <w:tab w:val="left" w:pos="-284"/>
          <w:tab w:val="left" w:pos="284"/>
        </w:tabs>
        <w:spacing w:before="240"/>
        <w:ind w:left="-426"/>
        <w:jc w:val="both"/>
        <w:rPr>
          <w:rFonts w:asciiTheme="majorHAnsi" w:hAnsiTheme="majorHAnsi" w:cstheme="majorHAnsi"/>
          <w:sz w:val="22"/>
        </w:rPr>
      </w:pPr>
    </w:p>
    <w:p w14:paraId="4ECEA952" w14:textId="77777777" w:rsidR="000F55D1" w:rsidRPr="001A0FD7" w:rsidRDefault="000F55D1" w:rsidP="0075607D">
      <w:pPr>
        <w:pStyle w:val="IMPORTANT"/>
        <w:ind w:left="-426"/>
      </w:pPr>
      <w:r w:rsidRPr="001A0FD7">
        <w:t>Signé au nom du demandeur principal</w:t>
      </w:r>
    </w:p>
    <w:p w14:paraId="69427D50" w14:textId="77777777" w:rsidR="000F55D1" w:rsidRPr="001A0FD7" w:rsidRDefault="000F55D1" w:rsidP="0075607D">
      <w:pPr>
        <w:tabs>
          <w:tab w:val="left" w:pos="-284"/>
        </w:tabs>
        <w:spacing w:before="120"/>
        <w:ind w:left="-426"/>
        <w:rPr>
          <w:rFonts w:asciiTheme="majorHAnsi" w:hAnsiTheme="majorHAnsi" w:cstheme="majorHAnsi"/>
          <w:sz w:val="22"/>
        </w:rPr>
      </w:pPr>
    </w:p>
    <w:tbl>
      <w:tblPr>
        <w:tblStyle w:val="Tabellagriglia3-colore2"/>
        <w:tblW w:w="9330" w:type="dxa"/>
        <w:tblLayout w:type="fixed"/>
        <w:tblLook w:val="04A0" w:firstRow="1" w:lastRow="0" w:firstColumn="1" w:lastColumn="0" w:noHBand="0" w:noVBand="1"/>
      </w:tblPr>
      <w:tblGrid>
        <w:gridCol w:w="1828"/>
        <w:gridCol w:w="7502"/>
      </w:tblGrid>
      <w:tr w:rsidR="00513337" w14:paraId="678ED0F8" w14:textId="77777777" w:rsidTr="0051333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27" w:type="dxa"/>
            <w:tcBorders>
              <w:top w:val="single" w:sz="4" w:space="0" w:color="B5DFF6" w:themeColor="accent2" w:themeTint="99"/>
              <w:left w:val="single" w:sz="4" w:space="0" w:color="B5DFF6" w:themeColor="accent2" w:themeTint="99"/>
              <w:right w:val="single" w:sz="4" w:space="0" w:color="B5DFF6" w:themeColor="accent2" w:themeTint="99"/>
            </w:tcBorders>
            <w:shd w:val="clear" w:color="auto" w:fill="E6F4FC" w:themeFill="accent2" w:themeFillTint="33"/>
            <w:hideMark/>
          </w:tcPr>
          <w:p w14:paraId="10F740DD" w14:textId="77777777" w:rsidR="00513337" w:rsidRDefault="00513337">
            <w:pPr>
              <w:pStyle w:val="Contenu"/>
            </w:pPr>
            <w:r>
              <w:t>Nom</w:t>
            </w:r>
          </w:p>
        </w:tc>
        <w:tc>
          <w:tcPr>
            <w:tcW w:w="7498" w:type="dxa"/>
            <w:tc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tcBorders>
          </w:tcPr>
          <w:p w14:paraId="78802816" w14:textId="77777777" w:rsidR="00513337" w:rsidRDefault="00513337">
            <w:pPr>
              <w:spacing w:before="12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sz w:val="22"/>
              </w:rPr>
            </w:pPr>
          </w:p>
        </w:tc>
      </w:tr>
      <w:tr w:rsidR="00513337" w14:paraId="55913C64" w14:textId="77777777" w:rsidTr="005133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7" w:type="dxa"/>
            <w:tc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tcBorders>
            <w:shd w:val="clear" w:color="auto" w:fill="E6F4FC" w:themeFill="accent2" w:themeFillTint="33"/>
          </w:tcPr>
          <w:p w14:paraId="6CF3B965" w14:textId="77777777" w:rsidR="00513337" w:rsidRDefault="00513337">
            <w:pPr>
              <w:pStyle w:val="Contenu"/>
            </w:pPr>
            <w:r>
              <w:t>Signature</w:t>
            </w:r>
          </w:p>
          <w:p w14:paraId="5D1C48D5" w14:textId="77777777" w:rsidR="00513337" w:rsidRDefault="00513337">
            <w:pPr>
              <w:pStyle w:val="Contenu"/>
            </w:pPr>
          </w:p>
        </w:tc>
        <w:tc>
          <w:tcPr>
            <w:tcW w:w="7498" w:type="dxa"/>
            <w:tc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tcBorders>
            <w:shd w:val="clear" w:color="auto" w:fill="FFFFFF" w:themeFill="background1"/>
          </w:tcPr>
          <w:p w14:paraId="2122F803" w14:textId="77777777" w:rsidR="00513337" w:rsidRDefault="00513337">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000000"/>
                <w:sz w:val="22"/>
              </w:rPr>
            </w:pPr>
          </w:p>
        </w:tc>
      </w:tr>
      <w:tr w:rsidR="00513337" w14:paraId="78C2A68C" w14:textId="77777777" w:rsidTr="00513337">
        <w:tc>
          <w:tcPr>
            <w:cnfStyle w:val="001000000000" w:firstRow="0" w:lastRow="0" w:firstColumn="1" w:lastColumn="0" w:oddVBand="0" w:evenVBand="0" w:oddHBand="0" w:evenHBand="0" w:firstRowFirstColumn="0" w:firstRowLastColumn="0" w:lastRowFirstColumn="0" w:lastRowLastColumn="0"/>
            <w:tcW w:w="1827" w:type="dxa"/>
            <w:tc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tcBorders>
            <w:shd w:val="clear" w:color="auto" w:fill="E6F4FC" w:themeFill="accent2" w:themeFillTint="33"/>
            <w:hideMark/>
          </w:tcPr>
          <w:p w14:paraId="3FC6B619" w14:textId="77777777" w:rsidR="00513337" w:rsidRDefault="00513337">
            <w:pPr>
              <w:pStyle w:val="Contenu"/>
            </w:pPr>
            <w:r>
              <w:t>Fonction</w:t>
            </w:r>
          </w:p>
        </w:tc>
        <w:tc>
          <w:tcPr>
            <w:tcW w:w="7498" w:type="dxa"/>
            <w:tc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tcBorders>
            <w:shd w:val="clear" w:color="auto" w:fill="FFFFFF" w:themeFill="background1"/>
          </w:tcPr>
          <w:p w14:paraId="4544BAE4" w14:textId="77777777" w:rsidR="00513337" w:rsidRDefault="00513337">
            <w:pPr>
              <w:spacing w:before="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000000"/>
                <w:sz w:val="22"/>
              </w:rPr>
            </w:pPr>
          </w:p>
        </w:tc>
      </w:tr>
      <w:tr w:rsidR="00513337" w14:paraId="25D8EFAB" w14:textId="77777777" w:rsidTr="005133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7" w:type="dxa"/>
            <w:tc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tcBorders>
            <w:shd w:val="clear" w:color="auto" w:fill="E6F4FC" w:themeFill="accent2" w:themeFillTint="33"/>
            <w:hideMark/>
          </w:tcPr>
          <w:p w14:paraId="5E7C5460" w14:textId="77777777" w:rsidR="00513337" w:rsidRDefault="00513337">
            <w:pPr>
              <w:pStyle w:val="Contenu"/>
            </w:pPr>
            <w:r>
              <w:t>Date</w:t>
            </w:r>
          </w:p>
        </w:tc>
        <w:tc>
          <w:tcPr>
            <w:tcW w:w="7498" w:type="dxa"/>
            <w:tc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tcBorders>
            <w:shd w:val="clear" w:color="auto" w:fill="FFFFFF" w:themeFill="background1"/>
          </w:tcPr>
          <w:p w14:paraId="62BDC91B" w14:textId="77777777" w:rsidR="00513337" w:rsidRDefault="00513337">
            <w:pPr>
              <w:spacing w:before="12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000000"/>
                <w:sz w:val="22"/>
              </w:rPr>
            </w:pPr>
          </w:p>
        </w:tc>
      </w:tr>
    </w:tbl>
    <w:p w14:paraId="37B5146D" w14:textId="2D00455D" w:rsidR="007D2BA0" w:rsidRDefault="007D2BA0" w:rsidP="0075607D">
      <w:pPr>
        <w:spacing w:after="200"/>
        <w:ind w:left="-426"/>
        <w:rPr>
          <w:rFonts w:asciiTheme="majorHAnsi" w:hAnsiTheme="majorHAnsi" w:cstheme="majorHAnsi"/>
          <w:sz w:val="22"/>
        </w:rPr>
      </w:pPr>
    </w:p>
    <w:p w14:paraId="7E71DDD8" w14:textId="7158983C" w:rsidR="00F96BC9" w:rsidRDefault="00F96BC9" w:rsidP="0075607D">
      <w:pPr>
        <w:spacing w:after="200"/>
        <w:ind w:left="-426"/>
        <w:rPr>
          <w:rFonts w:asciiTheme="majorHAnsi" w:hAnsiTheme="majorHAnsi" w:cstheme="majorHAnsi"/>
          <w:sz w:val="22"/>
        </w:rPr>
      </w:pPr>
    </w:p>
    <w:p w14:paraId="6ED51DDF" w14:textId="00E7D965" w:rsidR="00F96BC9" w:rsidRDefault="00F96BC9" w:rsidP="0075607D">
      <w:pPr>
        <w:spacing w:after="200"/>
        <w:ind w:left="-426"/>
        <w:rPr>
          <w:rFonts w:asciiTheme="majorHAnsi" w:hAnsiTheme="majorHAnsi" w:cstheme="majorHAnsi"/>
          <w:sz w:val="22"/>
        </w:rPr>
      </w:pPr>
    </w:p>
    <w:p w14:paraId="598BA206" w14:textId="5CD3B212" w:rsidR="00F96BC9" w:rsidRDefault="00F96BC9" w:rsidP="0075607D">
      <w:pPr>
        <w:spacing w:after="200"/>
        <w:ind w:left="-426"/>
        <w:rPr>
          <w:rFonts w:asciiTheme="majorHAnsi" w:hAnsiTheme="majorHAnsi" w:cstheme="majorHAnsi"/>
          <w:sz w:val="22"/>
        </w:rPr>
      </w:pPr>
    </w:p>
    <w:p w14:paraId="40634570" w14:textId="3B6BBEEB" w:rsidR="00F96BC9" w:rsidRDefault="00F96BC9" w:rsidP="0075607D">
      <w:pPr>
        <w:spacing w:after="200"/>
        <w:ind w:left="-426"/>
        <w:rPr>
          <w:rFonts w:asciiTheme="majorHAnsi" w:hAnsiTheme="majorHAnsi" w:cstheme="majorHAnsi"/>
          <w:sz w:val="22"/>
        </w:rPr>
      </w:pPr>
    </w:p>
    <w:p w14:paraId="2F88000F" w14:textId="0F770C41" w:rsidR="00F96BC9" w:rsidRDefault="00F96BC9" w:rsidP="0075607D">
      <w:pPr>
        <w:spacing w:after="200"/>
        <w:ind w:left="-426"/>
        <w:rPr>
          <w:rFonts w:asciiTheme="majorHAnsi" w:hAnsiTheme="majorHAnsi" w:cstheme="majorHAnsi"/>
          <w:sz w:val="22"/>
        </w:rPr>
      </w:pPr>
    </w:p>
    <w:p w14:paraId="445D1100" w14:textId="77777777" w:rsidR="00F96BC9" w:rsidRDefault="00F96BC9" w:rsidP="00F96BC9">
      <w:pPr>
        <w:rPr>
          <w:rFonts w:asciiTheme="majorHAnsi" w:hAnsiTheme="majorHAnsi" w:cstheme="majorHAnsi"/>
          <w:sz w:val="22"/>
        </w:rPr>
      </w:pPr>
    </w:p>
    <w:p w14:paraId="416206C4" w14:textId="77777777" w:rsidR="00F96BC9" w:rsidRPr="000F55D1" w:rsidRDefault="00F96BC9" w:rsidP="00F96BC9">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0F55D1">
        <w:rPr>
          <w:rFonts w:asciiTheme="majorHAnsi" w:eastAsia="Arial" w:hAnsiTheme="majorHAnsi" w:cstheme="majorHAnsi"/>
          <w:b/>
          <w:sz w:val="28"/>
        </w:rPr>
        <w:t>MANDAT POUR LE DEMANDEUR PRINCIPAL</w:t>
      </w:r>
    </w:p>
    <w:p w14:paraId="68AA57E8" w14:textId="77777777" w:rsidR="00F96BC9" w:rsidRPr="0040389F" w:rsidRDefault="00F96BC9" w:rsidP="00F96BC9">
      <w:pPr>
        <w:pBdr>
          <w:top w:val="single" w:sz="4" w:space="1" w:color="auto"/>
          <w:left w:val="single" w:sz="4" w:space="4" w:color="auto"/>
          <w:bottom w:val="single" w:sz="4" w:space="1" w:color="auto"/>
          <w:right w:val="single" w:sz="4" w:space="4" w:color="auto"/>
        </w:pBdr>
        <w:rPr>
          <w:rFonts w:asciiTheme="majorHAnsi" w:eastAsia="Arial" w:hAnsiTheme="majorHAnsi" w:cstheme="majorHAnsi"/>
          <w:b/>
          <w:sz w:val="28"/>
        </w:rPr>
      </w:pPr>
    </w:p>
    <w:p w14:paraId="69FB3CCA" w14:textId="77777777" w:rsidR="00F96BC9" w:rsidRPr="000F55D1" w:rsidRDefault="00F96BC9" w:rsidP="00F96BC9">
      <w:pPr>
        <w:spacing w:after="200"/>
        <w:rPr>
          <w:rFonts w:asciiTheme="majorHAnsi" w:eastAsia="Arial" w:hAnsiTheme="majorHAnsi" w:cstheme="majorHAnsi"/>
          <w:b/>
          <w:sz w:val="22"/>
          <w:szCs w:val="20"/>
        </w:rPr>
      </w:pPr>
    </w:p>
    <w:p w14:paraId="66580598" w14:textId="77777777" w:rsidR="00F96BC9" w:rsidRPr="000F55D1" w:rsidRDefault="00F96BC9" w:rsidP="00F96BC9">
      <w:pPr>
        <w:spacing w:after="200"/>
        <w:rPr>
          <w:rFonts w:asciiTheme="majorHAnsi" w:eastAsia="Arial" w:hAnsiTheme="majorHAnsi" w:cstheme="majorHAnsi"/>
          <w:b/>
          <w:bCs/>
          <w:sz w:val="22"/>
          <w:szCs w:val="20"/>
        </w:rPr>
      </w:pPr>
      <w:r w:rsidRPr="000F55D1">
        <w:rPr>
          <w:rFonts w:asciiTheme="majorHAnsi" w:eastAsia="Arial" w:hAnsiTheme="majorHAnsi" w:cstheme="majorHAnsi"/>
          <w:sz w:val="22"/>
          <w:szCs w:val="20"/>
        </w:rPr>
        <w:t xml:space="preserve">&lt; </w:t>
      </w:r>
      <w:r w:rsidRPr="000F55D1">
        <w:rPr>
          <w:rStyle w:val="IMPORTANTCar"/>
        </w:rPr>
        <w:t>Vous devez reproduire ce texte autant de fois que nécessaire pour ajouter des partenaires</w:t>
      </w:r>
      <w:r w:rsidRPr="000F55D1">
        <w:rPr>
          <w:rFonts w:asciiTheme="majorHAnsi" w:eastAsia="Arial" w:hAnsiTheme="majorHAnsi" w:cstheme="majorHAnsi"/>
          <w:sz w:val="22"/>
          <w:szCs w:val="20"/>
        </w:rPr>
        <w:t>&gt;</w:t>
      </w:r>
    </w:p>
    <w:p w14:paraId="59DB8DDB" w14:textId="77777777" w:rsidR="00F96BC9" w:rsidRDefault="00F96BC9" w:rsidP="00F96BC9">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Le partenaire </w:t>
      </w:r>
    </w:p>
    <w:p w14:paraId="56DDEB24" w14:textId="77777777" w:rsidR="00F96BC9" w:rsidRPr="00DF3916" w:rsidRDefault="00F96BC9" w:rsidP="00F96BC9">
      <w:pPr>
        <w:spacing w:after="200"/>
        <w:jc w:val="center"/>
        <w:rPr>
          <w:rStyle w:val="IMPORTANTCar"/>
          <w:sz w:val="22"/>
        </w:rPr>
      </w:pPr>
      <w:r w:rsidRPr="00DF3916">
        <w:rPr>
          <w:rStyle w:val="IMPORTANTCar"/>
          <w:sz w:val="22"/>
        </w:rPr>
        <w:t>&lt;indiquez le nom de l’organisation</w:t>
      </w:r>
      <w:r>
        <w:rPr>
          <w:rStyle w:val="IMPORTANTCar"/>
          <w:sz w:val="22"/>
        </w:rPr>
        <w:t xml:space="preserve"> partenaire</w:t>
      </w:r>
      <w:r w:rsidRPr="00DF3916">
        <w:rPr>
          <w:rStyle w:val="IMPORTANTCar"/>
          <w:sz w:val="22"/>
        </w:rPr>
        <w:t>&gt;</w:t>
      </w:r>
    </w:p>
    <w:p w14:paraId="1A92A317" w14:textId="77777777" w:rsidR="00F96BC9" w:rsidRDefault="00F96BC9" w:rsidP="00F96BC9">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autorise le demandeur principal </w:t>
      </w:r>
    </w:p>
    <w:p w14:paraId="06876920" w14:textId="77777777" w:rsidR="00F96BC9" w:rsidRPr="00DF3916" w:rsidRDefault="00F96BC9" w:rsidP="00F96BC9">
      <w:pPr>
        <w:spacing w:after="200"/>
        <w:jc w:val="center"/>
        <w:rPr>
          <w:rStyle w:val="IMPORTANTCar"/>
          <w:sz w:val="22"/>
        </w:rPr>
      </w:pPr>
      <w:r w:rsidRPr="00DF3916">
        <w:rPr>
          <w:rStyle w:val="IMPORTANTCar"/>
          <w:sz w:val="22"/>
        </w:rPr>
        <w:t>&lt;indiquez le nom d</w:t>
      </w:r>
      <w:r>
        <w:rPr>
          <w:rStyle w:val="IMPORTANTCar"/>
          <w:sz w:val="22"/>
        </w:rPr>
        <w:t>u demandeur principal</w:t>
      </w:r>
      <w:r w:rsidRPr="00DF3916">
        <w:rPr>
          <w:rStyle w:val="IMPORTANTCar"/>
          <w:sz w:val="22"/>
        </w:rPr>
        <w:t>&gt;</w:t>
      </w:r>
    </w:p>
    <w:p w14:paraId="13D893D8" w14:textId="77777777" w:rsidR="00F96BC9" w:rsidRDefault="00F96BC9" w:rsidP="00F96BC9">
      <w:pPr>
        <w:spacing w:after="200"/>
        <w:rPr>
          <w:rFonts w:asciiTheme="majorHAnsi" w:eastAsia="Arial" w:hAnsiTheme="majorHAnsi" w:cstheme="majorHAnsi"/>
          <w:sz w:val="22"/>
          <w:szCs w:val="20"/>
        </w:rPr>
      </w:pPr>
    </w:p>
    <w:p w14:paraId="76AC872E" w14:textId="28A7F142" w:rsidR="00F96BC9" w:rsidRPr="000F55D1" w:rsidRDefault="00F96BC9" w:rsidP="00F96BC9">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 xml:space="preserve">à soumettre en son nom le présent formulaire de demande et à signer en son nom le contrat type de subvention (annexe E du Règlement </w:t>
      </w:r>
      <w:r w:rsidR="00161144">
        <w:rPr>
          <w:rFonts w:asciiTheme="majorHAnsi" w:eastAsia="Arial" w:hAnsiTheme="majorHAnsi" w:cstheme="majorHAnsi"/>
          <w:sz w:val="22"/>
          <w:szCs w:val="20"/>
        </w:rPr>
        <w:t xml:space="preserve">du </w:t>
      </w:r>
      <w:r w:rsidR="00161144" w:rsidRPr="00161144">
        <w:rPr>
          <w:rFonts w:asciiTheme="majorHAnsi" w:eastAsia="Arial" w:hAnsiTheme="majorHAnsi" w:cstheme="majorHAnsi"/>
          <w:sz w:val="22"/>
          <w:szCs w:val="20"/>
        </w:rPr>
        <w:t>dispositif de financement</w:t>
      </w:r>
      <w:r w:rsidRPr="000F55D1">
        <w:rPr>
          <w:rFonts w:asciiTheme="majorHAnsi" w:eastAsia="Arial" w:hAnsiTheme="majorHAnsi" w:cstheme="majorHAnsi"/>
          <w:sz w:val="22"/>
          <w:szCs w:val="20"/>
        </w:rPr>
        <w:t>) avec Expertise France. Le partenaire autorise également le demandeur principal à le représenter pour toutes questions relatives au présent contrat de subvention.</w:t>
      </w:r>
    </w:p>
    <w:p w14:paraId="53CAD503" w14:textId="77777777" w:rsidR="00F96BC9" w:rsidRPr="000F55D1" w:rsidRDefault="00F96BC9" w:rsidP="00F96BC9">
      <w:pPr>
        <w:spacing w:after="200"/>
        <w:rPr>
          <w:rFonts w:asciiTheme="majorHAnsi" w:eastAsia="Arial" w:hAnsiTheme="majorHAnsi" w:cstheme="majorHAnsi"/>
          <w:sz w:val="22"/>
          <w:szCs w:val="20"/>
        </w:rPr>
      </w:pPr>
      <w:r w:rsidRPr="000F55D1">
        <w:rPr>
          <w:rFonts w:asciiTheme="majorHAnsi" w:eastAsia="Arial" w:hAnsiTheme="majorHAnsi" w:cstheme="majorHAnsi"/>
          <w:sz w:val="22"/>
          <w:szCs w:val="20"/>
        </w:rPr>
        <w:t>Nous avons lu et approuvé le contenu de la proposition soumise à l’administration contractante. Nous nous engageons à respecter les principes de bonnes pratiques en matière de partenariat.</w:t>
      </w:r>
    </w:p>
    <w:p w14:paraId="275AC41C" w14:textId="77777777" w:rsidR="00F96BC9" w:rsidRPr="000F55D1" w:rsidRDefault="00F96BC9" w:rsidP="00F96BC9">
      <w:pPr>
        <w:spacing w:after="200"/>
        <w:rPr>
          <w:rFonts w:asciiTheme="majorHAnsi" w:eastAsia="Arial" w:hAnsiTheme="majorHAnsi" w:cstheme="majorHAnsi"/>
          <w:sz w:val="22"/>
          <w:szCs w:val="20"/>
        </w:rPr>
      </w:pPr>
    </w:p>
    <w:tbl>
      <w:tblPr>
        <w:tblStyle w:val="Tabellagriglia3-colore2"/>
        <w:tblW w:w="0" w:type="auto"/>
        <w:tblLayout w:type="fixed"/>
        <w:tblLook w:val="0000" w:firstRow="0" w:lastRow="0" w:firstColumn="0" w:lastColumn="0" w:noHBand="0" w:noVBand="0"/>
      </w:tblPr>
      <w:tblGrid>
        <w:gridCol w:w="1951"/>
        <w:gridCol w:w="7335"/>
      </w:tblGrid>
      <w:tr w:rsidR="00F96BC9" w:rsidRPr="000F55D1" w14:paraId="463B4D44"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60222EDA" w14:textId="77777777" w:rsidR="00F96BC9" w:rsidRPr="000F55D1" w:rsidRDefault="00F96BC9"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Nom :</w:t>
            </w:r>
          </w:p>
        </w:tc>
        <w:tc>
          <w:tcPr>
            <w:tcW w:w="7335" w:type="dxa"/>
            <w:shd w:val="clear" w:color="auto" w:fill="FFFFFF" w:themeFill="background1"/>
          </w:tcPr>
          <w:p w14:paraId="1A6C4261" w14:textId="77777777" w:rsidR="00F96BC9" w:rsidRPr="000F55D1" w:rsidRDefault="00F96BC9"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F96BC9" w:rsidRPr="000F55D1" w14:paraId="05A3925C"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6C101539" w14:textId="77777777" w:rsidR="00F96BC9" w:rsidRPr="000F55D1" w:rsidRDefault="00F96BC9"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Organisation :</w:t>
            </w:r>
          </w:p>
        </w:tc>
        <w:tc>
          <w:tcPr>
            <w:tcW w:w="7335" w:type="dxa"/>
            <w:shd w:val="clear" w:color="auto" w:fill="FFFFFF" w:themeFill="background1"/>
          </w:tcPr>
          <w:p w14:paraId="400B1EA6" w14:textId="77777777" w:rsidR="00F96BC9" w:rsidRPr="000F55D1" w:rsidRDefault="00F96BC9"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F96BC9" w:rsidRPr="000F55D1" w14:paraId="23219F17"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6F3294E8" w14:textId="77777777" w:rsidR="00F96BC9" w:rsidRPr="000F55D1" w:rsidRDefault="00F96BC9"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Fonction :</w:t>
            </w:r>
          </w:p>
        </w:tc>
        <w:tc>
          <w:tcPr>
            <w:tcW w:w="7335" w:type="dxa"/>
            <w:shd w:val="clear" w:color="auto" w:fill="FFFFFF" w:themeFill="background1"/>
          </w:tcPr>
          <w:p w14:paraId="02877F0C" w14:textId="77777777" w:rsidR="00F96BC9" w:rsidRPr="000F55D1" w:rsidRDefault="00F96BC9"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r w:rsidR="00F96BC9" w:rsidRPr="000F55D1" w14:paraId="69F967F0" w14:textId="77777777" w:rsidTr="005C2FFB">
        <w:tc>
          <w:tcPr>
            <w:cnfStyle w:val="000010000000" w:firstRow="0" w:lastRow="0" w:firstColumn="0" w:lastColumn="0" w:oddVBand="1" w:evenVBand="0" w:oddHBand="0" w:evenHBand="0" w:firstRowFirstColumn="0" w:firstRowLastColumn="0" w:lastRowFirstColumn="0" w:lastRowLastColumn="0"/>
            <w:tcW w:w="1951" w:type="dxa"/>
          </w:tcPr>
          <w:p w14:paraId="5BE103E2" w14:textId="77777777" w:rsidR="00F96BC9" w:rsidRPr="000F55D1" w:rsidRDefault="00F96BC9"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Signature :</w:t>
            </w:r>
          </w:p>
        </w:tc>
        <w:tc>
          <w:tcPr>
            <w:tcW w:w="7335" w:type="dxa"/>
            <w:shd w:val="clear" w:color="auto" w:fill="FFFFFF" w:themeFill="background1"/>
          </w:tcPr>
          <w:p w14:paraId="625ECD5E" w14:textId="77777777" w:rsidR="00F96BC9" w:rsidRPr="000F55D1" w:rsidRDefault="00F96BC9" w:rsidP="005C2FFB">
            <w:pPr>
              <w:spacing w:after="200" w:line="276" w:lineRule="auto"/>
              <w:cnfStyle w:val="000000000000" w:firstRow="0" w:lastRow="0" w:firstColumn="0" w:lastColumn="0" w:oddVBand="0" w:evenVBand="0" w:oddHBand="0" w:evenHBand="0" w:firstRowFirstColumn="0" w:firstRowLastColumn="0" w:lastRowFirstColumn="0" w:lastRowLastColumn="0"/>
              <w:rPr>
                <w:rFonts w:asciiTheme="majorHAnsi" w:eastAsia="Arial" w:hAnsiTheme="majorHAnsi" w:cstheme="majorHAnsi"/>
                <w:b/>
                <w:sz w:val="22"/>
                <w:szCs w:val="20"/>
              </w:rPr>
            </w:pPr>
          </w:p>
        </w:tc>
      </w:tr>
      <w:tr w:rsidR="00F96BC9" w:rsidRPr="000F55D1" w14:paraId="786C8DB3" w14:textId="77777777" w:rsidTr="005C2FF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51" w:type="dxa"/>
          </w:tcPr>
          <w:p w14:paraId="20154565" w14:textId="77777777" w:rsidR="00F96BC9" w:rsidRPr="000F55D1" w:rsidRDefault="00F96BC9" w:rsidP="005C2FFB">
            <w:pPr>
              <w:spacing w:after="200" w:line="276" w:lineRule="auto"/>
              <w:rPr>
                <w:rFonts w:asciiTheme="majorHAnsi" w:eastAsia="Arial" w:hAnsiTheme="majorHAnsi" w:cstheme="majorHAnsi"/>
                <w:b/>
                <w:sz w:val="22"/>
                <w:szCs w:val="20"/>
              </w:rPr>
            </w:pPr>
            <w:r w:rsidRPr="000F55D1">
              <w:rPr>
                <w:rFonts w:asciiTheme="majorHAnsi" w:eastAsia="Arial" w:hAnsiTheme="majorHAnsi" w:cstheme="majorHAnsi"/>
                <w:b/>
                <w:sz w:val="22"/>
                <w:szCs w:val="20"/>
              </w:rPr>
              <w:t>Date et lieu :</w:t>
            </w:r>
          </w:p>
        </w:tc>
        <w:tc>
          <w:tcPr>
            <w:tcW w:w="7335" w:type="dxa"/>
            <w:shd w:val="clear" w:color="auto" w:fill="FFFFFF" w:themeFill="background1"/>
          </w:tcPr>
          <w:p w14:paraId="6B13FA0C" w14:textId="77777777" w:rsidR="00F96BC9" w:rsidRPr="000F55D1" w:rsidRDefault="00F96BC9" w:rsidP="005C2FFB">
            <w:pPr>
              <w:spacing w:after="200" w:line="276" w:lineRule="auto"/>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sz w:val="22"/>
                <w:szCs w:val="20"/>
              </w:rPr>
            </w:pPr>
          </w:p>
        </w:tc>
      </w:tr>
    </w:tbl>
    <w:p w14:paraId="7785093B" w14:textId="77777777" w:rsidR="00F96BC9" w:rsidRDefault="00F96BC9" w:rsidP="00F96BC9">
      <w:pPr>
        <w:tabs>
          <w:tab w:val="left" w:pos="2050"/>
        </w:tabs>
        <w:rPr>
          <w:rFonts w:asciiTheme="majorHAnsi" w:hAnsiTheme="majorHAnsi" w:cstheme="majorHAnsi"/>
        </w:rPr>
      </w:pPr>
    </w:p>
    <w:p w14:paraId="45C00A5A" w14:textId="77777777" w:rsidR="00F96BC9" w:rsidRDefault="00F96BC9" w:rsidP="00F96BC9">
      <w:pPr>
        <w:spacing w:after="200"/>
        <w:rPr>
          <w:rFonts w:asciiTheme="majorHAnsi" w:hAnsiTheme="majorHAnsi" w:cstheme="majorHAnsi"/>
        </w:rPr>
      </w:pPr>
      <w:r>
        <w:rPr>
          <w:rFonts w:asciiTheme="majorHAnsi" w:hAnsiTheme="majorHAnsi" w:cstheme="majorHAnsi"/>
        </w:rPr>
        <w:br w:type="page"/>
      </w:r>
    </w:p>
    <w:p w14:paraId="735A0A84" w14:textId="77777777" w:rsidR="00F96BC9" w:rsidRDefault="00F96BC9" w:rsidP="00F96BC9">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r w:rsidRPr="00D06EFD">
        <w:rPr>
          <w:rFonts w:asciiTheme="majorHAnsi" w:eastAsia="Arial" w:hAnsiTheme="majorHAnsi" w:cstheme="majorHAnsi"/>
          <w:b/>
          <w:sz w:val="28"/>
        </w:rPr>
        <w:lastRenderedPageBreak/>
        <w:t>DÉCLARATION DE PARTENARIAT</w:t>
      </w:r>
    </w:p>
    <w:p w14:paraId="60525267" w14:textId="77777777" w:rsidR="00F96BC9" w:rsidRPr="00D06EFD" w:rsidRDefault="00F96BC9" w:rsidP="00F96BC9">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rPr>
      </w:pPr>
    </w:p>
    <w:p w14:paraId="51301B59" w14:textId="77777777" w:rsidR="00F96BC9" w:rsidRDefault="00F96BC9" w:rsidP="00F96BC9">
      <w:pPr>
        <w:rPr>
          <w:rFonts w:asciiTheme="majorHAnsi" w:eastAsia="Arial" w:hAnsiTheme="majorHAnsi" w:cstheme="majorHAnsi"/>
          <w:sz w:val="22"/>
          <w:szCs w:val="20"/>
        </w:rPr>
      </w:pPr>
    </w:p>
    <w:p w14:paraId="3D960EAF" w14:textId="77777777" w:rsidR="00F96BC9" w:rsidRPr="000F55D1" w:rsidRDefault="00F96BC9" w:rsidP="00F96BC9"/>
    <w:p w14:paraId="40BE11E3" w14:textId="77777777" w:rsidR="00F96BC9" w:rsidRPr="000F55D1" w:rsidRDefault="00F96BC9" w:rsidP="00F96BC9">
      <w:r w:rsidRPr="000F55D1">
        <w:t xml:space="preserve">Un partenariat est une relation substantielle entre deux organisations ou plus impliquant un partage des responsabilités dans l’action financée par Expertise France. </w:t>
      </w:r>
    </w:p>
    <w:p w14:paraId="56C101C9" w14:textId="77777777" w:rsidR="00F96BC9" w:rsidRPr="000F55D1" w:rsidRDefault="00F96BC9" w:rsidP="00F96BC9"/>
    <w:p w14:paraId="456E716F" w14:textId="77777777" w:rsidR="00F96BC9" w:rsidRPr="000F55D1" w:rsidRDefault="00F96BC9" w:rsidP="00F96BC9">
      <w:r w:rsidRPr="000F55D1">
        <w:t>Tous les partenaires doivent avoir lu le formulaire de demande de subvention et compris ce que sera leur rôle dans l’action avant que la demande ne soit soumise à Expertise France.</w:t>
      </w:r>
    </w:p>
    <w:p w14:paraId="39027B01" w14:textId="77777777" w:rsidR="00F96BC9" w:rsidRPr="000F55D1" w:rsidRDefault="00F96BC9" w:rsidP="00F96BC9"/>
    <w:p w14:paraId="2F359A60" w14:textId="77777777" w:rsidR="00F96BC9" w:rsidRPr="000F55D1" w:rsidRDefault="00F96BC9" w:rsidP="00F96BC9">
      <w:r w:rsidRPr="000F55D1">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p>
    <w:p w14:paraId="36701384" w14:textId="77777777" w:rsidR="00F96BC9" w:rsidRPr="000F55D1" w:rsidRDefault="00F96BC9" w:rsidP="00F96BC9"/>
    <w:p w14:paraId="04A9831A" w14:textId="77777777" w:rsidR="00F96BC9" w:rsidRPr="000F55D1" w:rsidRDefault="00F96BC9" w:rsidP="00F96BC9">
      <w:r w:rsidRPr="000F55D1">
        <w:t>Le demandeur doit se concerter régulièrement avec ses partenaires et les tenir complètement informés du déroulement de l’action.</w:t>
      </w:r>
    </w:p>
    <w:p w14:paraId="76172F3E" w14:textId="77777777" w:rsidR="00F96BC9" w:rsidRPr="000F55D1" w:rsidRDefault="00F96BC9" w:rsidP="00F96BC9"/>
    <w:p w14:paraId="727C6391" w14:textId="77777777" w:rsidR="00F96BC9" w:rsidRPr="000F55D1" w:rsidRDefault="00F96BC9" w:rsidP="00F96BC9">
      <w:r w:rsidRPr="000F55D1">
        <w:t>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p>
    <w:p w14:paraId="2904B03B" w14:textId="77777777" w:rsidR="00F96BC9" w:rsidRPr="000F55D1" w:rsidRDefault="00F96BC9" w:rsidP="00F96BC9"/>
    <w:p w14:paraId="33E99955" w14:textId="77777777" w:rsidR="00F96BC9" w:rsidRPr="000F55D1" w:rsidRDefault="00F96BC9" w:rsidP="00F96BC9">
      <w:r w:rsidRPr="000F55D1">
        <w:t>J’ai lu et approuvé le contenu de la proposition présentée à Expertise France. Je m’engage à satisfaire aux principes de bon partenariat.</w:t>
      </w:r>
    </w:p>
    <w:p w14:paraId="23AC19D0" w14:textId="77777777" w:rsidR="00F96BC9" w:rsidRPr="001A0FD7" w:rsidRDefault="00F96BC9" w:rsidP="00F96BC9"/>
    <w:p w14:paraId="1C67026D" w14:textId="77777777" w:rsidR="00F96BC9" w:rsidRPr="001A0FD7" w:rsidRDefault="00F96BC9" w:rsidP="00F96BC9">
      <w:pPr>
        <w:jc w:val="both"/>
        <w:rPr>
          <w:rFonts w:asciiTheme="majorHAnsi" w:eastAsia="Arial" w:hAnsiTheme="majorHAnsi" w:cstheme="majorHAnsi"/>
          <w:sz w:val="22"/>
          <w:szCs w:val="20"/>
        </w:rPr>
      </w:pPr>
    </w:p>
    <w:tbl>
      <w:tblPr>
        <w:tblStyle w:val="Tabellagriglia3-colore2"/>
        <w:tblW w:w="9352" w:type="dxa"/>
        <w:tblLayout w:type="fixed"/>
        <w:tblLook w:val="0000" w:firstRow="0" w:lastRow="0" w:firstColumn="0" w:lastColumn="0" w:noHBand="0" w:noVBand="0"/>
      </w:tblPr>
      <w:tblGrid>
        <w:gridCol w:w="1703"/>
        <w:gridCol w:w="7649"/>
      </w:tblGrid>
      <w:tr w:rsidR="00F96BC9" w:rsidRPr="001A0FD7" w14:paraId="6851F6B9"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36D4DC7A" w14:textId="77777777" w:rsidR="00F96BC9" w:rsidRPr="001A0FD7" w:rsidRDefault="00F96BC9" w:rsidP="005C2FFB">
            <w:pPr>
              <w:pStyle w:val="Contenu"/>
            </w:pPr>
            <w:r w:rsidRPr="001A0FD7">
              <w:t>Nom :</w:t>
            </w:r>
          </w:p>
        </w:tc>
        <w:tc>
          <w:tcPr>
            <w:tcW w:w="7649" w:type="dxa"/>
            <w:shd w:val="clear" w:color="auto" w:fill="FFFFFF" w:themeFill="background1"/>
          </w:tcPr>
          <w:p w14:paraId="1F1AF5BC" w14:textId="77777777" w:rsidR="00F96BC9" w:rsidRPr="001A0FD7" w:rsidRDefault="00F96BC9" w:rsidP="005C2FFB">
            <w:pPr>
              <w:pStyle w:val="Contenu"/>
              <w:cnfStyle w:val="000000100000" w:firstRow="0" w:lastRow="0" w:firstColumn="0" w:lastColumn="0" w:oddVBand="0" w:evenVBand="0" w:oddHBand="1" w:evenHBand="0" w:firstRowFirstColumn="0" w:firstRowLastColumn="0" w:lastRowFirstColumn="0" w:lastRowLastColumn="0"/>
            </w:pPr>
          </w:p>
        </w:tc>
      </w:tr>
      <w:tr w:rsidR="00F96BC9" w:rsidRPr="001A0FD7" w14:paraId="28EB1AE1"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2B7317B6" w14:textId="77777777" w:rsidR="00F96BC9" w:rsidRPr="001A0FD7" w:rsidRDefault="00F96BC9" w:rsidP="005C2FFB">
            <w:pPr>
              <w:pStyle w:val="Contenu"/>
            </w:pPr>
            <w:r w:rsidRPr="001A0FD7">
              <w:t>Organisation :</w:t>
            </w:r>
          </w:p>
        </w:tc>
        <w:tc>
          <w:tcPr>
            <w:tcW w:w="7649" w:type="dxa"/>
            <w:shd w:val="clear" w:color="auto" w:fill="FFFFFF" w:themeFill="background1"/>
          </w:tcPr>
          <w:p w14:paraId="7961684C" w14:textId="77777777" w:rsidR="00F96BC9" w:rsidRPr="001A0FD7" w:rsidRDefault="00F96BC9" w:rsidP="005C2FFB">
            <w:pPr>
              <w:pStyle w:val="Contenu"/>
              <w:cnfStyle w:val="000000000000" w:firstRow="0" w:lastRow="0" w:firstColumn="0" w:lastColumn="0" w:oddVBand="0" w:evenVBand="0" w:oddHBand="0" w:evenHBand="0" w:firstRowFirstColumn="0" w:firstRowLastColumn="0" w:lastRowFirstColumn="0" w:lastRowLastColumn="0"/>
            </w:pPr>
          </w:p>
        </w:tc>
      </w:tr>
      <w:tr w:rsidR="00F96BC9" w:rsidRPr="001A0FD7" w14:paraId="3E5732BB"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5E72F989" w14:textId="77777777" w:rsidR="00F96BC9" w:rsidRPr="001A0FD7" w:rsidRDefault="00F96BC9" w:rsidP="005C2FFB">
            <w:pPr>
              <w:pStyle w:val="Contenu"/>
            </w:pPr>
            <w:r w:rsidRPr="001A0FD7">
              <w:t>Fonction :</w:t>
            </w:r>
          </w:p>
        </w:tc>
        <w:tc>
          <w:tcPr>
            <w:tcW w:w="7649" w:type="dxa"/>
            <w:shd w:val="clear" w:color="auto" w:fill="FFFFFF" w:themeFill="background1"/>
          </w:tcPr>
          <w:p w14:paraId="7BDBE7C4" w14:textId="77777777" w:rsidR="00F96BC9" w:rsidRPr="001A0FD7" w:rsidRDefault="00F96BC9" w:rsidP="005C2FFB">
            <w:pPr>
              <w:pStyle w:val="Contenu"/>
              <w:cnfStyle w:val="000000100000" w:firstRow="0" w:lastRow="0" w:firstColumn="0" w:lastColumn="0" w:oddVBand="0" w:evenVBand="0" w:oddHBand="1" w:evenHBand="0" w:firstRowFirstColumn="0" w:firstRowLastColumn="0" w:lastRowFirstColumn="0" w:lastRowLastColumn="0"/>
            </w:pPr>
          </w:p>
        </w:tc>
      </w:tr>
      <w:tr w:rsidR="00F96BC9" w:rsidRPr="001A0FD7" w14:paraId="4FCE5972" w14:textId="77777777" w:rsidTr="005C2FFB">
        <w:trPr>
          <w:trHeight w:val="315"/>
        </w:trPr>
        <w:tc>
          <w:tcPr>
            <w:cnfStyle w:val="000010000000" w:firstRow="0" w:lastRow="0" w:firstColumn="0" w:lastColumn="0" w:oddVBand="1" w:evenVBand="0" w:oddHBand="0" w:evenHBand="0" w:firstRowFirstColumn="0" w:firstRowLastColumn="0" w:lastRowFirstColumn="0" w:lastRowLastColumn="0"/>
            <w:tcW w:w="1703" w:type="dxa"/>
          </w:tcPr>
          <w:p w14:paraId="3241F265" w14:textId="77777777" w:rsidR="00F96BC9" w:rsidRPr="001A0FD7" w:rsidRDefault="00F96BC9" w:rsidP="005C2FFB">
            <w:pPr>
              <w:pStyle w:val="Contenu"/>
            </w:pPr>
            <w:r w:rsidRPr="001A0FD7">
              <w:t>Signature :</w:t>
            </w:r>
          </w:p>
        </w:tc>
        <w:tc>
          <w:tcPr>
            <w:tcW w:w="7649" w:type="dxa"/>
            <w:shd w:val="clear" w:color="auto" w:fill="FFFFFF" w:themeFill="background1"/>
          </w:tcPr>
          <w:p w14:paraId="26FCEAF4" w14:textId="77777777" w:rsidR="00F96BC9" w:rsidRPr="001A0FD7" w:rsidRDefault="00F96BC9" w:rsidP="005C2FFB">
            <w:pPr>
              <w:pStyle w:val="Contenu"/>
              <w:cnfStyle w:val="000000000000" w:firstRow="0" w:lastRow="0" w:firstColumn="0" w:lastColumn="0" w:oddVBand="0" w:evenVBand="0" w:oddHBand="0" w:evenHBand="0" w:firstRowFirstColumn="0" w:firstRowLastColumn="0" w:lastRowFirstColumn="0" w:lastRowLastColumn="0"/>
            </w:pPr>
          </w:p>
        </w:tc>
      </w:tr>
      <w:tr w:rsidR="00F96BC9" w:rsidRPr="001A0FD7" w14:paraId="119EDE81" w14:textId="77777777" w:rsidTr="005C2FFB">
        <w:trPr>
          <w:cnfStyle w:val="000000100000" w:firstRow="0" w:lastRow="0" w:firstColumn="0" w:lastColumn="0" w:oddVBand="0" w:evenVBand="0" w:oddHBand="1" w:evenHBand="0" w:firstRowFirstColumn="0" w:firstRowLastColumn="0" w:lastRowFirstColumn="0" w:lastRowLastColumn="0"/>
          <w:trHeight w:val="315"/>
        </w:trPr>
        <w:tc>
          <w:tcPr>
            <w:cnfStyle w:val="000010000000" w:firstRow="0" w:lastRow="0" w:firstColumn="0" w:lastColumn="0" w:oddVBand="1" w:evenVBand="0" w:oddHBand="0" w:evenHBand="0" w:firstRowFirstColumn="0" w:firstRowLastColumn="0" w:lastRowFirstColumn="0" w:lastRowLastColumn="0"/>
            <w:tcW w:w="1703" w:type="dxa"/>
          </w:tcPr>
          <w:p w14:paraId="3A4A5D34" w14:textId="77777777" w:rsidR="00F96BC9" w:rsidRPr="001A0FD7" w:rsidRDefault="00F96BC9" w:rsidP="005C2FFB">
            <w:pPr>
              <w:pStyle w:val="Contenu"/>
            </w:pPr>
            <w:r w:rsidRPr="001A0FD7">
              <w:t>Date et lieu :</w:t>
            </w:r>
          </w:p>
        </w:tc>
        <w:tc>
          <w:tcPr>
            <w:tcW w:w="7649" w:type="dxa"/>
            <w:shd w:val="clear" w:color="auto" w:fill="FFFFFF" w:themeFill="background1"/>
          </w:tcPr>
          <w:p w14:paraId="51E67838" w14:textId="77777777" w:rsidR="00F96BC9" w:rsidRPr="001A0FD7" w:rsidRDefault="00F96BC9" w:rsidP="005C2FFB">
            <w:pPr>
              <w:pStyle w:val="Contenu"/>
              <w:cnfStyle w:val="000000100000" w:firstRow="0" w:lastRow="0" w:firstColumn="0" w:lastColumn="0" w:oddVBand="0" w:evenVBand="0" w:oddHBand="1" w:evenHBand="0" w:firstRowFirstColumn="0" w:firstRowLastColumn="0" w:lastRowFirstColumn="0" w:lastRowLastColumn="0"/>
            </w:pPr>
          </w:p>
        </w:tc>
      </w:tr>
    </w:tbl>
    <w:p w14:paraId="16CAAC65" w14:textId="77777777" w:rsidR="00F96BC9" w:rsidRDefault="00F96BC9" w:rsidP="00F96BC9">
      <w:pPr>
        <w:spacing w:after="200"/>
      </w:pPr>
      <w:r>
        <w:tab/>
      </w:r>
    </w:p>
    <w:p w14:paraId="784454A3" w14:textId="77777777" w:rsidR="00F96BC9" w:rsidRDefault="00F96BC9" w:rsidP="00F96BC9">
      <w:pPr>
        <w:spacing w:after="200"/>
      </w:pPr>
    </w:p>
    <w:p w14:paraId="651DD40E" w14:textId="77777777" w:rsidR="00F96BC9" w:rsidRPr="003C488B" w:rsidRDefault="00F96BC9" w:rsidP="0075607D">
      <w:pPr>
        <w:spacing w:after="200"/>
        <w:ind w:left="-426"/>
        <w:rPr>
          <w:rFonts w:asciiTheme="majorHAnsi" w:hAnsiTheme="majorHAnsi" w:cstheme="majorHAnsi"/>
          <w:sz w:val="22"/>
        </w:rPr>
      </w:pPr>
    </w:p>
    <w:sectPr w:rsidR="00F96BC9" w:rsidRPr="003C488B" w:rsidSect="00F6599C">
      <w:headerReference w:type="even" r:id="rId18"/>
      <w:headerReference w:type="default" r:id="rId19"/>
      <w:footerReference w:type="even" r:id="rId20"/>
      <w:footerReference w:type="default" r:id="rId21"/>
      <w:pgSz w:w="11906" w:h="16838"/>
      <w:pgMar w:top="1134" w:right="1418" w:bottom="1134" w:left="1418" w:header="720" w:footer="570" w:gutter="0"/>
      <w:cols w:space="720" w:equalWidth="0">
        <w:col w:w="9406"/>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07DDF" w14:textId="77777777" w:rsidR="00B713D6" w:rsidRDefault="00B713D6">
      <w:r>
        <w:separator/>
      </w:r>
    </w:p>
    <w:p w14:paraId="51A9BD49" w14:textId="77777777" w:rsidR="00B713D6" w:rsidRDefault="00B713D6"/>
  </w:endnote>
  <w:endnote w:type="continuationSeparator" w:id="0">
    <w:p w14:paraId="6DBA1462" w14:textId="77777777" w:rsidR="00B713D6" w:rsidRDefault="00B713D6">
      <w:r>
        <w:continuationSeparator/>
      </w:r>
    </w:p>
    <w:p w14:paraId="16ACE485" w14:textId="77777777" w:rsidR="00B713D6" w:rsidRDefault="00B71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9F99" w14:textId="77777777" w:rsidR="00417478" w:rsidRDefault="00417478"/>
  <w:p w14:paraId="646CA671" w14:textId="77777777" w:rsidR="00417478" w:rsidRDefault="004174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805137"/>
      <w:docPartObj>
        <w:docPartGallery w:val="Page Numbers (Bottom of Page)"/>
        <w:docPartUnique/>
      </w:docPartObj>
    </w:sdtPr>
    <w:sdtEndPr/>
    <w:sdtContent>
      <w:p w14:paraId="52801CDF" w14:textId="3A3567AE" w:rsidR="00417478" w:rsidRDefault="00417478" w:rsidP="00A93916">
        <w:pPr>
          <w:pStyle w:val="Pidipagina"/>
          <w:tabs>
            <w:tab w:val="left" w:pos="2143"/>
          </w:tabs>
        </w:pPr>
        <w:r w:rsidRPr="00A93916">
          <w:rPr>
            <w:rFonts w:asciiTheme="majorHAnsi" w:eastAsia="Arial" w:hAnsiTheme="majorHAnsi" w:cstheme="majorHAnsi"/>
            <w:b/>
            <w:noProof/>
            <w:sz w:val="22"/>
            <w:szCs w:val="18"/>
            <w:lang w:eastAsia="fr-FR"/>
          </w:rPr>
          <mc:AlternateContent>
            <mc:Choice Requires="wpg">
              <w:drawing>
                <wp:anchor distT="0" distB="0" distL="114300" distR="114300" simplePos="0" relativeHeight="251664384" behindDoc="0" locked="0" layoutInCell="1" allowOverlap="1" wp14:anchorId="17E08B4E" wp14:editId="1C4CDF38">
                  <wp:simplePos x="0" y="0"/>
                  <wp:positionH relativeFrom="margin">
                    <wp:posOffset>6048818</wp:posOffset>
                  </wp:positionH>
                  <wp:positionV relativeFrom="page">
                    <wp:posOffset>10021393</wp:posOffset>
                  </wp:positionV>
                  <wp:extent cx="436880" cy="716915"/>
                  <wp:effectExtent l="0" t="0" r="20320" b="26035"/>
                  <wp:wrapNone/>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7" name="Rectangle 78"/>
                          <wps:cNvSpPr>
                            <a:spLocks noChangeArrowheads="1"/>
                          </wps:cNvSpPr>
                          <wps:spPr bwMode="auto">
                            <a:xfrm>
                              <a:off x="1743" y="14699"/>
                              <a:ext cx="688" cy="688"/>
                            </a:xfrm>
                            <a:prstGeom prst="rect">
                              <a:avLst/>
                            </a:prstGeom>
                            <a:solidFill>
                              <a:schemeClr val="accent2"/>
                            </a:solidFill>
                            <a:ln w="9525">
                              <a:solidFill>
                                <a:srgbClr val="7F7F7F"/>
                              </a:solidFill>
                              <a:miter lim="800000"/>
                              <a:headEnd/>
                              <a:tailEnd/>
                            </a:ln>
                          </wps:spPr>
                          <wps:txbx>
                            <w:txbxContent>
                              <w:p w14:paraId="5448DA27" w14:textId="77777777" w:rsidR="00417478" w:rsidRPr="00A93916" w:rsidRDefault="00417478">
                                <w:pPr>
                                  <w:pStyle w:val="Pidipagina"/>
                                  <w:jc w:val="center"/>
                                  <w:rPr>
                                    <w:b/>
                                    <w:color w:val="1D3655" w:themeColor="text1"/>
                                    <w:sz w:val="24"/>
                                    <w:szCs w:val="24"/>
                                  </w:rPr>
                                </w:pPr>
                                <w:r w:rsidRPr="00A93916">
                                  <w:rPr>
                                    <w:b/>
                                    <w:color w:val="1D3655" w:themeColor="text1"/>
                                    <w:sz w:val="24"/>
                                    <w:szCs w:val="24"/>
                                  </w:rPr>
                                  <w:fldChar w:fldCharType="begin"/>
                                </w:r>
                                <w:r w:rsidRPr="00A93916">
                                  <w:rPr>
                                    <w:b/>
                                    <w:color w:val="1D3655" w:themeColor="text1"/>
                                    <w:sz w:val="24"/>
                                    <w:szCs w:val="24"/>
                                  </w:rPr>
                                  <w:instrText>PAGE    \* MERGEFORMAT</w:instrText>
                                </w:r>
                                <w:r w:rsidRPr="00A93916">
                                  <w:rPr>
                                    <w:b/>
                                    <w:color w:val="1D3655" w:themeColor="text1"/>
                                    <w:sz w:val="24"/>
                                    <w:szCs w:val="24"/>
                                  </w:rPr>
                                  <w:fldChar w:fldCharType="separate"/>
                                </w:r>
                                <w:r w:rsidR="00AC69CD">
                                  <w:rPr>
                                    <w:b/>
                                    <w:noProof/>
                                    <w:color w:val="1D3655" w:themeColor="text1"/>
                                    <w:sz w:val="24"/>
                                    <w:szCs w:val="24"/>
                                  </w:rPr>
                                  <w:t>6</w:t>
                                </w:r>
                                <w:r w:rsidRPr="00A93916">
                                  <w:rPr>
                                    <w:b/>
                                    <w:color w:val="1D3655" w:themeColor="text1"/>
                                    <w:sz w:val="24"/>
                                    <w:szCs w:val="24"/>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E08B4E" id="Groupe 4" o:spid="_x0000_s1028" style="position:absolute;margin-left:476.3pt;margin-top:789.1pt;width:34.4pt;height:56.45pt;z-index:25166438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">
                  <v:shapetype id="_x0000_t32" coordsize="21600,21600" o:spt="32" o:oned="t" path="m,l21600,21600e" filled="f">
                    <v:path arrowok="t" fillok="f" o:connecttype="none"/>
                    <o:lock v:ext="edit" shapetype="t"/>
                  </v:shapetype>
                  <v:shape id="AutoShape 77" o:spid="_x0000_s102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" strokecolor="#7f7f7f"/>
                  <v:rect id="Rectangle 78" o:spid="_x0000_s103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" fillcolor="#84cbf1 [3205]" strokecolor="#7f7f7f">
                    <v:textbox>
                      <w:txbxContent>
                        <w:p w14:paraId="5448DA27" w14:textId="77777777" w:rsidR="00417478" w:rsidRPr="00A93916" w:rsidRDefault="00417478">
                          <w:pPr>
                            <w:pStyle w:val="Pidipagina"/>
                            <w:jc w:val="center"/>
                            <w:rPr>
                              <w:b/>
                              <w:color w:val="1D3655" w:themeColor="text1"/>
                              <w:sz w:val="24"/>
                              <w:szCs w:val="24"/>
                            </w:rPr>
                          </w:pPr>
                          <w:r w:rsidRPr="00A93916">
                            <w:rPr>
                              <w:b/>
                              <w:color w:val="1D3655" w:themeColor="text1"/>
                              <w:sz w:val="24"/>
                              <w:szCs w:val="24"/>
                            </w:rPr>
                            <w:fldChar w:fldCharType="begin"/>
                          </w:r>
                          <w:r w:rsidRPr="00A93916">
                            <w:rPr>
                              <w:b/>
                              <w:color w:val="1D3655" w:themeColor="text1"/>
                              <w:sz w:val="24"/>
                              <w:szCs w:val="24"/>
                            </w:rPr>
                            <w:instrText>PAGE    \* MERGEFORMAT</w:instrText>
                          </w:r>
                          <w:r w:rsidRPr="00A93916">
                            <w:rPr>
                              <w:b/>
                              <w:color w:val="1D3655" w:themeColor="text1"/>
                              <w:sz w:val="24"/>
                              <w:szCs w:val="24"/>
                            </w:rPr>
                            <w:fldChar w:fldCharType="separate"/>
                          </w:r>
                          <w:r w:rsidR="00AC69CD">
                            <w:rPr>
                              <w:b/>
                              <w:noProof/>
                              <w:color w:val="1D3655" w:themeColor="text1"/>
                              <w:sz w:val="24"/>
                              <w:szCs w:val="24"/>
                            </w:rPr>
                            <w:t>6</w:t>
                          </w:r>
                          <w:r w:rsidRPr="00A93916">
                            <w:rPr>
                              <w:b/>
                              <w:color w:val="1D3655" w:themeColor="text1"/>
                              <w:sz w:val="24"/>
                              <w:szCs w:val="24"/>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63923" w14:textId="77777777" w:rsidR="00B713D6" w:rsidRDefault="00B713D6">
      <w:r>
        <w:separator/>
      </w:r>
    </w:p>
    <w:p w14:paraId="413AC503" w14:textId="77777777" w:rsidR="00B713D6" w:rsidRDefault="00B713D6"/>
  </w:footnote>
  <w:footnote w:type="continuationSeparator" w:id="0">
    <w:p w14:paraId="7E589FD4" w14:textId="77777777" w:rsidR="00B713D6" w:rsidRDefault="00B713D6">
      <w:r>
        <w:continuationSeparator/>
      </w:r>
    </w:p>
    <w:p w14:paraId="28F87843" w14:textId="77777777" w:rsidR="00B713D6" w:rsidRDefault="00B713D6"/>
  </w:footnote>
  <w:footnote w:id="1">
    <w:p w14:paraId="53BA3D20" w14:textId="77777777" w:rsidR="00546226" w:rsidRDefault="00546226" w:rsidP="00546226">
      <w:pPr>
        <w:widowControl w:val="0"/>
        <w:tabs>
          <w:tab w:val="left" w:pos="-720"/>
        </w:tabs>
        <w:ind w:left="284" w:hanging="284"/>
        <w:jc w:val="both"/>
      </w:pPr>
      <w:r>
        <w:rPr>
          <w:rStyle w:val="referenceCar"/>
          <w:vertAlign w:val="superscript"/>
        </w:rPr>
        <w:footnoteRef/>
      </w:r>
      <w:r>
        <w:rPr>
          <w:rStyle w:val="referenceCar"/>
        </w:rPr>
        <w:t xml:space="preserve"> Il s’agit des organismes impliqués dans l’action qui ont signé le mandat pour le demandeur principal et la déclaration de partenariat</w:t>
      </w:r>
    </w:p>
  </w:footnote>
  <w:footnote w:id="2">
    <w:p w14:paraId="2AC7D74F" w14:textId="77777777" w:rsidR="00546226" w:rsidRDefault="00546226" w:rsidP="00546226">
      <w:pPr>
        <w:widowControl w:val="0"/>
        <w:tabs>
          <w:tab w:val="left" w:pos="-720"/>
        </w:tabs>
        <w:ind w:left="284" w:hanging="284"/>
        <w:jc w:val="both"/>
        <w:rPr>
          <w:rFonts w:asciiTheme="majorHAnsi" w:eastAsia="Arial" w:hAnsiTheme="majorHAnsi" w:cstheme="majorHAnsi"/>
          <w:color w:val="000000"/>
          <w:sz w:val="16"/>
          <w:szCs w:val="16"/>
        </w:rPr>
      </w:pPr>
      <w:r>
        <w:rPr>
          <w:rStyle w:val="referenceCar"/>
          <w:vertAlign w:val="superscript"/>
        </w:rPr>
        <w:footnoteRef/>
      </w:r>
      <w:r>
        <w:rPr>
          <w:rFonts w:asciiTheme="majorHAnsi" w:eastAsia="Arial" w:hAnsiTheme="majorHAnsi" w:cstheme="majorHAnsi"/>
          <w:color w:val="000000"/>
          <w:sz w:val="16"/>
          <w:szCs w:val="16"/>
        </w:rPr>
        <w:t xml:space="preserve"> </w:t>
      </w:r>
      <w:r>
        <w:rPr>
          <w:rStyle w:val="referenceCar"/>
        </w:rPr>
        <w:t>Tout changement relatif aux adresses, numéros de téléphone, numéros de fax et en particulier à l'adresse e-mail, doit être notifié par écrit à Expertise France.</w:t>
      </w:r>
    </w:p>
  </w:footnote>
  <w:footnote w:id="3">
    <w:p w14:paraId="12BD738B" w14:textId="77777777" w:rsidR="00546226" w:rsidRDefault="00546226" w:rsidP="00546226">
      <w:pPr>
        <w:pStyle w:val="reference"/>
      </w:pPr>
      <w:r>
        <w:footnoteRef/>
      </w:r>
      <w:r>
        <w:t xml:space="preserve"> Le cas échéant, indiquez également la contribution demandée en pourcentage du total des coûts acceptés.</w:t>
      </w:r>
    </w:p>
  </w:footnote>
  <w:footnote w:id="4">
    <w:p w14:paraId="7EB336D5" w14:textId="77777777" w:rsidR="00546226" w:rsidRDefault="00546226" w:rsidP="00546226">
      <w:pPr>
        <w:pStyle w:val="Testonotaapidipagina"/>
      </w:pPr>
      <w:r>
        <w:rPr>
          <w:rFonts w:ascii="Arial" w:eastAsiaTheme="minorEastAsia" w:hAnsi="Arial" w:cstheme="minorBidi"/>
          <w:color w:val="082A75" w:themeColor="text2"/>
          <w:sz w:val="16"/>
          <w:szCs w:val="16"/>
          <w:vertAlign w:val="superscript"/>
          <w:lang w:eastAsia="en-US" w:bidi="ar-SA"/>
        </w:rPr>
        <w:footnoteRef/>
      </w:r>
      <w:r>
        <w:rPr>
          <w:rFonts w:ascii="Arial" w:eastAsiaTheme="minorEastAsia" w:hAnsi="Arial" w:cstheme="minorBidi"/>
          <w:color w:val="082A75" w:themeColor="text2"/>
          <w:sz w:val="16"/>
          <w:szCs w:val="16"/>
          <w:lang w:eastAsia="en-US" w:bidi="ar-SA"/>
        </w:rPr>
        <w:t xml:space="preserve"> RPT = Ressortissants des pays tiers</w:t>
      </w:r>
    </w:p>
  </w:footnote>
  <w:footnote w:id="5">
    <w:p w14:paraId="3C4B78A6" w14:textId="77777777" w:rsidR="00546226" w:rsidRDefault="00546226" w:rsidP="00546226">
      <w:pPr>
        <w:spacing w:before="120" w:line="240" w:lineRule="auto"/>
        <w:jc w:val="both"/>
        <w:rPr>
          <w:rFonts w:asciiTheme="majorHAnsi" w:hAnsiTheme="majorHAnsi" w:cstheme="majorHAnsi"/>
          <w:i/>
          <w:sz w:val="16"/>
          <w:szCs w:val="16"/>
        </w:rPr>
      </w:pPr>
      <w:r>
        <w:rPr>
          <w:rStyle w:val="Rimandonotaapidipagina"/>
          <w:sz w:val="16"/>
          <w:szCs w:val="16"/>
        </w:rPr>
        <w:footnoteRef/>
      </w:r>
      <w:r>
        <w:rPr>
          <w:sz w:val="16"/>
          <w:szCs w:val="16"/>
        </w:rPr>
        <w:t xml:space="preserve"> Cette catégorie est particulièrement pertinente pour les projets portés par une association de la diaspora</w:t>
      </w:r>
    </w:p>
  </w:footnote>
  <w:footnote w:id="6">
    <w:p w14:paraId="6FEBB008" w14:textId="77777777" w:rsidR="000E7339" w:rsidRDefault="000E7339" w:rsidP="000E7339">
      <w:pPr>
        <w:pStyle w:val="reference"/>
      </w:pPr>
      <w:r>
        <w:rPr>
          <w:vertAlign w:val="superscript"/>
        </w:rPr>
        <w:footnoteRef/>
      </w:r>
      <w: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 w:id="7">
    <w:p w14:paraId="1D8F7C5A" w14:textId="77777777" w:rsidR="00513337" w:rsidRDefault="00513337" w:rsidP="00513337">
      <w:pPr>
        <w:spacing w:before="120" w:line="240" w:lineRule="auto"/>
        <w:ind w:left="-142"/>
        <w:jc w:val="both"/>
      </w:pPr>
      <w:r>
        <w:rPr>
          <w:sz w:val="16"/>
          <w:szCs w:val="16"/>
          <w:vertAlign w:val="superscript"/>
        </w:rPr>
        <w:footnoteRef/>
      </w:r>
      <w:r>
        <w:rPr>
          <w:sz w:val="16"/>
          <w:szCs w:val="16"/>
        </w:rPr>
        <w:t xml:space="preserve"> Il est rappelé qu’il s’agit des organismes qui ont signé le mandat pour le demandeur principal et la déclaration de partenariat</w:t>
      </w:r>
    </w:p>
  </w:footnote>
  <w:footnote w:id="8">
    <w:p w14:paraId="740F9A11" w14:textId="77777777" w:rsidR="00513337" w:rsidRDefault="00513337" w:rsidP="00513337">
      <w:pPr>
        <w:spacing w:before="120" w:line="240" w:lineRule="auto"/>
        <w:ind w:left="-142"/>
        <w:jc w:val="both"/>
        <w:rPr>
          <w:lang w:val="it-IT"/>
        </w:rPr>
      </w:pPr>
      <w:r>
        <w:rPr>
          <w:sz w:val="16"/>
          <w:szCs w:val="16"/>
          <w:vertAlign w:val="superscript"/>
        </w:rPr>
        <w:footnoteRef/>
      </w:r>
      <w:r>
        <w:rPr>
          <w:sz w:val="16"/>
          <w:szCs w:val="16"/>
        </w:rPr>
        <w:t xml:space="preserve"> N: année en cours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3C39" w14:textId="77777777" w:rsidR="00417478" w:rsidRDefault="00417478"/>
  <w:p w14:paraId="0DC4593C" w14:textId="77777777" w:rsidR="00417478" w:rsidRDefault="004174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6C3" w14:textId="411DF8A9" w:rsidR="00417478" w:rsidRDefault="00417478" w:rsidP="002A11C3">
    <w:pPr>
      <w:widowControl w:val="0"/>
      <w:pBdr>
        <w:top w:val="nil"/>
        <w:left w:val="nil"/>
        <w:bottom w:val="nil"/>
        <w:right w:val="nil"/>
        <w:between w:val="nil"/>
      </w:pBdr>
      <w:tabs>
        <w:tab w:val="right" w:pos="9411"/>
      </w:tabs>
    </w:pPr>
    <w:r w:rsidRPr="002A11C3">
      <w:rPr>
        <w:rFonts w:ascii="Lato" w:eastAsia="Lato" w:hAnsi="Lato" w:cs="Lato"/>
        <w:b/>
        <w:noProof/>
        <w:lang w:eastAsia="fr-FR"/>
      </w:rPr>
      <w:drawing>
        <wp:inline distT="0" distB="0" distL="0" distR="0" wp14:anchorId="0BB73C6B" wp14:editId="135CB456">
          <wp:extent cx="1432421" cy="733425"/>
          <wp:effectExtent l="0" t="0" r="0" b="0"/>
          <wp:docPr id="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33530" cy="7339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2EE0ADB"/>
    <w:multiLevelType w:val="multilevel"/>
    <w:tmpl w:val="6DEEAA06"/>
    <w:lvl w:ilvl="0">
      <w:start w:val="1"/>
      <w:numFmt w:val="decimal"/>
      <w:lvlText w:val="%1."/>
      <w:lvlJc w:val="left"/>
      <w:pPr>
        <w:ind w:left="720" w:hanging="360"/>
      </w:pPr>
    </w:lvl>
    <w:lvl w:ilvl="1">
      <w:start w:val="1"/>
      <w:numFmt w:val="decimal"/>
      <w:lvlText w:val="%1.%2."/>
      <w:lvlJc w:val="left"/>
      <w:pPr>
        <w:ind w:left="3618" w:hanging="357"/>
      </w:pPr>
      <w:rPr>
        <w:i w:val="0"/>
        <w:color w:val="17365D"/>
      </w:rPr>
    </w:lvl>
    <w:lvl w:ilvl="2">
      <w:start w:val="1"/>
      <w:numFmt w:val="decimal"/>
      <w:lvlText w:val="%1.%2.%3."/>
      <w:lvlJc w:val="left"/>
      <w:pPr>
        <w:ind w:left="1080" w:hanging="720"/>
      </w:pPr>
      <w:rPr>
        <w:i w:val="0"/>
        <w:color w:val="17365D"/>
      </w:rPr>
    </w:lvl>
    <w:lvl w:ilvl="3">
      <w:start w:val="1"/>
      <w:numFmt w:val="decimal"/>
      <w:lvlText w:val="%1.%2.%3.%4."/>
      <w:lvlJc w:val="left"/>
      <w:pPr>
        <w:ind w:left="1080" w:hanging="720"/>
      </w:pPr>
      <w:rPr>
        <w:i w:val="0"/>
        <w:color w:val="17365D"/>
      </w:rPr>
    </w:lvl>
    <w:lvl w:ilvl="4">
      <w:start w:val="1"/>
      <w:numFmt w:val="decimal"/>
      <w:lvlText w:val="%1.%2.%3.%4.%5."/>
      <w:lvlJc w:val="left"/>
      <w:pPr>
        <w:ind w:left="1440" w:hanging="1080"/>
      </w:pPr>
      <w:rPr>
        <w:i w:val="0"/>
        <w:color w:val="17365D"/>
      </w:rPr>
    </w:lvl>
    <w:lvl w:ilvl="5">
      <w:start w:val="1"/>
      <w:numFmt w:val="decimal"/>
      <w:lvlText w:val="%1.%2.%3.%4.%5.%6."/>
      <w:lvlJc w:val="left"/>
      <w:pPr>
        <w:ind w:left="1440" w:hanging="1080"/>
      </w:pPr>
      <w:rPr>
        <w:i w:val="0"/>
        <w:color w:val="17365D"/>
      </w:rPr>
    </w:lvl>
    <w:lvl w:ilvl="6">
      <w:start w:val="1"/>
      <w:numFmt w:val="decimal"/>
      <w:lvlText w:val="%1.%2.%3.%4.%5.%6.%7."/>
      <w:lvlJc w:val="left"/>
      <w:pPr>
        <w:ind w:left="1800" w:hanging="1440"/>
      </w:pPr>
      <w:rPr>
        <w:i w:val="0"/>
        <w:color w:val="17365D"/>
      </w:rPr>
    </w:lvl>
    <w:lvl w:ilvl="7">
      <w:start w:val="1"/>
      <w:numFmt w:val="decimal"/>
      <w:lvlText w:val="%1.%2.%3.%4.%5.%6.%7.%8."/>
      <w:lvlJc w:val="left"/>
      <w:pPr>
        <w:ind w:left="1800" w:hanging="1440"/>
      </w:pPr>
      <w:rPr>
        <w:i w:val="0"/>
        <w:color w:val="17365D"/>
      </w:rPr>
    </w:lvl>
    <w:lvl w:ilvl="8">
      <w:start w:val="1"/>
      <w:numFmt w:val="decimal"/>
      <w:lvlText w:val="%1.%2.%3.%4.%5.%6.%7.%8.%9."/>
      <w:lvlJc w:val="left"/>
      <w:pPr>
        <w:ind w:left="2160" w:hanging="1800"/>
      </w:pPr>
      <w:rPr>
        <w:i w:val="0"/>
        <w:color w:val="17365D"/>
      </w:rPr>
    </w:lvl>
  </w:abstractNum>
  <w:abstractNum w:abstractNumId="2" w15:restartNumberingAfterBreak="0">
    <w:nsid w:val="0B4C05D4"/>
    <w:multiLevelType w:val="hybridMultilevel"/>
    <w:tmpl w:val="7E1C6564"/>
    <w:lvl w:ilvl="0" w:tplc="ADFE7742">
      <w:start w:val="2"/>
      <w:numFmt w:val="bullet"/>
      <w:lvlText w:val="-"/>
      <w:lvlJc w:val="left"/>
      <w:pPr>
        <w:ind w:left="747" w:hanging="360"/>
      </w:pPr>
      <w:rPr>
        <w:rFonts w:ascii="Arial" w:eastAsiaTheme="minorEastAsia" w:hAnsi="Arial" w:cs="Arial" w:hint="default"/>
      </w:rPr>
    </w:lvl>
    <w:lvl w:ilvl="1" w:tplc="04100003" w:tentative="1">
      <w:start w:val="1"/>
      <w:numFmt w:val="bullet"/>
      <w:lvlText w:val="o"/>
      <w:lvlJc w:val="left"/>
      <w:pPr>
        <w:ind w:left="1467" w:hanging="360"/>
      </w:pPr>
      <w:rPr>
        <w:rFonts w:ascii="Courier New" w:hAnsi="Courier New" w:cs="Courier New" w:hint="default"/>
      </w:rPr>
    </w:lvl>
    <w:lvl w:ilvl="2" w:tplc="04100005" w:tentative="1">
      <w:start w:val="1"/>
      <w:numFmt w:val="bullet"/>
      <w:lvlText w:val=""/>
      <w:lvlJc w:val="left"/>
      <w:pPr>
        <w:ind w:left="2187" w:hanging="360"/>
      </w:pPr>
      <w:rPr>
        <w:rFonts w:ascii="Wingdings" w:hAnsi="Wingdings" w:hint="default"/>
      </w:rPr>
    </w:lvl>
    <w:lvl w:ilvl="3" w:tplc="04100001" w:tentative="1">
      <w:start w:val="1"/>
      <w:numFmt w:val="bullet"/>
      <w:lvlText w:val=""/>
      <w:lvlJc w:val="left"/>
      <w:pPr>
        <w:ind w:left="2907" w:hanging="360"/>
      </w:pPr>
      <w:rPr>
        <w:rFonts w:ascii="Symbol" w:hAnsi="Symbol" w:hint="default"/>
      </w:rPr>
    </w:lvl>
    <w:lvl w:ilvl="4" w:tplc="04100003" w:tentative="1">
      <w:start w:val="1"/>
      <w:numFmt w:val="bullet"/>
      <w:lvlText w:val="o"/>
      <w:lvlJc w:val="left"/>
      <w:pPr>
        <w:ind w:left="3627" w:hanging="360"/>
      </w:pPr>
      <w:rPr>
        <w:rFonts w:ascii="Courier New" w:hAnsi="Courier New" w:cs="Courier New" w:hint="default"/>
      </w:rPr>
    </w:lvl>
    <w:lvl w:ilvl="5" w:tplc="04100005" w:tentative="1">
      <w:start w:val="1"/>
      <w:numFmt w:val="bullet"/>
      <w:lvlText w:val=""/>
      <w:lvlJc w:val="left"/>
      <w:pPr>
        <w:ind w:left="4347" w:hanging="360"/>
      </w:pPr>
      <w:rPr>
        <w:rFonts w:ascii="Wingdings" w:hAnsi="Wingdings" w:hint="default"/>
      </w:rPr>
    </w:lvl>
    <w:lvl w:ilvl="6" w:tplc="04100001" w:tentative="1">
      <w:start w:val="1"/>
      <w:numFmt w:val="bullet"/>
      <w:lvlText w:val=""/>
      <w:lvlJc w:val="left"/>
      <w:pPr>
        <w:ind w:left="5067" w:hanging="360"/>
      </w:pPr>
      <w:rPr>
        <w:rFonts w:ascii="Symbol" w:hAnsi="Symbol" w:hint="default"/>
      </w:rPr>
    </w:lvl>
    <w:lvl w:ilvl="7" w:tplc="04100003" w:tentative="1">
      <w:start w:val="1"/>
      <w:numFmt w:val="bullet"/>
      <w:lvlText w:val="o"/>
      <w:lvlJc w:val="left"/>
      <w:pPr>
        <w:ind w:left="5787" w:hanging="360"/>
      </w:pPr>
      <w:rPr>
        <w:rFonts w:ascii="Courier New" w:hAnsi="Courier New" w:cs="Courier New" w:hint="default"/>
      </w:rPr>
    </w:lvl>
    <w:lvl w:ilvl="8" w:tplc="04100005" w:tentative="1">
      <w:start w:val="1"/>
      <w:numFmt w:val="bullet"/>
      <w:lvlText w:val=""/>
      <w:lvlJc w:val="left"/>
      <w:pPr>
        <w:ind w:left="6507" w:hanging="360"/>
      </w:pPr>
      <w:rPr>
        <w:rFonts w:ascii="Wingdings" w:hAnsi="Wingdings" w:hint="default"/>
      </w:rPr>
    </w:lvl>
  </w:abstractNum>
  <w:abstractNum w:abstractNumId="3" w15:restartNumberingAfterBreak="0">
    <w:nsid w:val="11730F02"/>
    <w:multiLevelType w:val="hybridMultilevel"/>
    <w:tmpl w:val="F6E2CFC2"/>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4" w15:restartNumberingAfterBreak="0">
    <w:nsid w:val="125571E9"/>
    <w:multiLevelType w:val="hybridMultilevel"/>
    <w:tmpl w:val="4BA0A2A4"/>
    <w:lvl w:ilvl="0" w:tplc="4606E75C">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5" w15:restartNumberingAfterBreak="0">
    <w:nsid w:val="12C84882"/>
    <w:multiLevelType w:val="hybridMultilevel"/>
    <w:tmpl w:val="A1C6A4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4953A0"/>
    <w:multiLevelType w:val="multilevel"/>
    <w:tmpl w:val="E5AA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794845"/>
    <w:multiLevelType w:val="hybridMultilevel"/>
    <w:tmpl w:val="362A7698"/>
    <w:lvl w:ilvl="0" w:tplc="D28A7C2C">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9" w15:restartNumberingAfterBreak="0">
    <w:nsid w:val="2DA84148"/>
    <w:multiLevelType w:val="hybridMultilevel"/>
    <w:tmpl w:val="3BACC2C2"/>
    <w:lvl w:ilvl="0" w:tplc="FD5C7E9A">
      <w:numFmt w:val="bullet"/>
      <w:lvlText w:val="-"/>
      <w:lvlJc w:val="left"/>
      <w:pPr>
        <w:ind w:left="1069" w:hanging="360"/>
      </w:pPr>
      <w:rPr>
        <w:rFonts w:ascii="Arial" w:eastAsiaTheme="minorEastAsia"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0"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4" w15:restartNumberingAfterBreak="0">
    <w:nsid w:val="5EC45386"/>
    <w:multiLevelType w:val="hybridMultilevel"/>
    <w:tmpl w:val="E8C8FA4E"/>
    <w:lvl w:ilvl="0" w:tplc="0809001B">
      <w:start w:val="1"/>
      <w:numFmt w:val="lowerRoman"/>
      <w:lvlText w:val="%1."/>
      <w:lvlJc w:val="right"/>
      <w:pPr>
        <w:ind w:left="1494"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5" w15:restartNumberingAfterBreak="0">
    <w:nsid w:val="76F02890"/>
    <w:multiLevelType w:val="hybridMultilevel"/>
    <w:tmpl w:val="C4B02DF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F06D66"/>
    <w:multiLevelType w:val="hybridMultilevel"/>
    <w:tmpl w:val="6D54B24A"/>
    <w:lvl w:ilvl="0" w:tplc="69CE992A">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94E7E96"/>
    <w:multiLevelType w:val="hybridMultilevel"/>
    <w:tmpl w:val="EBBC3E10"/>
    <w:lvl w:ilvl="0" w:tplc="7FBCD348">
      <w:start w:val="2"/>
      <w:numFmt w:val="bullet"/>
      <w:lvlText w:val="-"/>
      <w:lvlJc w:val="left"/>
      <w:pPr>
        <w:ind w:left="720" w:hanging="360"/>
      </w:pPr>
      <w:rPr>
        <w:rFonts w:ascii="Calibri" w:eastAsiaTheme="minorEastAsia" w:hAnsi="Calibri" w:cs="Calibri" w:hint="default"/>
        <w:b/>
        <w:color w:val="C0000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D433435"/>
    <w:multiLevelType w:val="hybridMultilevel"/>
    <w:tmpl w:val="F306B01C"/>
    <w:lvl w:ilvl="0" w:tplc="B96030F0">
      <w:start w:val="1"/>
      <w:numFmt w:val="decimal"/>
      <w:lvlText w:val="%1."/>
      <w:lvlJc w:val="left"/>
      <w:pPr>
        <w:ind w:left="-349" w:hanging="360"/>
      </w:pPr>
      <w:rPr>
        <w:rFonts w:hint="default"/>
        <w:b/>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num w:numId="1">
    <w:abstractNumId w:val="7"/>
  </w:num>
  <w:num w:numId="2">
    <w:abstractNumId w:val="0"/>
  </w:num>
  <w:num w:numId="3">
    <w:abstractNumId w:val="13"/>
  </w:num>
  <w:num w:numId="4">
    <w:abstractNumId w:val="8"/>
  </w:num>
  <w:num w:numId="5">
    <w:abstractNumId w:val="11"/>
  </w:num>
  <w:num w:numId="6">
    <w:abstractNumId w:val="12"/>
  </w:num>
  <w:num w:numId="7">
    <w:abstractNumId w:val="14"/>
  </w:num>
  <w:num w:numId="8">
    <w:abstractNumId w:val="10"/>
  </w:num>
  <w:num w:numId="9">
    <w:abstractNumId w:val="6"/>
  </w:num>
  <w:num w:numId="10">
    <w:abstractNumId w:val="3"/>
  </w:num>
  <w:num w:numId="11">
    <w:abstractNumId w:val="15"/>
  </w:num>
  <w:num w:numId="12">
    <w:abstractNumId w:val="16"/>
  </w:num>
  <w:num w:numId="13">
    <w:abstractNumId w:val="17"/>
  </w:num>
  <w:num w:numId="14">
    <w:abstractNumId w:val="2"/>
  </w:num>
  <w:num w:numId="15">
    <w:abstractNumId w:val="9"/>
  </w:num>
  <w:num w:numId="16">
    <w:abstractNumId w:val="1"/>
  </w:num>
  <w:num w:numId="17">
    <w:abstractNumId w:val="18"/>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320"/>
    <w:rsid w:val="00000528"/>
    <w:rsid w:val="00003013"/>
    <w:rsid w:val="000064FD"/>
    <w:rsid w:val="00011D27"/>
    <w:rsid w:val="00013643"/>
    <w:rsid w:val="00015AC4"/>
    <w:rsid w:val="0002139B"/>
    <w:rsid w:val="0002482E"/>
    <w:rsid w:val="00032F5D"/>
    <w:rsid w:val="0004070A"/>
    <w:rsid w:val="00046FF2"/>
    <w:rsid w:val="00050324"/>
    <w:rsid w:val="00050804"/>
    <w:rsid w:val="0005579F"/>
    <w:rsid w:val="00057C36"/>
    <w:rsid w:val="00060759"/>
    <w:rsid w:val="00066303"/>
    <w:rsid w:val="000668D4"/>
    <w:rsid w:val="000722E8"/>
    <w:rsid w:val="00086596"/>
    <w:rsid w:val="00096068"/>
    <w:rsid w:val="00097FC9"/>
    <w:rsid w:val="000A0150"/>
    <w:rsid w:val="000A3C30"/>
    <w:rsid w:val="000A4FA4"/>
    <w:rsid w:val="000A6089"/>
    <w:rsid w:val="000A7EC9"/>
    <w:rsid w:val="000B0CF2"/>
    <w:rsid w:val="000B45CE"/>
    <w:rsid w:val="000C2BDE"/>
    <w:rsid w:val="000D32BE"/>
    <w:rsid w:val="000D36A6"/>
    <w:rsid w:val="000E42B8"/>
    <w:rsid w:val="000E54DB"/>
    <w:rsid w:val="000E63C9"/>
    <w:rsid w:val="000E7339"/>
    <w:rsid w:val="000F55D1"/>
    <w:rsid w:val="00102B30"/>
    <w:rsid w:val="001035DA"/>
    <w:rsid w:val="00105914"/>
    <w:rsid w:val="0011017D"/>
    <w:rsid w:val="001170A0"/>
    <w:rsid w:val="00124A56"/>
    <w:rsid w:val="00125869"/>
    <w:rsid w:val="00130E9D"/>
    <w:rsid w:val="001312B4"/>
    <w:rsid w:val="00134805"/>
    <w:rsid w:val="00136509"/>
    <w:rsid w:val="00136D21"/>
    <w:rsid w:val="00145A98"/>
    <w:rsid w:val="00146C6D"/>
    <w:rsid w:val="00150A6D"/>
    <w:rsid w:val="00151145"/>
    <w:rsid w:val="00161144"/>
    <w:rsid w:val="00162F5F"/>
    <w:rsid w:val="00171B7A"/>
    <w:rsid w:val="00174FAA"/>
    <w:rsid w:val="00176324"/>
    <w:rsid w:val="0017639D"/>
    <w:rsid w:val="00183210"/>
    <w:rsid w:val="0018467B"/>
    <w:rsid w:val="00185B35"/>
    <w:rsid w:val="00186691"/>
    <w:rsid w:val="001A4C2A"/>
    <w:rsid w:val="001A5CDD"/>
    <w:rsid w:val="001B146C"/>
    <w:rsid w:val="001C354A"/>
    <w:rsid w:val="001C5125"/>
    <w:rsid w:val="001C5D6F"/>
    <w:rsid w:val="001D7713"/>
    <w:rsid w:val="001E026D"/>
    <w:rsid w:val="001E15FD"/>
    <w:rsid w:val="001E56D2"/>
    <w:rsid w:val="001E6B96"/>
    <w:rsid w:val="001F2767"/>
    <w:rsid w:val="001F2BC8"/>
    <w:rsid w:val="001F5F6B"/>
    <w:rsid w:val="0020101E"/>
    <w:rsid w:val="00207599"/>
    <w:rsid w:val="00216750"/>
    <w:rsid w:val="00216A6F"/>
    <w:rsid w:val="002175C8"/>
    <w:rsid w:val="0022758B"/>
    <w:rsid w:val="002360A1"/>
    <w:rsid w:val="00237333"/>
    <w:rsid w:val="002378BE"/>
    <w:rsid w:val="00241DD7"/>
    <w:rsid w:val="00243EBC"/>
    <w:rsid w:val="00246A35"/>
    <w:rsid w:val="00247E8E"/>
    <w:rsid w:val="00250D5D"/>
    <w:rsid w:val="00251811"/>
    <w:rsid w:val="00254D55"/>
    <w:rsid w:val="00266B7B"/>
    <w:rsid w:val="00270C80"/>
    <w:rsid w:val="00274918"/>
    <w:rsid w:val="00276B18"/>
    <w:rsid w:val="00283C78"/>
    <w:rsid w:val="00284348"/>
    <w:rsid w:val="00290D52"/>
    <w:rsid w:val="00290E62"/>
    <w:rsid w:val="0029106B"/>
    <w:rsid w:val="0029398E"/>
    <w:rsid w:val="002944F1"/>
    <w:rsid w:val="002A11C3"/>
    <w:rsid w:val="002A305F"/>
    <w:rsid w:val="002B0043"/>
    <w:rsid w:val="002B1CFC"/>
    <w:rsid w:val="002B3D83"/>
    <w:rsid w:val="002B6AE0"/>
    <w:rsid w:val="002B7EED"/>
    <w:rsid w:val="002C3A2E"/>
    <w:rsid w:val="002C7AEE"/>
    <w:rsid w:val="002D3A9F"/>
    <w:rsid w:val="002D6090"/>
    <w:rsid w:val="002E1F87"/>
    <w:rsid w:val="002F0320"/>
    <w:rsid w:val="002F229D"/>
    <w:rsid w:val="002F3DB1"/>
    <w:rsid w:val="002F51F5"/>
    <w:rsid w:val="002F6768"/>
    <w:rsid w:val="003048EF"/>
    <w:rsid w:val="00312137"/>
    <w:rsid w:val="00317018"/>
    <w:rsid w:val="00317804"/>
    <w:rsid w:val="0032788B"/>
    <w:rsid w:val="00330359"/>
    <w:rsid w:val="003358FE"/>
    <w:rsid w:val="0033762F"/>
    <w:rsid w:val="00357217"/>
    <w:rsid w:val="00360494"/>
    <w:rsid w:val="00364AC2"/>
    <w:rsid w:val="00366C7E"/>
    <w:rsid w:val="00384EA3"/>
    <w:rsid w:val="003877CA"/>
    <w:rsid w:val="003915F4"/>
    <w:rsid w:val="00393C66"/>
    <w:rsid w:val="00395CC8"/>
    <w:rsid w:val="00396D01"/>
    <w:rsid w:val="003A1C37"/>
    <w:rsid w:val="003A3183"/>
    <w:rsid w:val="003A39A1"/>
    <w:rsid w:val="003A6259"/>
    <w:rsid w:val="003C2191"/>
    <w:rsid w:val="003C488B"/>
    <w:rsid w:val="003D3863"/>
    <w:rsid w:val="003D6B16"/>
    <w:rsid w:val="003E3A1C"/>
    <w:rsid w:val="003E5A70"/>
    <w:rsid w:val="003F0363"/>
    <w:rsid w:val="003F20FE"/>
    <w:rsid w:val="003F2203"/>
    <w:rsid w:val="004110DE"/>
    <w:rsid w:val="00411EB6"/>
    <w:rsid w:val="00417478"/>
    <w:rsid w:val="00417C17"/>
    <w:rsid w:val="00424CE5"/>
    <w:rsid w:val="0043411E"/>
    <w:rsid w:val="00437C5A"/>
    <w:rsid w:val="0044085A"/>
    <w:rsid w:val="004526C8"/>
    <w:rsid w:val="0046009B"/>
    <w:rsid w:val="0046165F"/>
    <w:rsid w:val="00466E6F"/>
    <w:rsid w:val="0047145E"/>
    <w:rsid w:val="004760C4"/>
    <w:rsid w:val="004856E9"/>
    <w:rsid w:val="00487B1A"/>
    <w:rsid w:val="0049604D"/>
    <w:rsid w:val="004964AD"/>
    <w:rsid w:val="004A20E1"/>
    <w:rsid w:val="004A2DBE"/>
    <w:rsid w:val="004A568C"/>
    <w:rsid w:val="004A70B8"/>
    <w:rsid w:val="004B21A5"/>
    <w:rsid w:val="004C10BC"/>
    <w:rsid w:val="004C6B9D"/>
    <w:rsid w:val="004C7FEC"/>
    <w:rsid w:val="004D0381"/>
    <w:rsid w:val="004D44DC"/>
    <w:rsid w:val="004D695D"/>
    <w:rsid w:val="004E2CC9"/>
    <w:rsid w:val="004F7EF3"/>
    <w:rsid w:val="005037F0"/>
    <w:rsid w:val="0051076A"/>
    <w:rsid w:val="00513337"/>
    <w:rsid w:val="00516A86"/>
    <w:rsid w:val="00526FA9"/>
    <w:rsid w:val="005275F6"/>
    <w:rsid w:val="00527D3B"/>
    <w:rsid w:val="005311B7"/>
    <w:rsid w:val="00532541"/>
    <w:rsid w:val="00532EE6"/>
    <w:rsid w:val="0053350A"/>
    <w:rsid w:val="00533E91"/>
    <w:rsid w:val="005341FA"/>
    <w:rsid w:val="00541AB0"/>
    <w:rsid w:val="00541F16"/>
    <w:rsid w:val="00545858"/>
    <w:rsid w:val="00546226"/>
    <w:rsid w:val="00565B86"/>
    <w:rsid w:val="00567E6A"/>
    <w:rsid w:val="00572102"/>
    <w:rsid w:val="00574D7F"/>
    <w:rsid w:val="0058008E"/>
    <w:rsid w:val="00580641"/>
    <w:rsid w:val="005867CD"/>
    <w:rsid w:val="00591822"/>
    <w:rsid w:val="00591C77"/>
    <w:rsid w:val="005925DB"/>
    <w:rsid w:val="005A1AD2"/>
    <w:rsid w:val="005A5167"/>
    <w:rsid w:val="005A790A"/>
    <w:rsid w:val="005B6DE3"/>
    <w:rsid w:val="005B75D3"/>
    <w:rsid w:val="005C29D2"/>
    <w:rsid w:val="005D39F1"/>
    <w:rsid w:val="005D5EBE"/>
    <w:rsid w:val="005E0728"/>
    <w:rsid w:val="005E7DD2"/>
    <w:rsid w:val="005F1BB0"/>
    <w:rsid w:val="006211EF"/>
    <w:rsid w:val="00633ABC"/>
    <w:rsid w:val="00635DFB"/>
    <w:rsid w:val="006373CE"/>
    <w:rsid w:val="0064040A"/>
    <w:rsid w:val="006426DB"/>
    <w:rsid w:val="00643A00"/>
    <w:rsid w:val="0065317E"/>
    <w:rsid w:val="00656C4D"/>
    <w:rsid w:val="006706A3"/>
    <w:rsid w:val="00674D9E"/>
    <w:rsid w:val="00677207"/>
    <w:rsid w:val="00681F9A"/>
    <w:rsid w:val="00684592"/>
    <w:rsid w:val="00687127"/>
    <w:rsid w:val="00690526"/>
    <w:rsid w:val="006A03F7"/>
    <w:rsid w:val="006A6B24"/>
    <w:rsid w:val="006C03A7"/>
    <w:rsid w:val="006C4155"/>
    <w:rsid w:val="006C4B71"/>
    <w:rsid w:val="006C61B6"/>
    <w:rsid w:val="006D3C91"/>
    <w:rsid w:val="006E5050"/>
    <w:rsid w:val="006E5716"/>
    <w:rsid w:val="006F1084"/>
    <w:rsid w:val="006F3715"/>
    <w:rsid w:val="006F3F5A"/>
    <w:rsid w:val="007018BB"/>
    <w:rsid w:val="0071136D"/>
    <w:rsid w:val="0071199F"/>
    <w:rsid w:val="00721FA4"/>
    <w:rsid w:val="00724253"/>
    <w:rsid w:val="00725693"/>
    <w:rsid w:val="007302B3"/>
    <w:rsid w:val="00730733"/>
    <w:rsid w:val="00730E3A"/>
    <w:rsid w:val="00736AAF"/>
    <w:rsid w:val="007408FC"/>
    <w:rsid w:val="00743676"/>
    <w:rsid w:val="00745207"/>
    <w:rsid w:val="007473C4"/>
    <w:rsid w:val="0075135E"/>
    <w:rsid w:val="0075607D"/>
    <w:rsid w:val="007634C7"/>
    <w:rsid w:val="00765B2A"/>
    <w:rsid w:val="00766795"/>
    <w:rsid w:val="00766FBC"/>
    <w:rsid w:val="007726CC"/>
    <w:rsid w:val="007778F5"/>
    <w:rsid w:val="00783A34"/>
    <w:rsid w:val="00795F72"/>
    <w:rsid w:val="007A414E"/>
    <w:rsid w:val="007B11E4"/>
    <w:rsid w:val="007B5B03"/>
    <w:rsid w:val="007B5C73"/>
    <w:rsid w:val="007C49A2"/>
    <w:rsid w:val="007C6B52"/>
    <w:rsid w:val="007D16C5"/>
    <w:rsid w:val="007D2BA0"/>
    <w:rsid w:val="007D65D9"/>
    <w:rsid w:val="007E6C11"/>
    <w:rsid w:val="007F1D2A"/>
    <w:rsid w:val="008162A5"/>
    <w:rsid w:val="00846083"/>
    <w:rsid w:val="008541E1"/>
    <w:rsid w:val="00861558"/>
    <w:rsid w:val="00862FE4"/>
    <w:rsid w:val="0086389A"/>
    <w:rsid w:val="00863AF4"/>
    <w:rsid w:val="00865C74"/>
    <w:rsid w:val="008673D4"/>
    <w:rsid w:val="008747E4"/>
    <w:rsid w:val="0087605E"/>
    <w:rsid w:val="00882B2F"/>
    <w:rsid w:val="00885FA0"/>
    <w:rsid w:val="0089066E"/>
    <w:rsid w:val="00894744"/>
    <w:rsid w:val="008A41D3"/>
    <w:rsid w:val="008A627D"/>
    <w:rsid w:val="008B1FEE"/>
    <w:rsid w:val="008B248E"/>
    <w:rsid w:val="008B53C1"/>
    <w:rsid w:val="008C06F3"/>
    <w:rsid w:val="008E0109"/>
    <w:rsid w:val="008E4910"/>
    <w:rsid w:val="008E51AF"/>
    <w:rsid w:val="008F5A73"/>
    <w:rsid w:val="008F7DB1"/>
    <w:rsid w:val="009012B2"/>
    <w:rsid w:val="00903C32"/>
    <w:rsid w:val="00905A7F"/>
    <w:rsid w:val="00905C36"/>
    <w:rsid w:val="0091275B"/>
    <w:rsid w:val="00916B16"/>
    <w:rsid w:val="009173B9"/>
    <w:rsid w:val="0091793D"/>
    <w:rsid w:val="0093335D"/>
    <w:rsid w:val="0093613E"/>
    <w:rsid w:val="00943026"/>
    <w:rsid w:val="00943E7F"/>
    <w:rsid w:val="0094585C"/>
    <w:rsid w:val="00950955"/>
    <w:rsid w:val="009553D2"/>
    <w:rsid w:val="00955AF0"/>
    <w:rsid w:val="00956C87"/>
    <w:rsid w:val="00964580"/>
    <w:rsid w:val="00966B81"/>
    <w:rsid w:val="009709AB"/>
    <w:rsid w:val="00975196"/>
    <w:rsid w:val="00982443"/>
    <w:rsid w:val="00993788"/>
    <w:rsid w:val="00995248"/>
    <w:rsid w:val="00995B84"/>
    <w:rsid w:val="009A1F65"/>
    <w:rsid w:val="009A4EFD"/>
    <w:rsid w:val="009B6295"/>
    <w:rsid w:val="009C00F1"/>
    <w:rsid w:val="009C1F53"/>
    <w:rsid w:val="009C2A23"/>
    <w:rsid w:val="009C376F"/>
    <w:rsid w:val="009C4CCC"/>
    <w:rsid w:val="009C7720"/>
    <w:rsid w:val="009D3555"/>
    <w:rsid w:val="009D3798"/>
    <w:rsid w:val="009D3A05"/>
    <w:rsid w:val="009D4A20"/>
    <w:rsid w:val="009E18F4"/>
    <w:rsid w:val="009E4556"/>
    <w:rsid w:val="009E4B2B"/>
    <w:rsid w:val="009F6617"/>
    <w:rsid w:val="009F753D"/>
    <w:rsid w:val="00A021E9"/>
    <w:rsid w:val="00A10574"/>
    <w:rsid w:val="00A11624"/>
    <w:rsid w:val="00A22F3C"/>
    <w:rsid w:val="00A23AFA"/>
    <w:rsid w:val="00A31B3E"/>
    <w:rsid w:val="00A32D98"/>
    <w:rsid w:val="00A43A20"/>
    <w:rsid w:val="00A471A1"/>
    <w:rsid w:val="00A47E35"/>
    <w:rsid w:val="00A52534"/>
    <w:rsid w:val="00A52D44"/>
    <w:rsid w:val="00A532F3"/>
    <w:rsid w:val="00A53323"/>
    <w:rsid w:val="00A55C33"/>
    <w:rsid w:val="00A576B3"/>
    <w:rsid w:val="00A61747"/>
    <w:rsid w:val="00A63FE9"/>
    <w:rsid w:val="00A66DB3"/>
    <w:rsid w:val="00A8489E"/>
    <w:rsid w:val="00A85E0D"/>
    <w:rsid w:val="00A93916"/>
    <w:rsid w:val="00A93A8B"/>
    <w:rsid w:val="00A950A3"/>
    <w:rsid w:val="00A95423"/>
    <w:rsid w:val="00AA2754"/>
    <w:rsid w:val="00AA3489"/>
    <w:rsid w:val="00AA59D0"/>
    <w:rsid w:val="00AA5E61"/>
    <w:rsid w:val="00AA6416"/>
    <w:rsid w:val="00AB02A7"/>
    <w:rsid w:val="00AB2268"/>
    <w:rsid w:val="00AB2283"/>
    <w:rsid w:val="00AB2E9D"/>
    <w:rsid w:val="00AB44E3"/>
    <w:rsid w:val="00AB76F8"/>
    <w:rsid w:val="00AC29F3"/>
    <w:rsid w:val="00AC39AE"/>
    <w:rsid w:val="00AC69CD"/>
    <w:rsid w:val="00AD170A"/>
    <w:rsid w:val="00AD32D3"/>
    <w:rsid w:val="00AD498B"/>
    <w:rsid w:val="00AE2FB4"/>
    <w:rsid w:val="00AF1A73"/>
    <w:rsid w:val="00B0365F"/>
    <w:rsid w:val="00B119E6"/>
    <w:rsid w:val="00B15B6C"/>
    <w:rsid w:val="00B231E5"/>
    <w:rsid w:val="00B40B02"/>
    <w:rsid w:val="00B47253"/>
    <w:rsid w:val="00B5156C"/>
    <w:rsid w:val="00B54AD9"/>
    <w:rsid w:val="00B713D6"/>
    <w:rsid w:val="00B71467"/>
    <w:rsid w:val="00B74B68"/>
    <w:rsid w:val="00B97B39"/>
    <w:rsid w:val="00BB5167"/>
    <w:rsid w:val="00BC47FA"/>
    <w:rsid w:val="00BE0832"/>
    <w:rsid w:val="00BF4CFE"/>
    <w:rsid w:val="00C014B7"/>
    <w:rsid w:val="00C02B87"/>
    <w:rsid w:val="00C10414"/>
    <w:rsid w:val="00C11D2E"/>
    <w:rsid w:val="00C2010B"/>
    <w:rsid w:val="00C20634"/>
    <w:rsid w:val="00C231C4"/>
    <w:rsid w:val="00C23CCC"/>
    <w:rsid w:val="00C26C2B"/>
    <w:rsid w:val="00C3344E"/>
    <w:rsid w:val="00C3630B"/>
    <w:rsid w:val="00C4086D"/>
    <w:rsid w:val="00C40EAD"/>
    <w:rsid w:val="00C467A6"/>
    <w:rsid w:val="00C5018D"/>
    <w:rsid w:val="00C56151"/>
    <w:rsid w:val="00C618E3"/>
    <w:rsid w:val="00C70DF7"/>
    <w:rsid w:val="00C74C0E"/>
    <w:rsid w:val="00C90159"/>
    <w:rsid w:val="00C9030E"/>
    <w:rsid w:val="00C90431"/>
    <w:rsid w:val="00C9489E"/>
    <w:rsid w:val="00CA024C"/>
    <w:rsid w:val="00CA1896"/>
    <w:rsid w:val="00CB525A"/>
    <w:rsid w:val="00CB5B28"/>
    <w:rsid w:val="00CC3BFD"/>
    <w:rsid w:val="00CC66F2"/>
    <w:rsid w:val="00CD103A"/>
    <w:rsid w:val="00CD19B7"/>
    <w:rsid w:val="00CD4F1A"/>
    <w:rsid w:val="00CE02A8"/>
    <w:rsid w:val="00CE2F0F"/>
    <w:rsid w:val="00CE3DDB"/>
    <w:rsid w:val="00CF2EDB"/>
    <w:rsid w:val="00CF5371"/>
    <w:rsid w:val="00D0323A"/>
    <w:rsid w:val="00D0559F"/>
    <w:rsid w:val="00D06EFD"/>
    <w:rsid w:val="00D077E9"/>
    <w:rsid w:val="00D1685A"/>
    <w:rsid w:val="00D2048A"/>
    <w:rsid w:val="00D229A5"/>
    <w:rsid w:val="00D25980"/>
    <w:rsid w:val="00D30A17"/>
    <w:rsid w:val="00D32962"/>
    <w:rsid w:val="00D42B69"/>
    <w:rsid w:val="00D42CB7"/>
    <w:rsid w:val="00D5004E"/>
    <w:rsid w:val="00D51F8D"/>
    <w:rsid w:val="00D534D9"/>
    <w:rsid w:val="00D5367A"/>
    <w:rsid w:val="00D53E95"/>
    <w:rsid w:val="00D5413D"/>
    <w:rsid w:val="00D570A9"/>
    <w:rsid w:val="00D57674"/>
    <w:rsid w:val="00D665D3"/>
    <w:rsid w:val="00D70BA8"/>
    <w:rsid w:val="00D70D02"/>
    <w:rsid w:val="00D716E4"/>
    <w:rsid w:val="00D75653"/>
    <w:rsid w:val="00D75C79"/>
    <w:rsid w:val="00D76BD3"/>
    <w:rsid w:val="00D76FA2"/>
    <w:rsid w:val="00D770C7"/>
    <w:rsid w:val="00D82EB3"/>
    <w:rsid w:val="00D85BCD"/>
    <w:rsid w:val="00D86106"/>
    <w:rsid w:val="00D86945"/>
    <w:rsid w:val="00D90290"/>
    <w:rsid w:val="00D917C2"/>
    <w:rsid w:val="00D91BFB"/>
    <w:rsid w:val="00D94DC7"/>
    <w:rsid w:val="00D977AD"/>
    <w:rsid w:val="00DA3414"/>
    <w:rsid w:val="00DB16A9"/>
    <w:rsid w:val="00DB344E"/>
    <w:rsid w:val="00DB3C73"/>
    <w:rsid w:val="00DB6F71"/>
    <w:rsid w:val="00DC4B44"/>
    <w:rsid w:val="00DD152F"/>
    <w:rsid w:val="00DD61FC"/>
    <w:rsid w:val="00DE213F"/>
    <w:rsid w:val="00DF027C"/>
    <w:rsid w:val="00DF137F"/>
    <w:rsid w:val="00DF4B02"/>
    <w:rsid w:val="00E00A32"/>
    <w:rsid w:val="00E015D4"/>
    <w:rsid w:val="00E03372"/>
    <w:rsid w:val="00E05356"/>
    <w:rsid w:val="00E075DA"/>
    <w:rsid w:val="00E1586E"/>
    <w:rsid w:val="00E16849"/>
    <w:rsid w:val="00E16A39"/>
    <w:rsid w:val="00E22ACD"/>
    <w:rsid w:val="00E23C85"/>
    <w:rsid w:val="00E25C93"/>
    <w:rsid w:val="00E405ED"/>
    <w:rsid w:val="00E53674"/>
    <w:rsid w:val="00E56686"/>
    <w:rsid w:val="00E620B0"/>
    <w:rsid w:val="00E626E5"/>
    <w:rsid w:val="00E647A1"/>
    <w:rsid w:val="00E65FCA"/>
    <w:rsid w:val="00E67462"/>
    <w:rsid w:val="00E74DF0"/>
    <w:rsid w:val="00E81B40"/>
    <w:rsid w:val="00E83139"/>
    <w:rsid w:val="00E831EB"/>
    <w:rsid w:val="00E872C3"/>
    <w:rsid w:val="00E905C6"/>
    <w:rsid w:val="00E92D07"/>
    <w:rsid w:val="00EA0E6C"/>
    <w:rsid w:val="00EB2B5C"/>
    <w:rsid w:val="00EB3E6E"/>
    <w:rsid w:val="00EC07C7"/>
    <w:rsid w:val="00EC09E9"/>
    <w:rsid w:val="00ED73CF"/>
    <w:rsid w:val="00EE189B"/>
    <w:rsid w:val="00EE4F25"/>
    <w:rsid w:val="00EF3D25"/>
    <w:rsid w:val="00EF44ED"/>
    <w:rsid w:val="00EF555B"/>
    <w:rsid w:val="00EF6ED3"/>
    <w:rsid w:val="00EF76E6"/>
    <w:rsid w:val="00F003A9"/>
    <w:rsid w:val="00F027BB"/>
    <w:rsid w:val="00F03815"/>
    <w:rsid w:val="00F11DCF"/>
    <w:rsid w:val="00F162EA"/>
    <w:rsid w:val="00F27A0F"/>
    <w:rsid w:val="00F456C1"/>
    <w:rsid w:val="00F52D03"/>
    <w:rsid w:val="00F52D27"/>
    <w:rsid w:val="00F57D42"/>
    <w:rsid w:val="00F6599C"/>
    <w:rsid w:val="00F65D29"/>
    <w:rsid w:val="00F83527"/>
    <w:rsid w:val="00F86751"/>
    <w:rsid w:val="00F96BC9"/>
    <w:rsid w:val="00FA3716"/>
    <w:rsid w:val="00FB26E1"/>
    <w:rsid w:val="00FB4511"/>
    <w:rsid w:val="00FD583F"/>
    <w:rsid w:val="00FD7488"/>
    <w:rsid w:val="00FD7DDA"/>
    <w:rsid w:val="00FE10E7"/>
    <w:rsid w:val="00FE1520"/>
    <w:rsid w:val="00FE3614"/>
    <w:rsid w:val="00FE7423"/>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6B737"/>
  <w15:docId w15:val="{E74AE9A5-6E22-4400-8B55-FECF4E58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E0109"/>
    <w:pPr>
      <w:spacing w:after="0"/>
    </w:pPr>
    <w:rPr>
      <w:rFonts w:ascii="Arial" w:eastAsiaTheme="minorEastAsia" w:hAnsi="Arial"/>
      <w:color w:val="082A75" w:themeColor="text2"/>
      <w:sz w:val="20"/>
      <w:szCs w:val="22"/>
    </w:rPr>
  </w:style>
  <w:style w:type="paragraph" w:styleId="Titolo1">
    <w:name w:val="heading 1"/>
    <w:basedOn w:val="Normale"/>
    <w:link w:val="Titolo1Carattere"/>
    <w:uiPriority w:val="4"/>
    <w:qFormat/>
    <w:rsid w:val="00574D7F"/>
    <w:pPr>
      <w:keepNext/>
      <w:spacing w:before="240" w:after="60"/>
      <w:outlineLvl w:val="0"/>
    </w:pPr>
    <w:rPr>
      <w:rFonts w:asciiTheme="majorHAnsi" w:eastAsiaTheme="majorEastAsia" w:hAnsiTheme="majorHAnsi" w:cstheme="majorBidi"/>
      <w:color w:val="061F57" w:themeColor="text2" w:themeShade="BF"/>
      <w:kern w:val="28"/>
      <w:sz w:val="36"/>
      <w:szCs w:val="32"/>
      <w:u w:val="single"/>
    </w:rPr>
  </w:style>
  <w:style w:type="paragraph" w:styleId="Titolo2">
    <w:name w:val="heading 2"/>
    <w:basedOn w:val="Normale"/>
    <w:next w:val="Normale"/>
    <w:link w:val="Titolo2Carattere"/>
    <w:uiPriority w:val="4"/>
    <w:qFormat/>
    <w:rsid w:val="00E83139"/>
    <w:pPr>
      <w:keepNext/>
      <w:spacing w:after="240" w:line="360" w:lineRule="auto"/>
      <w:jc w:val="center"/>
      <w:outlineLvl w:val="1"/>
    </w:pPr>
    <w:rPr>
      <w:rFonts w:eastAsiaTheme="majorEastAsia" w:cstheme="majorBidi"/>
      <w:sz w:val="40"/>
      <w:szCs w:val="26"/>
    </w:rPr>
  </w:style>
  <w:style w:type="paragraph" w:styleId="Titolo3">
    <w:name w:val="heading 3"/>
    <w:basedOn w:val="Normale"/>
    <w:next w:val="Normale"/>
    <w:link w:val="Titolo3Carattere"/>
    <w:uiPriority w:val="5"/>
    <w:unhideWhenUsed/>
    <w:qFormat/>
    <w:rsid w:val="00011D27"/>
    <w:pPr>
      <w:keepNext/>
      <w:keepLines/>
      <w:spacing w:before="40"/>
      <w:outlineLvl w:val="2"/>
    </w:pPr>
    <w:rPr>
      <w:rFonts w:asciiTheme="majorHAnsi" w:eastAsiaTheme="majorEastAsia" w:hAnsiTheme="majorHAnsi" w:cstheme="majorBidi"/>
      <w:color w:val="012639" w:themeColor="accent1" w:themeShade="7F"/>
      <w:sz w:val="24"/>
      <w:szCs w:val="24"/>
    </w:rPr>
  </w:style>
  <w:style w:type="paragraph" w:styleId="Titolo4">
    <w:name w:val="heading 4"/>
    <w:basedOn w:val="Normale"/>
    <w:next w:val="Normale"/>
    <w:link w:val="Titolo4Carattere"/>
    <w:uiPriority w:val="1"/>
    <w:unhideWhenUsed/>
    <w:qFormat/>
    <w:rsid w:val="00011D27"/>
    <w:pPr>
      <w:keepNext/>
      <w:keepLines/>
      <w:spacing w:before="40"/>
      <w:outlineLvl w:val="3"/>
    </w:pPr>
    <w:rPr>
      <w:rFonts w:asciiTheme="majorHAnsi" w:eastAsiaTheme="majorEastAsia" w:hAnsiTheme="majorHAnsi" w:cstheme="majorBidi"/>
      <w:i/>
      <w:iCs/>
      <w:color w:val="013A57"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itolo">
    <w:name w:val="Title"/>
    <w:basedOn w:val="Normale"/>
    <w:link w:val="TitoloCarattere"/>
    <w:uiPriority w:val="10"/>
    <w:qFormat/>
    <w:rsid w:val="004964AD"/>
    <w:pPr>
      <w:spacing w:after="200" w:line="240" w:lineRule="auto"/>
    </w:pPr>
    <w:rPr>
      <w:rFonts w:asciiTheme="majorHAnsi" w:eastAsiaTheme="majorEastAsia" w:hAnsiTheme="majorHAnsi" w:cstheme="majorBidi"/>
      <w:bCs/>
      <w:sz w:val="52"/>
      <w:szCs w:val="52"/>
    </w:rPr>
  </w:style>
  <w:style w:type="character" w:customStyle="1" w:styleId="TitoloCarattere">
    <w:name w:val="Titolo Carattere"/>
    <w:basedOn w:val="Carpredefinitoparagrafo"/>
    <w:link w:val="Titolo"/>
    <w:uiPriority w:val="10"/>
    <w:rsid w:val="004964AD"/>
    <w:rPr>
      <w:rFonts w:asciiTheme="majorHAnsi" w:eastAsiaTheme="majorEastAsia" w:hAnsiTheme="majorHAnsi" w:cstheme="majorBidi"/>
      <w:b/>
      <w:bCs/>
      <w:color w:val="082A75" w:themeColor="text2"/>
      <w:sz w:val="52"/>
      <w:szCs w:val="52"/>
    </w:rPr>
  </w:style>
  <w:style w:type="paragraph" w:styleId="Sottotitolo">
    <w:name w:val="Subtitle"/>
    <w:basedOn w:val="Normale"/>
    <w:link w:val="SottotitoloCarattere"/>
    <w:uiPriority w:val="2"/>
    <w:qFormat/>
    <w:rsid w:val="00D86945"/>
    <w:pPr>
      <w:framePr w:hSpace="180" w:wrap="around" w:vAnchor="text" w:hAnchor="margin" w:y="1167"/>
    </w:pPr>
    <w:rPr>
      <w:b/>
      <w:caps/>
      <w:spacing w:val="20"/>
      <w:sz w:val="32"/>
    </w:rPr>
  </w:style>
  <w:style w:type="character" w:customStyle="1" w:styleId="SottotitoloCarattere">
    <w:name w:val="Sottotitolo Carattere"/>
    <w:basedOn w:val="Carpredefinitoparagrafo"/>
    <w:link w:val="Sottotitolo"/>
    <w:uiPriority w:val="2"/>
    <w:rsid w:val="00D86945"/>
    <w:rPr>
      <w:rFonts w:eastAsiaTheme="minorEastAsia"/>
      <w:caps/>
      <w:color w:val="082A75" w:themeColor="text2"/>
      <w:spacing w:val="20"/>
      <w:sz w:val="32"/>
      <w:szCs w:val="22"/>
    </w:rPr>
  </w:style>
  <w:style w:type="character" w:customStyle="1" w:styleId="Titolo1Carattere">
    <w:name w:val="Titolo 1 Carattere"/>
    <w:basedOn w:val="Carpredefinitoparagrafo"/>
    <w:link w:val="Titolo1"/>
    <w:uiPriority w:val="4"/>
    <w:rsid w:val="00574D7F"/>
    <w:rPr>
      <w:rFonts w:asciiTheme="majorHAnsi" w:eastAsiaTheme="majorEastAsia" w:hAnsiTheme="majorHAnsi" w:cstheme="majorBidi"/>
      <w:color w:val="061F57" w:themeColor="text2" w:themeShade="BF"/>
      <w:kern w:val="28"/>
      <w:sz w:val="36"/>
      <w:szCs w:val="32"/>
      <w:u w:val="single"/>
    </w:rPr>
  </w:style>
  <w:style w:type="paragraph" w:styleId="Intestazione">
    <w:name w:val="header"/>
    <w:basedOn w:val="Normale"/>
    <w:link w:val="IntestazioneCarattere"/>
    <w:uiPriority w:val="99"/>
    <w:unhideWhenUsed/>
    <w:rsid w:val="005037F0"/>
  </w:style>
  <w:style w:type="character" w:customStyle="1" w:styleId="IntestazioneCarattere">
    <w:name w:val="Intestazione Carattere"/>
    <w:basedOn w:val="Carpredefinitoparagrafo"/>
    <w:link w:val="Intestazione"/>
    <w:uiPriority w:val="99"/>
    <w:rsid w:val="0093335D"/>
  </w:style>
  <w:style w:type="paragraph" w:styleId="Pidipagina">
    <w:name w:val="footer"/>
    <w:basedOn w:val="Normale"/>
    <w:link w:val="PidipaginaCarattere"/>
    <w:uiPriority w:val="99"/>
    <w:unhideWhenUsed/>
    <w:rsid w:val="005037F0"/>
  </w:style>
  <w:style w:type="character" w:customStyle="1" w:styleId="PidipaginaCarattere">
    <w:name w:val="Piè di pagina Carattere"/>
    <w:basedOn w:val="Carpredefinitoparagrafo"/>
    <w:link w:val="Pidipagina"/>
    <w:uiPriority w:val="99"/>
    <w:rsid w:val="005037F0"/>
    <w:rPr>
      <w:sz w:val="24"/>
      <w:szCs w:val="24"/>
    </w:rPr>
  </w:style>
  <w:style w:type="paragraph" w:customStyle="1" w:styleId="Nom">
    <w:name w:val="Nom"/>
    <w:basedOn w:val="Normale"/>
    <w:uiPriority w:val="3"/>
    <w:qFormat/>
    <w:rsid w:val="00B231E5"/>
    <w:pPr>
      <w:spacing w:line="240" w:lineRule="auto"/>
      <w:jc w:val="right"/>
    </w:pPr>
  </w:style>
  <w:style w:type="character" w:customStyle="1" w:styleId="Titolo2Carattere">
    <w:name w:val="Titolo 2 Carattere"/>
    <w:basedOn w:val="Carpredefinitoparagrafo"/>
    <w:link w:val="Titolo2"/>
    <w:uiPriority w:val="4"/>
    <w:rsid w:val="00E83139"/>
    <w:rPr>
      <w:rFonts w:ascii="Arial" w:eastAsiaTheme="majorEastAsia" w:hAnsi="Arial" w:cstheme="majorBidi"/>
      <w:color w:val="082A75" w:themeColor="text2"/>
      <w:sz w:val="40"/>
      <w:szCs w:val="26"/>
    </w:rPr>
  </w:style>
  <w:style w:type="table" w:styleId="Grigliatabella">
    <w:name w:val="Table Grid"/>
    <w:basedOn w:val="Tabellanormale"/>
    <w:uiPriority w:val="5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unhideWhenUsed/>
    <w:rsid w:val="00D86945"/>
    <w:rPr>
      <w:color w:val="808080"/>
    </w:rPr>
  </w:style>
  <w:style w:type="paragraph" w:customStyle="1" w:styleId="Contenu">
    <w:name w:val="Contenu"/>
    <w:basedOn w:val="Normale"/>
    <w:link w:val="Caractredecontenu"/>
    <w:qFormat/>
    <w:rsid w:val="00DF027C"/>
    <w:rPr>
      <w:b/>
    </w:rPr>
  </w:style>
  <w:style w:type="paragraph" w:customStyle="1" w:styleId="Textedemiseenvidence">
    <w:name w:val="Texte de mise en évidence"/>
    <w:basedOn w:val="Normale"/>
    <w:link w:val="Caractredetextedemiseenvidence"/>
    <w:qFormat/>
    <w:rsid w:val="00102B30"/>
    <w:rPr>
      <w:i/>
      <w:color w:val="2FA7E7" w:themeColor="accent2" w:themeShade="BF"/>
      <w:sz w:val="24"/>
    </w:rPr>
  </w:style>
  <w:style w:type="character" w:customStyle="1" w:styleId="Caractredecontenu">
    <w:name w:val="Caractère de contenu"/>
    <w:basedOn w:val="Carpredefinitoparagrafo"/>
    <w:link w:val="Contenu"/>
    <w:rsid w:val="00DF027C"/>
    <w:rPr>
      <w:rFonts w:eastAsiaTheme="minorEastAsia"/>
      <w:color w:val="082A75" w:themeColor="text2"/>
      <w:sz w:val="28"/>
      <w:szCs w:val="22"/>
    </w:rPr>
  </w:style>
  <w:style w:type="character" w:customStyle="1" w:styleId="Caractredetextedemiseenvidence">
    <w:name w:val="Caractère de texte de mise en évidence"/>
    <w:basedOn w:val="Carpredefinitoparagrafo"/>
    <w:link w:val="Textedemiseenvidence"/>
    <w:rsid w:val="00102B30"/>
    <w:rPr>
      <w:rFonts w:ascii="Arial" w:eastAsiaTheme="minorEastAsia" w:hAnsi="Arial"/>
      <w:i/>
      <w:color w:val="2FA7E7" w:themeColor="accent2" w:themeShade="BF"/>
      <w:szCs w:val="22"/>
    </w:rPr>
  </w:style>
  <w:style w:type="paragraph" w:customStyle="1" w:styleId="texteenitalique">
    <w:name w:val="texte en italique"/>
    <w:basedOn w:val="Normale"/>
    <w:link w:val="texteenitaliqueCar"/>
    <w:qFormat/>
    <w:rsid w:val="00DB344E"/>
    <w:pPr>
      <w:spacing w:before="60" w:after="120"/>
    </w:pPr>
    <w:rPr>
      <w:rFonts w:eastAsia="Arial" w:cstheme="majorHAnsi"/>
      <w:i/>
      <w:color w:val="15283F" w:themeColor="text1" w:themeShade="BF"/>
      <w:sz w:val="18"/>
      <w:szCs w:val="20"/>
    </w:rPr>
  </w:style>
  <w:style w:type="paragraph" w:customStyle="1" w:styleId="soustitre">
    <w:name w:val="sous titre"/>
    <w:basedOn w:val="Titolo1"/>
    <w:link w:val="soustitreCar"/>
    <w:qFormat/>
    <w:rsid w:val="00574D7F"/>
    <w:rPr>
      <w:b/>
      <w:sz w:val="28"/>
      <w:u w:val="none"/>
      <w:lang w:bidi="fr-FR"/>
    </w:rPr>
  </w:style>
  <w:style w:type="character" w:customStyle="1" w:styleId="texteenitaliqueCar">
    <w:name w:val="texte en italique Car"/>
    <w:basedOn w:val="Carpredefinitoparagrafo"/>
    <w:link w:val="texteenitalique"/>
    <w:rsid w:val="00DB344E"/>
    <w:rPr>
      <w:rFonts w:ascii="Arial" w:eastAsia="Arial" w:hAnsi="Arial" w:cstheme="majorHAnsi"/>
      <w:i/>
      <w:color w:val="15283F" w:themeColor="text1" w:themeShade="BF"/>
      <w:sz w:val="18"/>
      <w:szCs w:val="20"/>
    </w:rPr>
  </w:style>
  <w:style w:type="paragraph" w:customStyle="1" w:styleId="reference">
    <w:name w:val="reference"/>
    <w:basedOn w:val="Normale"/>
    <w:link w:val="referenceCar"/>
    <w:qFormat/>
    <w:rsid w:val="00207599"/>
    <w:pPr>
      <w:widowControl w:val="0"/>
      <w:pBdr>
        <w:top w:val="nil"/>
        <w:left w:val="nil"/>
        <w:bottom w:val="nil"/>
        <w:right w:val="nil"/>
        <w:between w:val="nil"/>
      </w:pBdr>
      <w:tabs>
        <w:tab w:val="left" w:pos="-720"/>
      </w:tabs>
      <w:ind w:left="284" w:hanging="284"/>
      <w:jc w:val="both"/>
    </w:pPr>
    <w:rPr>
      <w:rFonts w:asciiTheme="majorHAnsi" w:eastAsia="Arial" w:hAnsiTheme="majorHAnsi" w:cstheme="majorHAnsi"/>
      <w:color w:val="4D81C2" w:themeColor="accent3" w:themeTint="99"/>
      <w:sz w:val="16"/>
      <w:szCs w:val="16"/>
    </w:rPr>
  </w:style>
  <w:style w:type="character" w:customStyle="1" w:styleId="soustitreCar">
    <w:name w:val="sous titre Car"/>
    <w:basedOn w:val="Titolo1Carattere"/>
    <w:link w:val="soustitre"/>
    <w:rsid w:val="00574D7F"/>
    <w:rPr>
      <w:rFonts w:asciiTheme="majorHAnsi" w:eastAsiaTheme="majorEastAsia" w:hAnsiTheme="majorHAnsi" w:cstheme="majorBidi"/>
      <w:b/>
      <w:color w:val="061F57" w:themeColor="text2" w:themeShade="BF"/>
      <w:kern w:val="28"/>
      <w:sz w:val="28"/>
      <w:szCs w:val="32"/>
      <w:u w:val="single"/>
      <w:lang w:bidi="fr-FR"/>
    </w:rPr>
  </w:style>
  <w:style w:type="table" w:styleId="Grigliatab4">
    <w:name w:val="Grid Table 4"/>
    <w:basedOn w:val="Tabellanormale"/>
    <w:uiPriority w:val="49"/>
    <w:rsid w:val="00D534D9"/>
    <w:pPr>
      <w:spacing w:after="0" w:line="240" w:lineRule="auto"/>
    </w:p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color w:val="FFFFFF" w:themeColor="background1"/>
      </w:rPr>
      <w:tblPr/>
      <w:tcPr>
        <w:tcBorders>
          <w:top w:val="single" w:sz="4" w:space="0" w:color="1D3655" w:themeColor="text1"/>
          <w:left w:val="single" w:sz="4" w:space="0" w:color="1D3655" w:themeColor="text1"/>
          <w:bottom w:val="single" w:sz="4" w:space="0" w:color="1D3655" w:themeColor="text1"/>
          <w:right w:val="single" w:sz="4" w:space="0" w:color="1D3655" w:themeColor="text1"/>
          <w:insideH w:val="nil"/>
          <w:insideV w:val="nil"/>
        </w:tcBorders>
        <w:shd w:val="clear" w:color="auto" w:fill="1D3655" w:themeFill="text1"/>
      </w:tcPr>
    </w:tblStylePr>
    <w:tblStylePr w:type="lastRow">
      <w:rPr>
        <w:b/>
        <w:bCs/>
      </w:rPr>
      <w:tblPr/>
      <w:tcPr>
        <w:tcBorders>
          <w:top w:val="double" w:sz="4" w:space="0" w:color="1D3655" w:themeColor="text1"/>
        </w:tcBorders>
      </w:tcPr>
    </w:tblStylePr>
    <w:tblStylePr w:type="firstCol">
      <w:rPr>
        <w:b/>
        <w:bCs/>
      </w:rPr>
    </w:tblStylePr>
    <w:tblStylePr w:type="lastCol">
      <w:rPr>
        <w:b/>
        <w:bCs/>
      </w:rPr>
    </w:tblStylePr>
    <w:tblStylePr w:type="band1Vert">
      <w:tblPr/>
      <w:tcPr>
        <w:shd w:val="clear" w:color="auto" w:fill="C3D5EA" w:themeFill="text1" w:themeFillTint="33"/>
      </w:tcPr>
    </w:tblStylePr>
    <w:tblStylePr w:type="band1Horz">
      <w:tblPr/>
      <w:tcPr>
        <w:shd w:val="clear" w:color="auto" w:fill="C3D5EA" w:themeFill="text1" w:themeFillTint="33"/>
      </w:tcPr>
    </w:tblStylePr>
  </w:style>
  <w:style w:type="character" w:customStyle="1" w:styleId="referenceCar">
    <w:name w:val="reference Car"/>
    <w:basedOn w:val="Carpredefinitoparagrafo"/>
    <w:link w:val="reference"/>
    <w:rsid w:val="00207599"/>
    <w:rPr>
      <w:rFonts w:asciiTheme="majorHAnsi" w:eastAsia="Arial" w:hAnsiTheme="majorHAnsi" w:cstheme="majorHAnsi"/>
      <w:color w:val="4D81C2" w:themeColor="accent3" w:themeTint="99"/>
      <w:sz w:val="16"/>
      <w:szCs w:val="16"/>
    </w:rPr>
  </w:style>
  <w:style w:type="paragraph" w:customStyle="1" w:styleId="TITREDETABLEAU">
    <w:name w:val="TITRE DE TABLEAU"/>
    <w:basedOn w:val="Normale"/>
    <w:link w:val="TITREDETABLEAUCar"/>
    <w:qFormat/>
    <w:rsid w:val="00D534D9"/>
    <w:pPr>
      <w:spacing w:after="200" w:line="240" w:lineRule="auto"/>
      <w:jc w:val="center"/>
    </w:pPr>
    <w:rPr>
      <w:bCs/>
      <w:color w:val="FFFFFF" w:themeColor="background1"/>
    </w:rPr>
  </w:style>
  <w:style w:type="table" w:styleId="Grigliatab3">
    <w:name w:val="Grid Table 3"/>
    <w:basedOn w:val="Tabellanormale"/>
    <w:uiPriority w:val="48"/>
    <w:rsid w:val="001A5CDD"/>
    <w:pPr>
      <w:spacing w:after="0" w:line="240" w:lineRule="auto"/>
    </w:p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5EA" w:themeFill="text1" w:themeFillTint="33"/>
      </w:tcPr>
    </w:tblStylePr>
    <w:tblStylePr w:type="band1Horz">
      <w:tblPr/>
      <w:tcPr>
        <w:shd w:val="clear" w:color="auto" w:fill="C3D5EA" w:themeFill="text1" w:themeFillTint="33"/>
      </w:tcPr>
    </w:tblStylePr>
    <w:tblStylePr w:type="neCell">
      <w:tblPr/>
      <w:tcPr>
        <w:tcBorders>
          <w:bottom w:val="single" w:sz="4" w:space="0" w:color="4D81C2" w:themeColor="text1" w:themeTint="99"/>
        </w:tcBorders>
      </w:tcPr>
    </w:tblStylePr>
    <w:tblStylePr w:type="nwCell">
      <w:tblPr/>
      <w:tcPr>
        <w:tcBorders>
          <w:bottom w:val="single" w:sz="4" w:space="0" w:color="4D81C2" w:themeColor="text1" w:themeTint="99"/>
        </w:tcBorders>
      </w:tcPr>
    </w:tblStylePr>
    <w:tblStylePr w:type="seCell">
      <w:tblPr/>
      <w:tcPr>
        <w:tcBorders>
          <w:top w:val="single" w:sz="4" w:space="0" w:color="4D81C2" w:themeColor="text1" w:themeTint="99"/>
        </w:tcBorders>
      </w:tcPr>
    </w:tblStylePr>
    <w:tblStylePr w:type="swCell">
      <w:tblPr/>
      <w:tcPr>
        <w:tcBorders>
          <w:top w:val="single" w:sz="4" w:space="0" w:color="4D81C2" w:themeColor="text1" w:themeTint="99"/>
        </w:tcBorders>
      </w:tcPr>
    </w:tblStylePr>
  </w:style>
  <w:style w:type="character" w:customStyle="1" w:styleId="TITREDETABLEAUCar">
    <w:name w:val="TITRE DE TABLEAU Car"/>
    <w:basedOn w:val="Carpredefinitoparagrafo"/>
    <w:link w:val="TITREDETABLEAU"/>
    <w:rsid w:val="00D534D9"/>
    <w:rPr>
      <w:rFonts w:ascii="Arial" w:eastAsiaTheme="minorEastAsia" w:hAnsi="Arial"/>
      <w:bCs/>
      <w:color w:val="FFFFFF" w:themeColor="background1"/>
      <w:sz w:val="20"/>
      <w:szCs w:val="22"/>
    </w:rPr>
  </w:style>
  <w:style w:type="paragraph" w:customStyle="1" w:styleId="IMPORTANT">
    <w:name w:val="IMPORTANT"/>
    <w:basedOn w:val="Normale"/>
    <w:link w:val="IMPORTANTCar"/>
    <w:qFormat/>
    <w:rsid w:val="00393C66"/>
    <w:pPr>
      <w:spacing w:after="200" w:line="240" w:lineRule="auto"/>
    </w:pPr>
    <w:rPr>
      <w:b/>
      <w:color w:val="E30334" w:themeColor="accent6"/>
      <w:sz w:val="18"/>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qFormat/>
    <w:rsid w:val="008747E4"/>
    <w:pPr>
      <w:widowControl w:val="0"/>
      <w:tabs>
        <w:tab w:val="left" w:pos="284"/>
      </w:tabs>
      <w:spacing w:after="60" w:line="240" w:lineRule="auto"/>
    </w:pPr>
    <w:rPr>
      <w:rFonts w:ascii="Times New Roman" w:eastAsia="Calibri" w:hAnsi="Times New Roman" w:cs="Times New Roman"/>
      <w:color w:val="auto"/>
      <w:szCs w:val="20"/>
      <w:lang w:eastAsia="fr-FR" w:bidi="fr-FR"/>
    </w:rPr>
  </w:style>
  <w:style w:type="character" w:customStyle="1" w:styleId="IMPORTANTCar">
    <w:name w:val="IMPORTANT Car"/>
    <w:basedOn w:val="Carpredefinitoparagrafo"/>
    <w:link w:val="IMPORTANT"/>
    <w:rsid w:val="00393C66"/>
    <w:rPr>
      <w:rFonts w:ascii="Arial" w:eastAsiaTheme="minorEastAsia" w:hAnsi="Arial"/>
      <w:b/>
      <w:color w:val="E30334" w:themeColor="accent6"/>
      <w:sz w:val="18"/>
      <w:szCs w:val="22"/>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basedOn w:val="Carpredefinitoparagrafo"/>
    <w:link w:val="Testonotaapidipagina"/>
    <w:rsid w:val="008747E4"/>
    <w:rPr>
      <w:rFonts w:ascii="Times New Roman" w:eastAsia="Calibri" w:hAnsi="Times New Roman" w:cs="Times New Roman"/>
      <w:sz w:val="20"/>
      <w:szCs w:val="20"/>
      <w:lang w:eastAsia="fr-FR" w:bidi="fr-FR"/>
    </w:rPr>
  </w:style>
  <w:style w:type="table" w:styleId="Tabellagriglia4-colore4">
    <w:name w:val="Grid Table 4 Accent 4"/>
    <w:basedOn w:val="Tabellanormale"/>
    <w:uiPriority w:val="49"/>
    <w:rsid w:val="00102B30"/>
    <w:pPr>
      <w:spacing w:after="0" w:line="240" w:lineRule="auto"/>
    </w:pPr>
    <w:tblPr>
      <w:tblStyleRowBandSize w:val="1"/>
      <w:tblStyleColBandSize w:val="1"/>
      <w:tblBorders>
        <w:top w:val="single" w:sz="4" w:space="0" w:color="B7CCE6" w:themeColor="accent4" w:themeTint="99"/>
        <w:left w:val="single" w:sz="4" w:space="0" w:color="B7CCE6" w:themeColor="accent4" w:themeTint="99"/>
        <w:bottom w:val="single" w:sz="4" w:space="0" w:color="B7CCE6" w:themeColor="accent4" w:themeTint="99"/>
        <w:right w:val="single" w:sz="4" w:space="0" w:color="B7CCE6" w:themeColor="accent4" w:themeTint="99"/>
        <w:insideH w:val="single" w:sz="4" w:space="0" w:color="B7CCE6" w:themeColor="accent4" w:themeTint="99"/>
        <w:insideV w:val="single" w:sz="4" w:space="0" w:color="B7CCE6" w:themeColor="accent4" w:themeTint="99"/>
      </w:tblBorders>
    </w:tblPr>
    <w:tblStylePr w:type="firstRow">
      <w:rPr>
        <w:b/>
        <w:bCs/>
        <w:color w:val="FFFFFF" w:themeColor="background1"/>
      </w:rPr>
      <w:tblPr/>
      <w:tcPr>
        <w:tcBorders>
          <w:top w:val="single" w:sz="4" w:space="0" w:color="88ABD6" w:themeColor="accent4"/>
          <w:left w:val="single" w:sz="4" w:space="0" w:color="88ABD6" w:themeColor="accent4"/>
          <w:bottom w:val="single" w:sz="4" w:space="0" w:color="88ABD6" w:themeColor="accent4"/>
          <w:right w:val="single" w:sz="4" w:space="0" w:color="88ABD6" w:themeColor="accent4"/>
          <w:insideH w:val="nil"/>
          <w:insideV w:val="nil"/>
        </w:tcBorders>
        <w:shd w:val="clear" w:color="auto" w:fill="88ABD6" w:themeFill="accent4"/>
      </w:tcPr>
    </w:tblStylePr>
    <w:tblStylePr w:type="lastRow">
      <w:rPr>
        <w:b/>
        <w:bCs/>
      </w:rPr>
      <w:tblPr/>
      <w:tcPr>
        <w:tcBorders>
          <w:top w:val="double" w:sz="4" w:space="0" w:color="88ABD6" w:themeColor="accent4"/>
        </w:tcBorders>
      </w:tcPr>
    </w:tblStylePr>
    <w:tblStylePr w:type="firstCol">
      <w:rPr>
        <w:b/>
        <w:bCs/>
      </w:rPr>
    </w:tblStylePr>
    <w:tblStylePr w:type="lastCol">
      <w:rPr>
        <w:b/>
        <w:bCs/>
      </w:rPr>
    </w:tblStylePr>
    <w:tblStylePr w:type="band1Vert">
      <w:tblPr/>
      <w:tcPr>
        <w:shd w:val="clear" w:color="auto" w:fill="E7EEF6" w:themeFill="accent4" w:themeFillTint="33"/>
      </w:tcPr>
    </w:tblStylePr>
    <w:tblStylePr w:type="band1Horz">
      <w:tblPr/>
      <w:tcPr>
        <w:shd w:val="clear" w:color="auto" w:fill="E7EEF6" w:themeFill="accent4" w:themeFillTint="33"/>
      </w:tcPr>
    </w:tblStylePr>
  </w:style>
  <w:style w:type="table" w:styleId="Tabellagriglia4-colore5">
    <w:name w:val="Grid Table 4 Accent 5"/>
    <w:basedOn w:val="Tabellanormale"/>
    <w:uiPriority w:val="49"/>
    <w:rsid w:val="00102B30"/>
    <w:pPr>
      <w:spacing w:after="0" w:line="240" w:lineRule="auto"/>
    </w:pPr>
    <w:tblPr>
      <w:tblStyleRowBandSize w:val="1"/>
      <w:tblStyleColBandSize w:val="1"/>
      <w:tblBorders>
        <w:top w:val="single" w:sz="4" w:space="0" w:color="E0F2FB" w:themeColor="accent5" w:themeTint="99"/>
        <w:left w:val="single" w:sz="4" w:space="0" w:color="E0F2FB" w:themeColor="accent5" w:themeTint="99"/>
        <w:bottom w:val="single" w:sz="4" w:space="0" w:color="E0F2FB" w:themeColor="accent5" w:themeTint="99"/>
        <w:right w:val="single" w:sz="4" w:space="0" w:color="E0F2FB" w:themeColor="accent5" w:themeTint="99"/>
        <w:insideH w:val="single" w:sz="4" w:space="0" w:color="E0F2FB" w:themeColor="accent5" w:themeTint="99"/>
        <w:insideV w:val="single" w:sz="4" w:space="0" w:color="E0F2FB" w:themeColor="accent5" w:themeTint="99"/>
      </w:tblBorders>
    </w:tblPr>
    <w:tblStylePr w:type="firstRow">
      <w:rPr>
        <w:b/>
        <w:bCs/>
        <w:color w:val="FFFFFF" w:themeColor="background1"/>
      </w:rPr>
      <w:tblPr/>
      <w:tcPr>
        <w:tcBorders>
          <w:top w:val="single" w:sz="4" w:space="0" w:color="CDEAF9" w:themeColor="accent5"/>
          <w:left w:val="single" w:sz="4" w:space="0" w:color="CDEAF9" w:themeColor="accent5"/>
          <w:bottom w:val="single" w:sz="4" w:space="0" w:color="CDEAF9" w:themeColor="accent5"/>
          <w:right w:val="single" w:sz="4" w:space="0" w:color="CDEAF9" w:themeColor="accent5"/>
          <w:insideH w:val="nil"/>
          <w:insideV w:val="nil"/>
        </w:tcBorders>
        <w:shd w:val="clear" w:color="auto" w:fill="CDEAF9" w:themeFill="accent5"/>
      </w:tcPr>
    </w:tblStylePr>
    <w:tblStylePr w:type="lastRow">
      <w:rPr>
        <w:b/>
        <w:bCs/>
      </w:rPr>
      <w:tblPr/>
      <w:tcPr>
        <w:tcBorders>
          <w:top w:val="double" w:sz="4" w:space="0" w:color="CDEAF9" w:themeColor="accent5"/>
        </w:tcBorders>
      </w:tcPr>
    </w:tblStylePr>
    <w:tblStylePr w:type="firstCol">
      <w:rPr>
        <w:b/>
        <w:bCs/>
      </w:rPr>
    </w:tblStylePr>
    <w:tblStylePr w:type="lastCol">
      <w:rPr>
        <w:b/>
        <w:bCs/>
      </w:rPr>
    </w:tblStylePr>
    <w:tblStylePr w:type="band1Vert">
      <w:tblPr/>
      <w:tcPr>
        <w:shd w:val="clear" w:color="auto" w:fill="F4FAFD" w:themeFill="accent5" w:themeFillTint="33"/>
      </w:tcPr>
    </w:tblStylePr>
    <w:tblStylePr w:type="band1Horz">
      <w:tblPr/>
      <w:tcPr>
        <w:shd w:val="clear" w:color="auto" w:fill="F4FAFD" w:themeFill="accent5" w:themeFillTint="33"/>
      </w:tcPr>
    </w:tblStylePr>
  </w:style>
  <w:style w:type="paragraph" w:styleId="Paragrafoelenco">
    <w:name w:val="List Paragraph"/>
    <w:aliases w:val="List,Bullets,References,Paragraphe de liste1,Liste 1,List Paragraph nowy,Numbered List Paragraph,List Paragraph (numbered (a)),Medium Grid 1 - Accent 21,Paragraphe de liste2,Lapis Bulleted List,En tête 1,Bullet Points,Liste Paragraf"/>
    <w:basedOn w:val="Normale"/>
    <w:link w:val="ParagrafoelencoCarattere"/>
    <w:uiPriority w:val="34"/>
    <w:unhideWhenUsed/>
    <w:qFormat/>
    <w:rsid w:val="0049604D"/>
    <w:pPr>
      <w:ind w:left="720"/>
      <w:contextualSpacing/>
    </w:pPr>
  </w:style>
  <w:style w:type="table" w:styleId="Tabellagriglia4-colore2">
    <w:name w:val="Grid Table 4 Accent 2"/>
    <w:basedOn w:val="Tabellanormale"/>
    <w:uiPriority w:val="49"/>
    <w:rsid w:val="0049604D"/>
    <w:pPr>
      <w:spacing w:after="0" w:line="240" w:lineRule="auto"/>
    </w:p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color w:val="FFFFFF" w:themeColor="background1"/>
      </w:rPr>
      <w:tblPr/>
      <w:tcPr>
        <w:tcBorders>
          <w:top w:val="single" w:sz="4" w:space="0" w:color="84CBF1" w:themeColor="accent2"/>
          <w:left w:val="single" w:sz="4" w:space="0" w:color="84CBF1" w:themeColor="accent2"/>
          <w:bottom w:val="single" w:sz="4" w:space="0" w:color="84CBF1" w:themeColor="accent2"/>
          <w:right w:val="single" w:sz="4" w:space="0" w:color="84CBF1" w:themeColor="accent2"/>
          <w:insideH w:val="nil"/>
          <w:insideV w:val="nil"/>
        </w:tcBorders>
        <w:shd w:val="clear" w:color="auto" w:fill="84CBF1" w:themeFill="accent2"/>
      </w:tcPr>
    </w:tblStylePr>
    <w:tblStylePr w:type="lastRow">
      <w:rPr>
        <w:b/>
        <w:bCs/>
      </w:rPr>
      <w:tblPr/>
      <w:tcPr>
        <w:tcBorders>
          <w:top w:val="double" w:sz="4" w:space="0" w:color="84CBF1" w:themeColor="accent2"/>
        </w:tcBorders>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3-colore2">
    <w:name w:val="Grid Table 3 Accent 2"/>
    <w:basedOn w:val="Tabellanormale"/>
    <w:uiPriority w:val="48"/>
    <w:rsid w:val="0049604D"/>
    <w:pPr>
      <w:spacing w:after="0" w:line="240" w:lineRule="auto"/>
    </w:p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4FC" w:themeFill="accent2" w:themeFillTint="33"/>
      </w:tcPr>
    </w:tblStylePr>
    <w:tblStylePr w:type="band1Horz">
      <w:tblPr/>
      <w:tcPr>
        <w:shd w:val="clear" w:color="auto" w:fill="E6F4FC" w:themeFill="accent2" w:themeFillTint="33"/>
      </w:tcPr>
    </w:tblStylePr>
    <w:tblStylePr w:type="neCell">
      <w:tblPr/>
      <w:tcPr>
        <w:tcBorders>
          <w:bottom w:val="single" w:sz="4" w:space="0" w:color="B5DFF6" w:themeColor="accent2" w:themeTint="99"/>
        </w:tcBorders>
      </w:tcPr>
    </w:tblStylePr>
    <w:tblStylePr w:type="nwCell">
      <w:tblPr/>
      <w:tcPr>
        <w:tcBorders>
          <w:bottom w:val="single" w:sz="4" w:space="0" w:color="B5DFF6" w:themeColor="accent2" w:themeTint="99"/>
        </w:tcBorders>
      </w:tcPr>
    </w:tblStylePr>
    <w:tblStylePr w:type="seCell">
      <w:tblPr/>
      <w:tcPr>
        <w:tcBorders>
          <w:top w:val="single" w:sz="4" w:space="0" w:color="B5DFF6" w:themeColor="accent2" w:themeTint="99"/>
        </w:tcBorders>
      </w:tcPr>
    </w:tblStylePr>
    <w:tblStylePr w:type="swCell">
      <w:tblPr/>
      <w:tcPr>
        <w:tcBorders>
          <w:top w:val="single" w:sz="4" w:space="0" w:color="B5DFF6" w:themeColor="accent2" w:themeTint="99"/>
        </w:tcBorders>
      </w:tcPr>
    </w:tblStylePr>
  </w:style>
  <w:style w:type="table" w:styleId="Tabellagriglia1chiara-colore3">
    <w:name w:val="Grid Table 1 Light Accent 3"/>
    <w:basedOn w:val="Tabellanormale"/>
    <w:uiPriority w:val="46"/>
    <w:rsid w:val="00943E7F"/>
    <w:pPr>
      <w:spacing w:after="0" w:line="240" w:lineRule="auto"/>
    </w:pPr>
    <w:tblPr>
      <w:tblStyleRowBandSize w:val="1"/>
      <w:tblStyleColBandSize w:val="1"/>
      <w:tblBorders>
        <w:top w:val="single" w:sz="4" w:space="0" w:color="88ABD6" w:themeColor="accent3" w:themeTint="66"/>
        <w:left w:val="single" w:sz="4" w:space="0" w:color="88ABD6" w:themeColor="accent3" w:themeTint="66"/>
        <w:bottom w:val="single" w:sz="4" w:space="0" w:color="88ABD6" w:themeColor="accent3" w:themeTint="66"/>
        <w:right w:val="single" w:sz="4" w:space="0" w:color="88ABD6" w:themeColor="accent3" w:themeTint="66"/>
        <w:insideH w:val="single" w:sz="4" w:space="0" w:color="88ABD6" w:themeColor="accent3" w:themeTint="66"/>
        <w:insideV w:val="single" w:sz="4" w:space="0" w:color="88ABD6" w:themeColor="accent3" w:themeTint="66"/>
      </w:tblBorders>
    </w:tblPr>
    <w:tblStylePr w:type="firstRow">
      <w:rPr>
        <w:b/>
        <w:bCs/>
      </w:rPr>
      <w:tblPr/>
      <w:tcPr>
        <w:tcBorders>
          <w:bottom w:val="single" w:sz="12" w:space="0" w:color="4D81C2" w:themeColor="accent3" w:themeTint="99"/>
        </w:tcBorders>
      </w:tcPr>
    </w:tblStylePr>
    <w:tblStylePr w:type="lastRow">
      <w:rPr>
        <w:b/>
        <w:bCs/>
      </w:rPr>
      <w:tblPr/>
      <w:tcPr>
        <w:tcBorders>
          <w:top w:val="double" w:sz="2" w:space="0" w:color="4D81C2" w:themeColor="accent3" w:themeTint="99"/>
        </w:tcBorders>
      </w:tcPr>
    </w:tblStylePr>
    <w:tblStylePr w:type="firstCol">
      <w:rPr>
        <w:b/>
        <w:bCs/>
      </w:rPr>
    </w:tblStylePr>
    <w:tblStylePr w:type="lastCol">
      <w:rPr>
        <w:b/>
        <w:bCs/>
      </w:rPr>
    </w:tblStylePr>
  </w:style>
  <w:style w:type="table" w:styleId="Tabellagriglia6acolori">
    <w:name w:val="Grid Table 6 Colorful"/>
    <w:basedOn w:val="Tabellanormale"/>
    <w:uiPriority w:val="51"/>
    <w:rsid w:val="00943E7F"/>
    <w:pPr>
      <w:spacing w:after="0" w:line="240" w:lineRule="auto"/>
    </w:pPr>
    <w:rPr>
      <w:color w:val="1D3655" w:themeColor="text1"/>
    </w:rPr>
    <w:tblPr>
      <w:tblStyleRowBandSize w:val="1"/>
      <w:tblStyleColBandSize w:val="1"/>
      <w:tblBorders>
        <w:top w:val="single" w:sz="4" w:space="0" w:color="4D81C2" w:themeColor="text1" w:themeTint="99"/>
        <w:left w:val="single" w:sz="4" w:space="0" w:color="4D81C2" w:themeColor="text1" w:themeTint="99"/>
        <w:bottom w:val="single" w:sz="4" w:space="0" w:color="4D81C2" w:themeColor="text1" w:themeTint="99"/>
        <w:right w:val="single" w:sz="4" w:space="0" w:color="4D81C2" w:themeColor="text1" w:themeTint="99"/>
        <w:insideH w:val="single" w:sz="4" w:space="0" w:color="4D81C2" w:themeColor="text1" w:themeTint="99"/>
        <w:insideV w:val="single" w:sz="4" w:space="0" w:color="4D81C2" w:themeColor="text1" w:themeTint="99"/>
      </w:tblBorders>
    </w:tblPr>
    <w:tblStylePr w:type="firstRow">
      <w:rPr>
        <w:b/>
        <w:bCs/>
      </w:rPr>
      <w:tblPr/>
      <w:tcPr>
        <w:tcBorders>
          <w:bottom w:val="single" w:sz="12" w:space="0" w:color="4D81C2" w:themeColor="text1" w:themeTint="99"/>
        </w:tcBorders>
      </w:tcPr>
    </w:tblStylePr>
    <w:tblStylePr w:type="lastRow">
      <w:rPr>
        <w:b/>
        <w:bCs/>
      </w:rPr>
      <w:tblPr/>
      <w:tcPr>
        <w:tcBorders>
          <w:top w:val="double" w:sz="4" w:space="0" w:color="4D81C2" w:themeColor="text1" w:themeTint="99"/>
        </w:tcBorders>
      </w:tcPr>
    </w:tblStylePr>
    <w:tblStylePr w:type="firstCol">
      <w:rPr>
        <w:b/>
        <w:bCs/>
      </w:rPr>
    </w:tblStylePr>
    <w:tblStylePr w:type="lastCol">
      <w:rPr>
        <w:b/>
        <w:bCs/>
      </w:rPr>
    </w:tblStylePr>
    <w:tblStylePr w:type="band1Vert">
      <w:tblPr/>
      <w:tcPr>
        <w:shd w:val="clear" w:color="auto" w:fill="C3D5EA" w:themeFill="text1" w:themeFillTint="33"/>
      </w:tcPr>
    </w:tblStylePr>
    <w:tblStylePr w:type="band1Horz">
      <w:tblPr/>
      <w:tcPr>
        <w:shd w:val="clear" w:color="auto" w:fill="C3D5EA" w:themeFill="text1" w:themeFillTint="33"/>
      </w:tcPr>
    </w:tblStylePr>
  </w:style>
  <w:style w:type="paragraph" w:customStyle="1" w:styleId="titre2TABLEAU">
    <w:name w:val="titre 2 TABLEAU"/>
    <w:basedOn w:val="Normale"/>
    <w:link w:val="titre2TABLEAUCar"/>
    <w:qFormat/>
    <w:rsid w:val="00943E7F"/>
    <w:pPr>
      <w:tabs>
        <w:tab w:val="left" w:pos="567"/>
      </w:tabs>
      <w:spacing w:before="120" w:line="240" w:lineRule="auto"/>
      <w:jc w:val="both"/>
    </w:pPr>
    <w:rPr>
      <w:rFonts w:asciiTheme="majorHAnsi" w:hAnsiTheme="majorHAnsi" w:cstheme="majorHAnsi"/>
      <w:b/>
      <w:bCs/>
      <w:iCs/>
      <w:color w:val="2FA7E7" w:themeColor="accent2" w:themeShade="BF"/>
      <w:sz w:val="24"/>
    </w:rPr>
  </w:style>
  <w:style w:type="paragraph" w:customStyle="1" w:styleId="COCHEDETABLEAU">
    <w:name w:val="COCHE DE TABLEAU"/>
    <w:basedOn w:val="Normale"/>
    <w:link w:val="COCHEDETABLEAUCar"/>
    <w:qFormat/>
    <w:rsid w:val="007726CC"/>
    <w:pPr>
      <w:tabs>
        <w:tab w:val="left" w:pos="567"/>
      </w:tabs>
      <w:spacing w:before="120" w:line="360" w:lineRule="auto"/>
      <w:jc w:val="center"/>
    </w:pPr>
    <w:rPr>
      <w:rFonts w:cstheme="majorHAnsi"/>
      <w:b/>
      <w:color w:val="E30334" w:themeColor="accent6"/>
      <w:sz w:val="28"/>
    </w:rPr>
  </w:style>
  <w:style w:type="character" w:customStyle="1" w:styleId="titre2TABLEAUCar">
    <w:name w:val="titre 2 TABLEAU Car"/>
    <w:basedOn w:val="Carpredefinitoparagrafo"/>
    <w:link w:val="titre2TABLEAU"/>
    <w:rsid w:val="00943E7F"/>
    <w:rPr>
      <w:rFonts w:asciiTheme="majorHAnsi" w:eastAsiaTheme="minorEastAsia" w:hAnsiTheme="majorHAnsi" w:cstheme="majorHAnsi"/>
      <w:b/>
      <w:bCs/>
      <w:iCs/>
      <w:color w:val="2FA7E7" w:themeColor="accent2" w:themeShade="BF"/>
      <w:szCs w:val="22"/>
    </w:rPr>
  </w:style>
  <w:style w:type="character" w:customStyle="1" w:styleId="Titolo3Carattere">
    <w:name w:val="Titolo 3 Carattere"/>
    <w:basedOn w:val="Carpredefinitoparagrafo"/>
    <w:link w:val="Titolo3"/>
    <w:uiPriority w:val="5"/>
    <w:rsid w:val="00011D27"/>
    <w:rPr>
      <w:rFonts w:asciiTheme="majorHAnsi" w:eastAsiaTheme="majorEastAsia" w:hAnsiTheme="majorHAnsi" w:cstheme="majorBidi"/>
      <w:color w:val="012639" w:themeColor="accent1" w:themeShade="7F"/>
    </w:rPr>
  </w:style>
  <w:style w:type="character" w:customStyle="1" w:styleId="COCHEDETABLEAUCar">
    <w:name w:val="COCHE DE TABLEAU Car"/>
    <w:basedOn w:val="Carpredefinitoparagrafo"/>
    <w:link w:val="COCHEDETABLEAU"/>
    <w:rsid w:val="007726CC"/>
    <w:rPr>
      <w:rFonts w:ascii="Arial" w:eastAsiaTheme="minorEastAsia" w:hAnsi="Arial" w:cstheme="majorHAnsi"/>
      <w:b/>
      <w:color w:val="E30334" w:themeColor="accent6"/>
      <w:sz w:val="28"/>
      <w:szCs w:val="22"/>
    </w:rPr>
  </w:style>
  <w:style w:type="character" w:customStyle="1" w:styleId="Titolo4Carattere">
    <w:name w:val="Titolo 4 Carattere"/>
    <w:basedOn w:val="Carpredefinitoparagrafo"/>
    <w:link w:val="Titolo4"/>
    <w:uiPriority w:val="1"/>
    <w:rsid w:val="00011D27"/>
    <w:rPr>
      <w:rFonts w:asciiTheme="majorHAnsi" w:eastAsiaTheme="majorEastAsia" w:hAnsiTheme="majorHAnsi" w:cstheme="majorBidi"/>
      <w:i/>
      <w:iCs/>
      <w:color w:val="013A57" w:themeColor="accent1" w:themeShade="BF"/>
      <w:sz w:val="20"/>
      <w:szCs w:val="22"/>
    </w:rPr>
  </w:style>
  <w:style w:type="paragraph" w:styleId="Testocommento">
    <w:name w:val="annotation text"/>
    <w:basedOn w:val="Normale"/>
    <w:link w:val="TestocommentoCarattere"/>
    <w:uiPriority w:val="99"/>
    <w:unhideWhenUsed/>
    <w:rsid w:val="00011D27"/>
    <w:pPr>
      <w:spacing w:line="240" w:lineRule="auto"/>
    </w:pPr>
    <w:rPr>
      <w:rFonts w:ascii="Times New Roman" w:eastAsia="Times New Roman" w:hAnsi="Times New Roman" w:cs="Times New Roman"/>
      <w:color w:val="auto"/>
      <w:szCs w:val="20"/>
      <w:lang w:eastAsia="fr-FR"/>
    </w:rPr>
  </w:style>
  <w:style w:type="character" w:customStyle="1" w:styleId="TestocommentoCarattere">
    <w:name w:val="Testo commento Carattere"/>
    <w:basedOn w:val="Carpredefinitoparagrafo"/>
    <w:link w:val="Testocommento"/>
    <w:uiPriority w:val="99"/>
    <w:rsid w:val="00011D27"/>
    <w:rPr>
      <w:rFonts w:ascii="Times New Roman" w:eastAsia="Times New Roman" w:hAnsi="Times New Roman" w:cs="Times New Roman"/>
      <w:sz w:val="20"/>
      <w:szCs w:val="20"/>
      <w:lang w:eastAsia="fr-FR"/>
    </w:rPr>
  </w:style>
  <w:style w:type="character" w:customStyle="1" w:styleId="ParagrafoelencoCarattere">
    <w:name w:val="Paragrafo elenco Carattere"/>
    <w:aliases w:val="List Carattere,Bullets Carattere,References Carattere,Paragraphe de liste1 Carattere,Liste 1 Carattere,List Paragraph nowy Carattere,Numbered List Paragraph Carattere,List Paragraph (numbered (a)) Carattere,En tête 1 Carattere"/>
    <w:link w:val="Paragrafoelenco"/>
    <w:uiPriority w:val="34"/>
    <w:locked/>
    <w:rsid w:val="00011D27"/>
    <w:rPr>
      <w:rFonts w:ascii="Arial" w:eastAsiaTheme="minorEastAsia" w:hAnsi="Arial"/>
      <w:color w:val="082A75" w:themeColor="text2"/>
      <w:sz w:val="20"/>
      <w:szCs w:val="22"/>
    </w:rPr>
  </w:style>
  <w:style w:type="paragraph" w:styleId="NormaleWeb">
    <w:name w:val="Normal (Web)"/>
    <w:basedOn w:val="Normale"/>
    <w:uiPriority w:val="99"/>
    <w:unhideWhenUsed/>
    <w:rsid w:val="00011D27"/>
    <w:pPr>
      <w:spacing w:before="100" w:beforeAutospacing="1" w:after="100" w:afterAutospacing="1" w:line="240" w:lineRule="auto"/>
    </w:pPr>
    <w:rPr>
      <w:rFonts w:ascii="Times New Roman" w:eastAsia="Times New Roman" w:hAnsi="Times New Roman" w:cs="Times New Roman"/>
      <w:color w:val="auto"/>
      <w:sz w:val="24"/>
      <w:szCs w:val="24"/>
      <w:lang w:val="it-IT" w:eastAsia="it-IT"/>
    </w:rPr>
  </w:style>
  <w:style w:type="table" w:styleId="Elencotab3">
    <w:name w:val="List Table 3"/>
    <w:basedOn w:val="Tabellanormale"/>
    <w:uiPriority w:val="48"/>
    <w:rsid w:val="00102B30"/>
    <w:pPr>
      <w:spacing w:after="0" w:line="240" w:lineRule="auto"/>
    </w:pPr>
    <w:tblPr>
      <w:tblStyleRowBandSize w:val="1"/>
      <w:tblStyleColBandSize w:val="1"/>
      <w:tblBorders>
        <w:top w:val="single" w:sz="4" w:space="0" w:color="1D3655" w:themeColor="text1"/>
        <w:left w:val="single" w:sz="4" w:space="0" w:color="1D3655" w:themeColor="text1"/>
        <w:bottom w:val="single" w:sz="4" w:space="0" w:color="1D3655" w:themeColor="text1"/>
        <w:right w:val="single" w:sz="4" w:space="0" w:color="1D3655" w:themeColor="text1"/>
      </w:tblBorders>
    </w:tblPr>
    <w:tblStylePr w:type="firstRow">
      <w:rPr>
        <w:b/>
        <w:bCs/>
        <w:color w:val="FFFFFF" w:themeColor="background1"/>
      </w:rPr>
      <w:tblPr/>
      <w:tcPr>
        <w:shd w:val="clear" w:color="auto" w:fill="1D3655" w:themeFill="text1"/>
      </w:tcPr>
    </w:tblStylePr>
    <w:tblStylePr w:type="lastRow">
      <w:rPr>
        <w:b/>
        <w:bCs/>
      </w:rPr>
      <w:tblPr/>
      <w:tcPr>
        <w:tcBorders>
          <w:top w:val="double" w:sz="4" w:space="0" w:color="1D3655"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3655" w:themeColor="text1"/>
          <w:right w:val="single" w:sz="4" w:space="0" w:color="1D3655" w:themeColor="text1"/>
        </w:tcBorders>
      </w:tcPr>
    </w:tblStylePr>
    <w:tblStylePr w:type="band1Horz">
      <w:tblPr/>
      <w:tcPr>
        <w:tcBorders>
          <w:top w:val="single" w:sz="4" w:space="0" w:color="1D3655" w:themeColor="text1"/>
          <w:bottom w:val="single" w:sz="4" w:space="0" w:color="1D3655"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3655" w:themeColor="text1"/>
          <w:left w:val="nil"/>
        </w:tcBorders>
      </w:tcPr>
    </w:tblStylePr>
    <w:tblStylePr w:type="swCell">
      <w:tblPr/>
      <w:tcPr>
        <w:tcBorders>
          <w:top w:val="double" w:sz="4" w:space="0" w:color="1D3655" w:themeColor="text1"/>
          <w:right w:val="nil"/>
        </w:tcBorders>
      </w:tcPr>
    </w:tblStylePr>
  </w:style>
  <w:style w:type="table" w:styleId="Tabellaelenco3-colore1">
    <w:name w:val="List Table 3 Accent 1"/>
    <w:basedOn w:val="Tabellanormale"/>
    <w:uiPriority w:val="48"/>
    <w:rsid w:val="00102B30"/>
    <w:pPr>
      <w:spacing w:after="0" w:line="240" w:lineRule="auto"/>
    </w:pPr>
    <w:tblPr>
      <w:tblStyleRowBandSize w:val="1"/>
      <w:tblStyleColBandSize w:val="1"/>
      <w:tblBorders>
        <w:top w:val="single" w:sz="4" w:space="0" w:color="024F75" w:themeColor="accent1"/>
        <w:left w:val="single" w:sz="4" w:space="0" w:color="024F75" w:themeColor="accent1"/>
        <w:bottom w:val="single" w:sz="4" w:space="0" w:color="024F75" w:themeColor="accent1"/>
        <w:right w:val="single" w:sz="4" w:space="0" w:color="024F75" w:themeColor="accent1"/>
      </w:tblBorders>
    </w:tblPr>
    <w:tblStylePr w:type="firstRow">
      <w:rPr>
        <w:b/>
        <w:bCs/>
        <w:color w:val="FFFFFF" w:themeColor="background1"/>
      </w:rPr>
      <w:tblPr/>
      <w:tcPr>
        <w:shd w:val="clear" w:color="auto" w:fill="024F75" w:themeFill="accent1"/>
      </w:tcPr>
    </w:tblStylePr>
    <w:tblStylePr w:type="lastRow">
      <w:rPr>
        <w:b/>
        <w:bCs/>
      </w:rPr>
      <w:tblPr/>
      <w:tcPr>
        <w:tcBorders>
          <w:top w:val="double" w:sz="4" w:space="0" w:color="024F7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4F75" w:themeColor="accent1"/>
          <w:right w:val="single" w:sz="4" w:space="0" w:color="024F75" w:themeColor="accent1"/>
        </w:tcBorders>
      </w:tcPr>
    </w:tblStylePr>
    <w:tblStylePr w:type="band1Horz">
      <w:tblPr/>
      <w:tcPr>
        <w:tcBorders>
          <w:top w:val="single" w:sz="4" w:space="0" w:color="024F75" w:themeColor="accent1"/>
          <w:bottom w:val="single" w:sz="4" w:space="0" w:color="024F7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4F75" w:themeColor="accent1"/>
          <w:left w:val="nil"/>
        </w:tcBorders>
      </w:tcPr>
    </w:tblStylePr>
    <w:tblStylePr w:type="swCell">
      <w:tblPr/>
      <w:tcPr>
        <w:tcBorders>
          <w:top w:val="double" w:sz="4" w:space="0" w:color="024F75" w:themeColor="accent1"/>
          <w:right w:val="nil"/>
        </w:tcBorders>
      </w:tcPr>
    </w:tblStylePr>
  </w:style>
  <w:style w:type="table" w:styleId="Tabellaelenco3-colore2">
    <w:name w:val="List Table 3 Accent 2"/>
    <w:basedOn w:val="Tabellanormale"/>
    <w:uiPriority w:val="48"/>
    <w:rsid w:val="00102B30"/>
    <w:pPr>
      <w:spacing w:after="0" w:line="240" w:lineRule="auto"/>
    </w:pPr>
    <w:tblPr>
      <w:tblStyleRowBandSize w:val="1"/>
      <w:tblStyleColBandSize w:val="1"/>
      <w:tblBorders>
        <w:top w:val="single" w:sz="4" w:space="0" w:color="84CBF1" w:themeColor="accent2"/>
        <w:left w:val="single" w:sz="4" w:space="0" w:color="84CBF1" w:themeColor="accent2"/>
        <w:bottom w:val="single" w:sz="4" w:space="0" w:color="84CBF1" w:themeColor="accent2"/>
        <w:right w:val="single" w:sz="4" w:space="0" w:color="84CBF1" w:themeColor="accent2"/>
      </w:tblBorders>
    </w:tblPr>
    <w:tblStylePr w:type="firstRow">
      <w:rPr>
        <w:b/>
        <w:bCs/>
        <w:color w:val="FFFFFF" w:themeColor="background1"/>
      </w:rPr>
      <w:tblPr/>
      <w:tcPr>
        <w:shd w:val="clear" w:color="auto" w:fill="84CBF1" w:themeFill="accent2"/>
      </w:tcPr>
    </w:tblStylePr>
    <w:tblStylePr w:type="lastRow">
      <w:rPr>
        <w:b/>
        <w:bCs/>
      </w:rPr>
      <w:tblPr/>
      <w:tcPr>
        <w:tcBorders>
          <w:top w:val="double" w:sz="4" w:space="0" w:color="84CBF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4CBF1" w:themeColor="accent2"/>
          <w:right w:val="single" w:sz="4" w:space="0" w:color="84CBF1" w:themeColor="accent2"/>
        </w:tcBorders>
      </w:tcPr>
    </w:tblStylePr>
    <w:tblStylePr w:type="band1Horz">
      <w:tblPr/>
      <w:tcPr>
        <w:tcBorders>
          <w:top w:val="single" w:sz="4" w:space="0" w:color="84CBF1" w:themeColor="accent2"/>
          <w:bottom w:val="single" w:sz="4" w:space="0" w:color="84CBF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4CBF1" w:themeColor="accent2"/>
          <w:left w:val="nil"/>
        </w:tcBorders>
      </w:tcPr>
    </w:tblStylePr>
    <w:tblStylePr w:type="swCell">
      <w:tblPr/>
      <w:tcPr>
        <w:tcBorders>
          <w:top w:val="double" w:sz="4" w:space="0" w:color="84CBF1" w:themeColor="accent2"/>
          <w:right w:val="nil"/>
        </w:tcBorders>
      </w:tcPr>
    </w:tblStylePr>
  </w:style>
  <w:style w:type="table" w:styleId="Tabellasemplice-2">
    <w:name w:val="Plain Table 2"/>
    <w:basedOn w:val="Tabellanormale"/>
    <w:uiPriority w:val="42"/>
    <w:rsid w:val="000C2BDE"/>
    <w:pPr>
      <w:spacing w:after="0" w:line="240" w:lineRule="auto"/>
    </w:pPr>
    <w:tblPr>
      <w:tblStyleRowBandSize w:val="1"/>
      <w:tblStyleColBandSize w:val="1"/>
      <w:tblBorders>
        <w:top w:val="single" w:sz="4" w:space="0" w:color="6A95CC" w:themeColor="text1" w:themeTint="80"/>
        <w:bottom w:val="single" w:sz="4" w:space="0" w:color="6A95CC" w:themeColor="text1" w:themeTint="80"/>
      </w:tblBorders>
    </w:tblPr>
    <w:tblStylePr w:type="firstRow">
      <w:rPr>
        <w:b/>
        <w:bCs/>
      </w:rPr>
      <w:tblPr/>
      <w:tcPr>
        <w:tcBorders>
          <w:bottom w:val="single" w:sz="4" w:space="0" w:color="6A95CC" w:themeColor="text1" w:themeTint="80"/>
        </w:tcBorders>
      </w:tcPr>
    </w:tblStylePr>
    <w:tblStylePr w:type="lastRow">
      <w:rPr>
        <w:b/>
        <w:bCs/>
      </w:rPr>
      <w:tblPr/>
      <w:tcPr>
        <w:tcBorders>
          <w:top w:val="single" w:sz="4" w:space="0" w:color="6A95CC" w:themeColor="text1" w:themeTint="80"/>
        </w:tcBorders>
      </w:tcPr>
    </w:tblStylePr>
    <w:tblStylePr w:type="firstCol">
      <w:rPr>
        <w:b/>
        <w:bCs/>
      </w:rPr>
    </w:tblStylePr>
    <w:tblStylePr w:type="lastCol">
      <w:rPr>
        <w:b/>
        <w:bCs/>
      </w:rPr>
    </w:tblStylePr>
    <w:tblStylePr w:type="band1Vert">
      <w:tblPr/>
      <w:tcPr>
        <w:tcBorders>
          <w:left w:val="single" w:sz="4" w:space="0" w:color="6A95CC" w:themeColor="text1" w:themeTint="80"/>
          <w:right w:val="single" w:sz="4" w:space="0" w:color="6A95CC" w:themeColor="text1" w:themeTint="80"/>
        </w:tcBorders>
      </w:tcPr>
    </w:tblStylePr>
    <w:tblStylePr w:type="band2Vert">
      <w:tblPr/>
      <w:tcPr>
        <w:tcBorders>
          <w:left w:val="single" w:sz="4" w:space="0" w:color="6A95CC" w:themeColor="text1" w:themeTint="80"/>
          <w:right w:val="single" w:sz="4" w:space="0" w:color="6A95CC" w:themeColor="text1" w:themeTint="80"/>
        </w:tcBorders>
      </w:tcPr>
    </w:tblStylePr>
    <w:tblStylePr w:type="band1Horz">
      <w:tblPr/>
      <w:tcPr>
        <w:tcBorders>
          <w:top w:val="single" w:sz="4" w:space="0" w:color="6A95CC" w:themeColor="text1" w:themeTint="80"/>
          <w:bottom w:val="single" w:sz="4" w:space="0" w:color="6A95CC" w:themeColor="text1" w:themeTint="80"/>
        </w:tcBorders>
      </w:tcPr>
    </w:tblStylePr>
  </w:style>
  <w:style w:type="table" w:styleId="Grigliatabellachiara">
    <w:name w:val="Grid Table Light"/>
    <w:basedOn w:val="Tabellanormale"/>
    <w:uiPriority w:val="40"/>
    <w:rsid w:val="000C2B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6acolori-colore2">
    <w:name w:val="Grid Table 6 Colorful Accent 2"/>
    <w:basedOn w:val="Tabellanormale"/>
    <w:uiPriority w:val="51"/>
    <w:rsid w:val="000C2BDE"/>
    <w:pPr>
      <w:spacing w:after="0" w:line="240" w:lineRule="auto"/>
    </w:pPr>
    <w:rPr>
      <w:color w:val="2FA7E7" w:themeColor="accent2" w:themeShade="BF"/>
    </w:rPr>
    <w:tblPr>
      <w:tblStyleRowBandSize w:val="1"/>
      <w:tblStyleColBandSize w:val="1"/>
      <w:tblBorders>
        <w:top w:val="single" w:sz="4" w:space="0" w:color="B5DFF6" w:themeColor="accent2" w:themeTint="99"/>
        <w:left w:val="single" w:sz="4" w:space="0" w:color="B5DFF6" w:themeColor="accent2" w:themeTint="99"/>
        <w:bottom w:val="single" w:sz="4" w:space="0" w:color="B5DFF6" w:themeColor="accent2" w:themeTint="99"/>
        <w:right w:val="single" w:sz="4" w:space="0" w:color="B5DFF6" w:themeColor="accent2" w:themeTint="99"/>
        <w:insideH w:val="single" w:sz="4" w:space="0" w:color="B5DFF6" w:themeColor="accent2" w:themeTint="99"/>
        <w:insideV w:val="single" w:sz="4" w:space="0" w:color="B5DFF6" w:themeColor="accent2" w:themeTint="99"/>
      </w:tblBorders>
    </w:tblPr>
    <w:tblStylePr w:type="firstRow">
      <w:rPr>
        <w:b/>
        <w:bCs/>
      </w:rPr>
      <w:tblPr/>
      <w:tcPr>
        <w:tcBorders>
          <w:bottom w:val="single" w:sz="12" w:space="0" w:color="B5DFF6" w:themeColor="accent2" w:themeTint="99"/>
        </w:tcBorders>
      </w:tcPr>
    </w:tblStylePr>
    <w:tblStylePr w:type="lastRow">
      <w:rPr>
        <w:b/>
        <w:bCs/>
      </w:rPr>
      <w:tblPr/>
      <w:tcPr>
        <w:tcBorders>
          <w:top w:val="double" w:sz="4" w:space="0" w:color="B5DFF6" w:themeColor="accent2" w:themeTint="99"/>
        </w:tcBorders>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5scura-colore2">
    <w:name w:val="Grid Table 5 Dark Accent 2"/>
    <w:basedOn w:val="Tabellanormale"/>
    <w:uiPriority w:val="50"/>
    <w:rsid w:val="00E8313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F4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CBF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CBF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CBF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CBF1" w:themeFill="accent2"/>
      </w:tcPr>
    </w:tblStylePr>
    <w:tblStylePr w:type="band1Vert">
      <w:tblPr/>
      <w:tcPr>
        <w:shd w:val="clear" w:color="auto" w:fill="CDEAF9" w:themeFill="accent2" w:themeFillTint="66"/>
      </w:tcPr>
    </w:tblStylePr>
    <w:tblStylePr w:type="band1Horz">
      <w:tblPr/>
      <w:tcPr>
        <w:shd w:val="clear" w:color="auto" w:fill="CDEAF9" w:themeFill="accent2" w:themeFillTint="66"/>
      </w:tcPr>
    </w:tblStylePr>
  </w:style>
  <w:style w:type="table" w:styleId="Tabellagriglia2-colore3">
    <w:name w:val="Grid Table 2 Accent 3"/>
    <w:basedOn w:val="Tabellanormale"/>
    <w:uiPriority w:val="47"/>
    <w:rsid w:val="00E83139"/>
    <w:pPr>
      <w:spacing w:after="0" w:line="240" w:lineRule="auto"/>
    </w:pPr>
    <w:tblPr>
      <w:tblStyleRowBandSize w:val="1"/>
      <w:tblStyleColBandSize w:val="1"/>
      <w:tblBorders>
        <w:top w:val="single" w:sz="2" w:space="0" w:color="4D81C2" w:themeColor="accent3" w:themeTint="99"/>
        <w:bottom w:val="single" w:sz="2" w:space="0" w:color="4D81C2" w:themeColor="accent3" w:themeTint="99"/>
        <w:insideH w:val="single" w:sz="2" w:space="0" w:color="4D81C2" w:themeColor="accent3" w:themeTint="99"/>
        <w:insideV w:val="single" w:sz="2" w:space="0" w:color="4D81C2" w:themeColor="accent3" w:themeTint="99"/>
      </w:tblBorders>
    </w:tblPr>
    <w:tblStylePr w:type="firstRow">
      <w:rPr>
        <w:b/>
        <w:bCs/>
      </w:rPr>
      <w:tblPr/>
      <w:tcPr>
        <w:tcBorders>
          <w:top w:val="nil"/>
          <w:bottom w:val="single" w:sz="12" w:space="0" w:color="4D81C2" w:themeColor="accent3" w:themeTint="99"/>
          <w:insideH w:val="nil"/>
          <w:insideV w:val="nil"/>
        </w:tcBorders>
        <w:shd w:val="clear" w:color="auto" w:fill="FFFFFF" w:themeFill="background1"/>
      </w:tcPr>
    </w:tblStylePr>
    <w:tblStylePr w:type="lastRow">
      <w:rPr>
        <w:b/>
        <w:bCs/>
      </w:rPr>
      <w:tblPr/>
      <w:tcPr>
        <w:tcBorders>
          <w:top w:val="double" w:sz="2" w:space="0" w:color="4D81C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D5EA" w:themeFill="accent3" w:themeFillTint="33"/>
      </w:tcPr>
    </w:tblStylePr>
    <w:tblStylePr w:type="band1Horz">
      <w:tblPr/>
      <w:tcPr>
        <w:shd w:val="clear" w:color="auto" w:fill="C3D5EA" w:themeFill="accent3" w:themeFillTint="33"/>
      </w:tcPr>
    </w:tblStylePr>
  </w:style>
  <w:style w:type="table" w:customStyle="1" w:styleId="TableauGrille2-Accentuation31">
    <w:name w:val="Tableau Grille 2 - Accentuation 31"/>
    <w:basedOn w:val="Tabellanormale"/>
    <w:next w:val="Tabellagriglia2-colore3"/>
    <w:uiPriority w:val="47"/>
    <w:rsid w:val="00A66DB3"/>
    <w:pPr>
      <w:spacing w:after="0" w:line="240" w:lineRule="auto"/>
    </w:pPr>
    <w:tblPr>
      <w:tblStyleRowBandSize w:val="1"/>
      <w:tblStyleColBandSize w:val="1"/>
      <w:tblBorders>
        <w:top w:val="single" w:sz="2" w:space="0" w:color="4D81C2"/>
        <w:bottom w:val="single" w:sz="2" w:space="0" w:color="4D81C2"/>
        <w:insideH w:val="single" w:sz="2" w:space="0" w:color="4D81C2"/>
        <w:insideV w:val="single" w:sz="2" w:space="0" w:color="4D81C2"/>
      </w:tblBorders>
    </w:tblPr>
    <w:tblStylePr w:type="firstRow">
      <w:rPr>
        <w:b/>
        <w:bCs/>
      </w:rPr>
      <w:tblPr/>
      <w:tcPr>
        <w:tcBorders>
          <w:top w:val="nil"/>
          <w:bottom w:val="single" w:sz="12" w:space="0" w:color="4D81C2"/>
          <w:insideH w:val="nil"/>
          <w:insideV w:val="nil"/>
        </w:tcBorders>
        <w:shd w:val="clear" w:color="auto" w:fill="FFFFFF"/>
      </w:tcPr>
    </w:tblStylePr>
    <w:tblStylePr w:type="lastRow">
      <w:rPr>
        <w:b/>
        <w:bCs/>
      </w:rPr>
      <w:tblPr/>
      <w:tcPr>
        <w:tcBorders>
          <w:top w:val="double" w:sz="2" w:space="0" w:color="4D81C2"/>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3D5EA"/>
      </w:tcPr>
    </w:tblStylePr>
    <w:tblStylePr w:type="band1Horz">
      <w:tblPr/>
      <w:tcPr>
        <w:shd w:val="clear" w:color="auto" w:fill="C3D5EA"/>
      </w:tcPr>
    </w:tblStylePr>
  </w:style>
  <w:style w:type="table" w:styleId="Tabellagriglia5scura-colore5">
    <w:name w:val="Grid Table 5 Dark Accent 5"/>
    <w:basedOn w:val="Tabellanormale"/>
    <w:uiPriority w:val="50"/>
    <w:rsid w:val="0025181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AF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EAF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EAF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EAF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EAF9" w:themeFill="accent5"/>
      </w:tcPr>
    </w:tblStylePr>
    <w:tblStylePr w:type="band1Vert">
      <w:tblPr/>
      <w:tcPr>
        <w:shd w:val="clear" w:color="auto" w:fill="EAF6FC" w:themeFill="accent5" w:themeFillTint="66"/>
      </w:tcPr>
    </w:tblStylePr>
    <w:tblStylePr w:type="band1Horz">
      <w:tblPr/>
      <w:tcPr>
        <w:shd w:val="clear" w:color="auto" w:fill="EAF6FC" w:themeFill="accent5" w:themeFillTint="66"/>
      </w:tcPr>
    </w:tblStylePr>
  </w:style>
  <w:style w:type="table" w:styleId="Tabellaelenco1chiara-colore1">
    <w:name w:val="List Table 1 Light Accent 1"/>
    <w:basedOn w:val="Tabellanormale"/>
    <w:uiPriority w:val="46"/>
    <w:rsid w:val="000F55D1"/>
    <w:pPr>
      <w:spacing w:after="0" w:line="240" w:lineRule="auto"/>
    </w:pPr>
    <w:tblPr>
      <w:tblStyleRowBandSize w:val="1"/>
      <w:tblStyleColBandSize w:val="1"/>
    </w:tblPr>
    <w:tblStylePr w:type="firstRow">
      <w:rPr>
        <w:b/>
        <w:bCs/>
      </w:rPr>
      <w:tblPr/>
      <w:tcPr>
        <w:tcBorders>
          <w:bottom w:val="single" w:sz="4" w:space="0" w:color="18AFFB" w:themeColor="accent1" w:themeTint="99"/>
        </w:tcBorders>
      </w:tcPr>
    </w:tblStylePr>
    <w:tblStylePr w:type="lastRow">
      <w:rPr>
        <w:b/>
        <w:bCs/>
      </w:rPr>
      <w:tblPr/>
      <w:tcPr>
        <w:tcBorders>
          <w:top w:val="single" w:sz="4" w:space="0" w:color="18AFFB" w:themeColor="accent1" w:themeTint="99"/>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Tabellagriglia2-colore2">
    <w:name w:val="Grid Table 2 Accent 2"/>
    <w:basedOn w:val="Tabellanormale"/>
    <w:uiPriority w:val="47"/>
    <w:rsid w:val="000F55D1"/>
    <w:pPr>
      <w:spacing w:after="0" w:line="240" w:lineRule="auto"/>
    </w:pPr>
    <w:tblPr>
      <w:tblStyleRowBandSize w:val="1"/>
      <w:tblStyleColBandSize w:val="1"/>
      <w:tblBorders>
        <w:top w:val="single" w:sz="2" w:space="0" w:color="B5DFF6" w:themeColor="accent2" w:themeTint="99"/>
        <w:bottom w:val="single" w:sz="2" w:space="0" w:color="B5DFF6" w:themeColor="accent2" w:themeTint="99"/>
        <w:insideH w:val="single" w:sz="2" w:space="0" w:color="B5DFF6" w:themeColor="accent2" w:themeTint="99"/>
        <w:insideV w:val="single" w:sz="2" w:space="0" w:color="B5DFF6" w:themeColor="accent2" w:themeTint="99"/>
      </w:tblBorders>
    </w:tblPr>
    <w:tblStylePr w:type="firstRow">
      <w:rPr>
        <w:b/>
        <w:bCs/>
      </w:rPr>
      <w:tblPr/>
      <w:tcPr>
        <w:tcBorders>
          <w:top w:val="nil"/>
          <w:bottom w:val="single" w:sz="12" w:space="0" w:color="B5DFF6" w:themeColor="accent2" w:themeTint="99"/>
          <w:insideH w:val="nil"/>
          <w:insideV w:val="nil"/>
        </w:tcBorders>
        <w:shd w:val="clear" w:color="auto" w:fill="FFFFFF" w:themeFill="background1"/>
      </w:tcPr>
    </w:tblStylePr>
    <w:tblStylePr w:type="lastRow">
      <w:rPr>
        <w:b/>
        <w:bCs/>
      </w:rPr>
      <w:tblPr/>
      <w:tcPr>
        <w:tcBorders>
          <w:top w:val="double" w:sz="2" w:space="0" w:color="B5DFF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4FC" w:themeFill="accent2" w:themeFillTint="33"/>
      </w:tcPr>
    </w:tblStylePr>
    <w:tblStylePr w:type="band1Horz">
      <w:tblPr/>
      <w:tcPr>
        <w:shd w:val="clear" w:color="auto" w:fill="E6F4FC" w:themeFill="accent2" w:themeFillTint="33"/>
      </w:tcPr>
    </w:tblStylePr>
  </w:style>
  <w:style w:type="table" w:styleId="Tabellagriglia5scura-colore4">
    <w:name w:val="Grid Table 5 Dark Accent 4"/>
    <w:basedOn w:val="Tabellanormale"/>
    <w:uiPriority w:val="50"/>
    <w:rsid w:val="0017639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E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8ABD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8ABD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8ABD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8ABD6" w:themeFill="accent4"/>
      </w:tcPr>
    </w:tblStylePr>
    <w:tblStylePr w:type="band1Vert">
      <w:tblPr/>
      <w:tcPr>
        <w:shd w:val="clear" w:color="auto" w:fill="CFDDEE" w:themeFill="accent4" w:themeFillTint="66"/>
      </w:tcPr>
    </w:tblStylePr>
    <w:tblStylePr w:type="band1Horz">
      <w:tblPr/>
      <w:tcPr>
        <w:shd w:val="clear" w:color="auto" w:fill="CFDDEE" w:themeFill="accent4" w:themeFillTint="66"/>
      </w:tcPr>
    </w:tblStylePr>
  </w:style>
  <w:style w:type="table" w:styleId="Tabellagriglia3-colore3">
    <w:name w:val="Grid Table 3 Accent 3"/>
    <w:basedOn w:val="Tabellanormale"/>
    <w:uiPriority w:val="48"/>
    <w:rsid w:val="0017639D"/>
    <w:pPr>
      <w:spacing w:after="0" w:line="240" w:lineRule="auto"/>
    </w:pPr>
    <w:tblPr>
      <w:tblStyleRowBandSize w:val="1"/>
      <w:tblStyleColBandSize w:val="1"/>
      <w:tblBorders>
        <w:top w:val="single" w:sz="4" w:space="0" w:color="4D81C2" w:themeColor="accent3" w:themeTint="99"/>
        <w:left w:val="single" w:sz="4" w:space="0" w:color="4D81C2" w:themeColor="accent3" w:themeTint="99"/>
        <w:bottom w:val="single" w:sz="4" w:space="0" w:color="4D81C2" w:themeColor="accent3" w:themeTint="99"/>
        <w:right w:val="single" w:sz="4" w:space="0" w:color="4D81C2" w:themeColor="accent3" w:themeTint="99"/>
        <w:insideH w:val="single" w:sz="4" w:space="0" w:color="4D81C2" w:themeColor="accent3" w:themeTint="99"/>
        <w:insideV w:val="single" w:sz="4" w:space="0" w:color="4D81C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5EA" w:themeFill="accent3" w:themeFillTint="33"/>
      </w:tcPr>
    </w:tblStylePr>
    <w:tblStylePr w:type="band1Horz">
      <w:tblPr/>
      <w:tcPr>
        <w:shd w:val="clear" w:color="auto" w:fill="C3D5EA" w:themeFill="accent3" w:themeFillTint="33"/>
      </w:tcPr>
    </w:tblStylePr>
    <w:tblStylePr w:type="neCell">
      <w:tblPr/>
      <w:tcPr>
        <w:tcBorders>
          <w:bottom w:val="single" w:sz="4" w:space="0" w:color="4D81C2" w:themeColor="accent3" w:themeTint="99"/>
        </w:tcBorders>
      </w:tcPr>
    </w:tblStylePr>
    <w:tblStylePr w:type="nwCell">
      <w:tblPr/>
      <w:tcPr>
        <w:tcBorders>
          <w:bottom w:val="single" w:sz="4" w:space="0" w:color="4D81C2" w:themeColor="accent3" w:themeTint="99"/>
        </w:tcBorders>
      </w:tcPr>
    </w:tblStylePr>
    <w:tblStylePr w:type="seCell">
      <w:tblPr/>
      <w:tcPr>
        <w:tcBorders>
          <w:top w:val="single" w:sz="4" w:space="0" w:color="4D81C2" w:themeColor="accent3" w:themeTint="99"/>
        </w:tcBorders>
      </w:tcPr>
    </w:tblStylePr>
    <w:tblStylePr w:type="swCell">
      <w:tblPr/>
      <w:tcPr>
        <w:tcBorders>
          <w:top w:val="single" w:sz="4" w:space="0" w:color="4D81C2" w:themeColor="accent3" w:themeTint="99"/>
        </w:tcBorders>
      </w:tcPr>
    </w:tblStylePr>
  </w:style>
  <w:style w:type="character" w:styleId="Rimandocommento">
    <w:name w:val="annotation reference"/>
    <w:basedOn w:val="Carpredefinitoparagrafo"/>
    <w:uiPriority w:val="99"/>
    <w:semiHidden/>
    <w:unhideWhenUsed/>
    <w:rsid w:val="00D75653"/>
    <w:rPr>
      <w:sz w:val="16"/>
      <w:szCs w:val="16"/>
    </w:rPr>
  </w:style>
  <w:style w:type="paragraph" w:styleId="Soggettocommento">
    <w:name w:val="annotation subject"/>
    <w:basedOn w:val="Testocommento"/>
    <w:next w:val="Testocommento"/>
    <w:link w:val="SoggettocommentoCarattere"/>
    <w:uiPriority w:val="99"/>
    <w:semiHidden/>
    <w:unhideWhenUsed/>
    <w:rsid w:val="00D75653"/>
    <w:rPr>
      <w:rFonts w:ascii="Arial" w:eastAsiaTheme="minorEastAsia" w:hAnsi="Arial" w:cstheme="minorBidi"/>
      <w:b/>
      <w:bCs/>
      <w:color w:val="082A75" w:themeColor="text2"/>
      <w:lang w:eastAsia="en-US"/>
    </w:rPr>
  </w:style>
  <w:style w:type="character" w:customStyle="1" w:styleId="SoggettocommentoCarattere">
    <w:name w:val="Soggetto commento Carattere"/>
    <w:basedOn w:val="TestocommentoCarattere"/>
    <w:link w:val="Soggettocommento"/>
    <w:uiPriority w:val="99"/>
    <w:semiHidden/>
    <w:rsid w:val="00D75653"/>
    <w:rPr>
      <w:rFonts w:ascii="Arial" w:eastAsiaTheme="minorEastAsia" w:hAnsi="Arial" w:cs="Times New Roman"/>
      <w:b/>
      <w:bCs/>
      <w:color w:val="082A75" w:themeColor="text2"/>
      <w:sz w:val="20"/>
      <w:szCs w:val="20"/>
      <w:lang w:eastAsia="fr-FR"/>
    </w:rPr>
  </w:style>
  <w:style w:type="paragraph" w:customStyle="1" w:styleId="Default">
    <w:name w:val="Default"/>
    <w:rsid w:val="00591822"/>
    <w:pPr>
      <w:autoSpaceDE w:val="0"/>
      <w:autoSpaceDN w:val="0"/>
      <w:adjustRightInd w:val="0"/>
      <w:spacing w:after="0" w:line="240" w:lineRule="auto"/>
    </w:pPr>
    <w:rPr>
      <w:rFonts w:ascii="Arial" w:hAnsi="Arial" w:cs="Arial"/>
      <w:color w:val="000000"/>
      <w:lang w:val="it-IT"/>
    </w:rPr>
  </w:style>
  <w:style w:type="table" w:customStyle="1" w:styleId="7">
    <w:name w:val="7"/>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6">
    <w:name w:val="6"/>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5">
    <w:name w:val="5"/>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table" w:customStyle="1" w:styleId="4">
    <w:name w:val="4"/>
    <w:basedOn w:val="Tabellanormale"/>
    <w:rsid w:val="002B6AE0"/>
    <w:pPr>
      <w:spacing w:after="0" w:line="240" w:lineRule="auto"/>
    </w:pPr>
    <w:rPr>
      <w:rFonts w:ascii="Calibri" w:eastAsia="Calibri" w:hAnsi="Calibri" w:cs="Calibri"/>
      <w:sz w:val="22"/>
      <w:szCs w:val="22"/>
    </w:rPr>
    <w:tblPr>
      <w:tblStyleRowBandSize w:val="1"/>
      <w:tblStyleColBandSize w:val="1"/>
      <w:tblInd w:w="0" w:type="nil"/>
    </w:tblPr>
  </w:style>
  <w:style w:type="character" w:styleId="Rimandonotaapidipagina">
    <w:name w:val="footnote reference"/>
    <w:basedOn w:val="Carpredefinitoparagrafo"/>
    <w:semiHidden/>
    <w:unhideWhenUsed/>
    <w:qFormat/>
    <w:rsid w:val="009C4CCC"/>
    <w:rPr>
      <w:vertAlign w:val="superscript"/>
    </w:rPr>
  </w:style>
  <w:style w:type="table" w:styleId="Tabellagriglia1chiara-colore1">
    <w:name w:val="Grid Table 1 Light Accent 1"/>
    <w:basedOn w:val="Tabellanormale"/>
    <w:uiPriority w:val="46"/>
    <w:rsid w:val="002D3A9F"/>
    <w:pPr>
      <w:spacing w:after="0" w:line="240" w:lineRule="auto"/>
    </w:pPr>
    <w:tblPr>
      <w:tblStyleRowBandSize w:val="1"/>
      <w:tblStyleColBandSize w:val="1"/>
      <w:tblBorders>
        <w:top w:val="single" w:sz="4" w:space="0" w:color="64C9FC" w:themeColor="accent1" w:themeTint="66"/>
        <w:left w:val="single" w:sz="4" w:space="0" w:color="64C9FC" w:themeColor="accent1" w:themeTint="66"/>
        <w:bottom w:val="single" w:sz="4" w:space="0" w:color="64C9FC" w:themeColor="accent1" w:themeTint="66"/>
        <w:right w:val="single" w:sz="4" w:space="0" w:color="64C9FC" w:themeColor="accent1" w:themeTint="66"/>
        <w:insideH w:val="single" w:sz="4" w:space="0" w:color="64C9FC" w:themeColor="accent1" w:themeTint="66"/>
        <w:insideV w:val="single" w:sz="4" w:space="0" w:color="64C9FC" w:themeColor="accent1" w:themeTint="66"/>
      </w:tblBorders>
    </w:tblPr>
    <w:tblStylePr w:type="firstRow">
      <w:rPr>
        <w:b/>
        <w:bCs/>
      </w:rPr>
      <w:tblPr/>
      <w:tcPr>
        <w:tcBorders>
          <w:bottom w:val="single" w:sz="12" w:space="0" w:color="18AFFB" w:themeColor="accent1" w:themeTint="99"/>
        </w:tcBorders>
      </w:tcPr>
    </w:tblStylePr>
    <w:tblStylePr w:type="lastRow">
      <w:rPr>
        <w:b/>
        <w:bCs/>
      </w:rPr>
      <w:tblPr/>
      <w:tcPr>
        <w:tcBorders>
          <w:top w:val="double" w:sz="2" w:space="0" w:color="18AFFB" w:themeColor="accent1" w:themeTint="99"/>
        </w:tcBorders>
      </w:tcPr>
    </w:tblStylePr>
    <w:tblStylePr w:type="firstCol">
      <w:rPr>
        <w:b/>
        <w:bCs/>
      </w:rPr>
    </w:tblStylePr>
    <w:tblStylePr w:type="lastCol">
      <w:rPr>
        <w:b/>
        <w:bCs/>
      </w:rPr>
    </w:tblStylePr>
  </w:style>
  <w:style w:type="paragraph" w:styleId="Revisione">
    <w:name w:val="Revision"/>
    <w:hidden/>
    <w:uiPriority w:val="99"/>
    <w:semiHidden/>
    <w:rsid w:val="00411EB6"/>
    <w:pPr>
      <w:spacing w:after="0" w:line="240" w:lineRule="auto"/>
    </w:pPr>
    <w:rPr>
      <w:rFonts w:ascii="Arial" w:eastAsiaTheme="minorEastAsia" w:hAnsi="Arial"/>
      <w:color w:val="082A75" w:themeColor="text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568072">
      <w:bodyDiv w:val="1"/>
      <w:marLeft w:val="0"/>
      <w:marRight w:val="0"/>
      <w:marTop w:val="0"/>
      <w:marBottom w:val="0"/>
      <w:divBdr>
        <w:top w:val="none" w:sz="0" w:space="0" w:color="auto"/>
        <w:left w:val="none" w:sz="0" w:space="0" w:color="auto"/>
        <w:bottom w:val="none" w:sz="0" w:space="0" w:color="auto"/>
        <w:right w:val="none" w:sz="0" w:space="0" w:color="auto"/>
      </w:divBdr>
    </w:div>
    <w:div w:id="361245991">
      <w:bodyDiv w:val="1"/>
      <w:marLeft w:val="0"/>
      <w:marRight w:val="0"/>
      <w:marTop w:val="0"/>
      <w:marBottom w:val="0"/>
      <w:divBdr>
        <w:top w:val="none" w:sz="0" w:space="0" w:color="auto"/>
        <w:left w:val="none" w:sz="0" w:space="0" w:color="auto"/>
        <w:bottom w:val="none" w:sz="0" w:space="0" w:color="auto"/>
        <w:right w:val="none" w:sz="0" w:space="0" w:color="auto"/>
      </w:divBdr>
    </w:div>
    <w:div w:id="391078806">
      <w:bodyDiv w:val="1"/>
      <w:marLeft w:val="0"/>
      <w:marRight w:val="0"/>
      <w:marTop w:val="0"/>
      <w:marBottom w:val="0"/>
      <w:divBdr>
        <w:top w:val="none" w:sz="0" w:space="0" w:color="auto"/>
        <w:left w:val="none" w:sz="0" w:space="0" w:color="auto"/>
        <w:bottom w:val="none" w:sz="0" w:space="0" w:color="auto"/>
        <w:right w:val="none" w:sz="0" w:space="0" w:color="auto"/>
      </w:divBdr>
    </w:div>
    <w:div w:id="483854440">
      <w:bodyDiv w:val="1"/>
      <w:marLeft w:val="0"/>
      <w:marRight w:val="0"/>
      <w:marTop w:val="0"/>
      <w:marBottom w:val="0"/>
      <w:divBdr>
        <w:top w:val="none" w:sz="0" w:space="0" w:color="auto"/>
        <w:left w:val="none" w:sz="0" w:space="0" w:color="auto"/>
        <w:bottom w:val="none" w:sz="0" w:space="0" w:color="auto"/>
        <w:right w:val="none" w:sz="0" w:space="0" w:color="auto"/>
      </w:divBdr>
      <w:divsChild>
        <w:div w:id="1484464278">
          <w:marLeft w:val="0"/>
          <w:marRight w:val="0"/>
          <w:marTop w:val="0"/>
          <w:marBottom w:val="0"/>
          <w:divBdr>
            <w:top w:val="none" w:sz="0" w:space="0" w:color="auto"/>
            <w:left w:val="none" w:sz="0" w:space="0" w:color="auto"/>
            <w:bottom w:val="none" w:sz="0" w:space="0" w:color="auto"/>
            <w:right w:val="none" w:sz="0" w:space="0" w:color="auto"/>
          </w:divBdr>
        </w:div>
        <w:div w:id="522861287">
          <w:marLeft w:val="0"/>
          <w:marRight w:val="0"/>
          <w:marTop w:val="0"/>
          <w:marBottom w:val="0"/>
          <w:divBdr>
            <w:top w:val="none" w:sz="0" w:space="0" w:color="auto"/>
            <w:left w:val="none" w:sz="0" w:space="0" w:color="auto"/>
            <w:bottom w:val="none" w:sz="0" w:space="0" w:color="auto"/>
            <w:right w:val="none" w:sz="0" w:space="0" w:color="auto"/>
          </w:divBdr>
        </w:div>
        <w:div w:id="1530221777">
          <w:marLeft w:val="0"/>
          <w:marRight w:val="0"/>
          <w:marTop w:val="0"/>
          <w:marBottom w:val="0"/>
          <w:divBdr>
            <w:top w:val="none" w:sz="0" w:space="0" w:color="auto"/>
            <w:left w:val="none" w:sz="0" w:space="0" w:color="auto"/>
            <w:bottom w:val="none" w:sz="0" w:space="0" w:color="auto"/>
            <w:right w:val="none" w:sz="0" w:space="0" w:color="auto"/>
          </w:divBdr>
        </w:div>
        <w:div w:id="2016228093">
          <w:marLeft w:val="0"/>
          <w:marRight w:val="0"/>
          <w:marTop w:val="0"/>
          <w:marBottom w:val="0"/>
          <w:divBdr>
            <w:top w:val="none" w:sz="0" w:space="0" w:color="auto"/>
            <w:left w:val="none" w:sz="0" w:space="0" w:color="auto"/>
            <w:bottom w:val="none" w:sz="0" w:space="0" w:color="auto"/>
            <w:right w:val="none" w:sz="0" w:space="0" w:color="auto"/>
          </w:divBdr>
        </w:div>
      </w:divsChild>
    </w:div>
    <w:div w:id="635837889">
      <w:bodyDiv w:val="1"/>
      <w:marLeft w:val="0"/>
      <w:marRight w:val="0"/>
      <w:marTop w:val="0"/>
      <w:marBottom w:val="0"/>
      <w:divBdr>
        <w:top w:val="none" w:sz="0" w:space="0" w:color="auto"/>
        <w:left w:val="none" w:sz="0" w:space="0" w:color="auto"/>
        <w:bottom w:val="none" w:sz="0" w:space="0" w:color="auto"/>
        <w:right w:val="none" w:sz="0" w:space="0" w:color="auto"/>
      </w:divBdr>
    </w:div>
    <w:div w:id="711998682">
      <w:bodyDiv w:val="1"/>
      <w:marLeft w:val="0"/>
      <w:marRight w:val="0"/>
      <w:marTop w:val="0"/>
      <w:marBottom w:val="0"/>
      <w:divBdr>
        <w:top w:val="none" w:sz="0" w:space="0" w:color="auto"/>
        <w:left w:val="none" w:sz="0" w:space="0" w:color="auto"/>
        <w:bottom w:val="none" w:sz="0" w:space="0" w:color="auto"/>
        <w:right w:val="none" w:sz="0" w:space="0" w:color="auto"/>
      </w:divBdr>
    </w:div>
    <w:div w:id="769857769">
      <w:bodyDiv w:val="1"/>
      <w:marLeft w:val="0"/>
      <w:marRight w:val="0"/>
      <w:marTop w:val="0"/>
      <w:marBottom w:val="0"/>
      <w:divBdr>
        <w:top w:val="none" w:sz="0" w:space="0" w:color="auto"/>
        <w:left w:val="none" w:sz="0" w:space="0" w:color="auto"/>
        <w:bottom w:val="none" w:sz="0" w:space="0" w:color="auto"/>
        <w:right w:val="none" w:sz="0" w:space="0" w:color="auto"/>
      </w:divBdr>
    </w:div>
    <w:div w:id="777795487">
      <w:bodyDiv w:val="1"/>
      <w:marLeft w:val="0"/>
      <w:marRight w:val="0"/>
      <w:marTop w:val="0"/>
      <w:marBottom w:val="0"/>
      <w:divBdr>
        <w:top w:val="none" w:sz="0" w:space="0" w:color="auto"/>
        <w:left w:val="none" w:sz="0" w:space="0" w:color="auto"/>
        <w:bottom w:val="none" w:sz="0" w:space="0" w:color="auto"/>
        <w:right w:val="none" w:sz="0" w:space="0" w:color="auto"/>
      </w:divBdr>
    </w:div>
    <w:div w:id="980882516">
      <w:bodyDiv w:val="1"/>
      <w:marLeft w:val="0"/>
      <w:marRight w:val="0"/>
      <w:marTop w:val="0"/>
      <w:marBottom w:val="0"/>
      <w:divBdr>
        <w:top w:val="none" w:sz="0" w:space="0" w:color="auto"/>
        <w:left w:val="none" w:sz="0" w:space="0" w:color="auto"/>
        <w:bottom w:val="none" w:sz="0" w:space="0" w:color="auto"/>
        <w:right w:val="none" w:sz="0" w:space="0" w:color="auto"/>
      </w:divBdr>
    </w:div>
    <w:div w:id="1107888698">
      <w:bodyDiv w:val="1"/>
      <w:marLeft w:val="0"/>
      <w:marRight w:val="0"/>
      <w:marTop w:val="0"/>
      <w:marBottom w:val="0"/>
      <w:divBdr>
        <w:top w:val="none" w:sz="0" w:space="0" w:color="auto"/>
        <w:left w:val="none" w:sz="0" w:space="0" w:color="auto"/>
        <w:bottom w:val="none" w:sz="0" w:space="0" w:color="auto"/>
        <w:right w:val="none" w:sz="0" w:space="0" w:color="auto"/>
      </w:divBdr>
    </w:div>
    <w:div w:id="1245141648">
      <w:bodyDiv w:val="1"/>
      <w:marLeft w:val="0"/>
      <w:marRight w:val="0"/>
      <w:marTop w:val="0"/>
      <w:marBottom w:val="0"/>
      <w:divBdr>
        <w:top w:val="none" w:sz="0" w:space="0" w:color="auto"/>
        <w:left w:val="none" w:sz="0" w:space="0" w:color="auto"/>
        <w:bottom w:val="none" w:sz="0" w:space="0" w:color="auto"/>
        <w:right w:val="none" w:sz="0" w:space="0" w:color="auto"/>
      </w:divBdr>
    </w:div>
    <w:div w:id="1310595583">
      <w:bodyDiv w:val="1"/>
      <w:marLeft w:val="0"/>
      <w:marRight w:val="0"/>
      <w:marTop w:val="0"/>
      <w:marBottom w:val="0"/>
      <w:divBdr>
        <w:top w:val="none" w:sz="0" w:space="0" w:color="auto"/>
        <w:left w:val="none" w:sz="0" w:space="0" w:color="auto"/>
        <w:bottom w:val="none" w:sz="0" w:space="0" w:color="auto"/>
        <w:right w:val="none" w:sz="0" w:space="0" w:color="auto"/>
      </w:divBdr>
    </w:div>
    <w:div w:id="1373111345">
      <w:bodyDiv w:val="1"/>
      <w:marLeft w:val="0"/>
      <w:marRight w:val="0"/>
      <w:marTop w:val="0"/>
      <w:marBottom w:val="0"/>
      <w:divBdr>
        <w:top w:val="none" w:sz="0" w:space="0" w:color="auto"/>
        <w:left w:val="none" w:sz="0" w:space="0" w:color="auto"/>
        <w:bottom w:val="none" w:sz="0" w:space="0" w:color="auto"/>
        <w:right w:val="none" w:sz="0" w:space="0" w:color="auto"/>
      </w:divBdr>
    </w:div>
    <w:div w:id="1598249227">
      <w:bodyDiv w:val="1"/>
      <w:marLeft w:val="0"/>
      <w:marRight w:val="0"/>
      <w:marTop w:val="0"/>
      <w:marBottom w:val="0"/>
      <w:divBdr>
        <w:top w:val="none" w:sz="0" w:space="0" w:color="auto"/>
        <w:left w:val="none" w:sz="0" w:space="0" w:color="auto"/>
        <w:bottom w:val="none" w:sz="0" w:space="0" w:color="auto"/>
        <w:right w:val="none" w:sz="0" w:space="0" w:color="auto"/>
      </w:divBdr>
    </w:div>
    <w:div w:id="1667398407">
      <w:bodyDiv w:val="1"/>
      <w:marLeft w:val="0"/>
      <w:marRight w:val="0"/>
      <w:marTop w:val="0"/>
      <w:marBottom w:val="0"/>
      <w:divBdr>
        <w:top w:val="none" w:sz="0" w:space="0" w:color="auto"/>
        <w:left w:val="none" w:sz="0" w:space="0" w:color="auto"/>
        <w:bottom w:val="none" w:sz="0" w:space="0" w:color="auto"/>
        <w:right w:val="none" w:sz="0" w:space="0" w:color="auto"/>
      </w:divBdr>
    </w:div>
    <w:div w:id="1687562704">
      <w:bodyDiv w:val="1"/>
      <w:marLeft w:val="0"/>
      <w:marRight w:val="0"/>
      <w:marTop w:val="0"/>
      <w:marBottom w:val="0"/>
      <w:divBdr>
        <w:top w:val="none" w:sz="0" w:space="0" w:color="auto"/>
        <w:left w:val="none" w:sz="0" w:space="0" w:color="auto"/>
        <w:bottom w:val="none" w:sz="0" w:space="0" w:color="auto"/>
        <w:right w:val="none" w:sz="0" w:space="0" w:color="auto"/>
      </w:divBdr>
    </w:div>
    <w:div w:id="1837261319">
      <w:bodyDiv w:val="1"/>
      <w:marLeft w:val="0"/>
      <w:marRight w:val="0"/>
      <w:marTop w:val="0"/>
      <w:marBottom w:val="0"/>
      <w:divBdr>
        <w:top w:val="none" w:sz="0" w:space="0" w:color="auto"/>
        <w:left w:val="none" w:sz="0" w:space="0" w:color="auto"/>
        <w:bottom w:val="none" w:sz="0" w:space="0" w:color="auto"/>
        <w:right w:val="none" w:sz="0" w:space="0" w:color="auto"/>
      </w:divBdr>
    </w:div>
    <w:div w:id="20303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6.png"/><Relationship Id="rId2" Type="http://schemas.openxmlformats.org/officeDocument/2006/relationships/numbering" Target="numbering.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20NOLIN\AppData\Roaming\Microsoft\Templates\Rapport%20.dotx" TargetMode="External"/></Relationships>
</file>

<file path=word/theme/theme1.xml><?xml version="1.0" encoding="utf-8"?>
<a:theme xmlns:a="http://schemas.openxmlformats.org/drawingml/2006/main" name="Custom Theme">
  <a:themeElements>
    <a:clrScheme name="PRIM_THEME">
      <a:dk1>
        <a:srgbClr val="1D3655"/>
      </a:dk1>
      <a:lt1>
        <a:srgbClr val="FFFFFF"/>
      </a:lt1>
      <a:dk2>
        <a:srgbClr val="082A75"/>
      </a:dk2>
      <a:lt2>
        <a:srgbClr val="E7E6E6"/>
      </a:lt2>
      <a:accent1>
        <a:srgbClr val="024F75"/>
      </a:accent1>
      <a:accent2>
        <a:srgbClr val="84CBF1"/>
      </a:accent2>
      <a:accent3>
        <a:srgbClr val="1D3655"/>
      </a:accent3>
      <a:accent4>
        <a:srgbClr val="88ABD6"/>
      </a:accent4>
      <a:accent5>
        <a:srgbClr val="CDEAF9"/>
      </a:accent5>
      <a:accent6>
        <a:srgbClr val="E30334"/>
      </a:accent6>
      <a:hlink>
        <a:srgbClr val="E73034"/>
      </a:hlink>
      <a:folHlink>
        <a:srgbClr val="F28E90"/>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20FC4-635C-4ADD-94DE-A8760EAD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.dotx</Template>
  <TotalTime>8</TotalTime>
  <Pages>15</Pages>
  <Words>2607</Words>
  <Characters>14864</Characters>
  <Application>Microsoft Office Word</Application>
  <DocSecurity>0</DocSecurity>
  <Lines>123</Lines>
  <Paragraphs>34</Paragraphs>
  <ScaleCrop>false</ScaleCrop>
  <HeadingPairs>
    <vt:vector size="6" baseType="variant">
      <vt:variant>
        <vt:lpstr>Titolo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NOLIN</dc:creator>
  <cp:keywords/>
  <cp:lastModifiedBy>Paola</cp:lastModifiedBy>
  <cp:revision>4</cp:revision>
  <cp:lastPrinted>2021-10-12T19:23:00Z</cp:lastPrinted>
  <dcterms:created xsi:type="dcterms:W3CDTF">2023-05-08T10:25:00Z</dcterms:created>
  <dcterms:modified xsi:type="dcterms:W3CDTF">2023-05-09T09:42:00Z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